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63051" w14:textId="19FCEF8A" w:rsidR="0027744A" w:rsidRPr="0027744A" w:rsidRDefault="0027744A" w:rsidP="0027744A">
      <w:pPr>
        <w:jc w:val="center"/>
        <w:rPr>
          <w:b/>
          <w:bCs/>
          <w:spacing w:val="60"/>
          <w:sz w:val="36"/>
          <w:szCs w:val="36"/>
          <w:lang w:val="uk-UA"/>
        </w:rPr>
      </w:pPr>
      <w:r w:rsidRPr="0027744A">
        <w:rPr>
          <w:b/>
          <w:bCs/>
          <w:spacing w:val="60"/>
          <w:sz w:val="36"/>
          <w:szCs w:val="36"/>
          <w:lang w:val="uk-UA"/>
        </w:rPr>
        <w:t>НАКАЗ</w:t>
      </w:r>
    </w:p>
    <w:p w14:paraId="39788F6F" w14:textId="77777777" w:rsidR="0027744A" w:rsidRDefault="0027744A"/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2"/>
        <w:gridCol w:w="2415"/>
        <w:gridCol w:w="3247"/>
      </w:tblGrid>
      <w:tr w:rsidR="003D154A" w14:paraId="789B7F79" w14:textId="77777777" w:rsidTr="00CB0E6C">
        <w:trPr>
          <w:trHeight w:val="416"/>
        </w:trPr>
        <w:tc>
          <w:tcPr>
            <w:tcW w:w="3552" w:type="dxa"/>
          </w:tcPr>
          <w:p w14:paraId="61236067" w14:textId="7F8F5BBB" w:rsidR="003D154A" w:rsidRPr="006E76A9" w:rsidRDefault="009D2496" w:rsidP="00CE3933">
            <w:pPr>
              <w:spacing w:before="60" w:after="60"/>
              <w:rPr>
                <w:sz w:val="22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F72F9B">
              <w:rPr>
                <w:sz w:val="28"/>
                <w:szCs w:val="28"/>
                <w:lang w:val="uk-UA"/>
              </w:rPr>
              <w:t>22.03.</w:t>
            </w:r>
            <w:r w:rsidR="003D154A" w:rsidRPr="00114ECF">
              <w:rPr>
                <w:sz w:val="28"/>
                <w:szCs w:val="28"/>
                <w:lang w:val="uk-UA"/>
              </w:rPr>
              <w:t>20</w:t>
            </w:r>
            <w:r w:rsidR="003D154A">
              <w:rPr>
                <w:sz w:val="28"/>
                <w:szCs w:val="28"/>
                <w:lang w:val="uk-UA"/>
              </w:rPr>
              <w:t xml:space="preserve">24 </w:t>
            </w:r>
            <w:r w:rsidR="003D154A" w:rsidRPr="006905F1">
              <w:rPr>
                <w:sz w:val="28"/>
                <w:szCs w:val="28"/>
                <w:lang w:val="uk-UA"/>
              </w:rPr>
              <w:t>р.</w:t>
            </w:r>
          </w:p>
        </w:tc>
        <w:tc>
          <w:tcPr>
            <w:tcW w:w="2415" w:type="dxa"/>
          </w:tcPr>
          <w:p w14:paraId="25362969" w14:textId="77777777" w:rsidR="003D154A" w:rsidRDefault="003D154A" w:rsidP="00CE393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м. Дніпро</w:t>
            </w:r>
          </w:p>
        </w:tc>
        <w:tc>
          <w:tcPr>
            <w:tcW w:w="3247" w:type="dxa"/>
          </w:tcPr>
          <w:p w14:paraId="29DF5A64" w14:textId="5EE3D2E9" w:rsidR="003D154A" w:rsidRPr="00D2049C" w:rsidRDefault="003D154A" w:rsidP="00D9126A">
            <w:pPr>
              <w:spacing w:before="60" w:after="60"/>
              <w:jc w:val="right"/>
              <w:rPr>
                <w:sz w:val="28"/>
                <w:szCs w:val="28"/>
                <w:lang w:val="uk-UA"/>
              </w:rPr>
            </w:pPr>
            <w:r w:rsidRPr="00D2049C">
              <w:rPr>
                <w:sz w:val="28"/>
                <w:szCs w:val="28"/>
                <w:lang w:val="uk-UA"/>
              </w:rPr>
              <w:t xml:space="preserve">№ </w:t>
            </w:r>
            <w:r w:rsidR="009D2496">
              <w:rPr>
                <w:sz w:val="28"/>
                <w:szCs w:val="28"/>
                <w:lang w:val="uk-UA"/>
              </w:rPr>
              <w:t>19</w:t>
            </w:r>
          </w:p>
        </w:tc>
      </w:tr>
    </w:tbl>
    <w:p w14:paraId="325446F8" w14:textId="77777777" w:rsidR="00633619" w:rsidRPr="0090317B" w:rsidRDefault="00633619" w:rsidP="00362434">
      <w:pPr>
        <w:tabs>
          <w:tab w:val="left" w:pos="851"/>
        </w:tabs>
        <w:jc w:val="both"/>
        <w:rPr>
          <w:sz w:val="8"/>
          <w:szCs w:val="8"/>
          <w:lang w:val="uk-UA"/>
        </w:rPr>
      </w:pPr>
    </w:p>
    <w:tbl>
      <w:tblPr>
        <w:tblStyle w:val="ac"/>
        <w:tblW w:w="4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4B1CD0" w14:paraId="747AE4A9" w14:textId="77777777" w:rsidTr="00D9126A">
        <w:tc>
          <w:tcPr>
            <w:tcW w:w="4139" w:type="dxa"/>
          </w:tcPr>
          <w:p w14:paraId="6715CB7E" w14:textId="3FD2059E" w:rsidR="00F07599" w:rsidRPr="0090317B" w:rsidRDefault="00F07599" w:rsidP="00F07599">
            <w:pPr>
              <w:spacing w:line="21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bookmarkStart w:id="0" w:name="_Hlk159929502"/>
            <w:r w:rsidRPr="0090317B">
              <w:rPr>
                <w:rFonts w:eastAsia="Times New Roman"/>
                <w:sz w:val="28"/>
                <w:szCs w:val="28"/>
                <w:lang w:val="uk-UA"/>
              </w:rPr>
              <w:t xml:space="preserve">Про підсумки проведення </w:t>
            </w:r>
            <w:r w:rsidRPr="0090317B">
              <w:rPr>
                <w:sz w:val="28"/>
                <w:szCs w:val="28"/>
                <w:lang w:val="uk-UA"/>
              </w:rPr>
              <w:t>обласного конкурсу “Мирний космос</w:t>
            </w:r>
            <w:r w:rsidRPr="0090317B">
              <w:rPr>
                <w:rFonts w:eastAsia="Times New Roman"/>
                <w:sz w:val="28"/>
                <w:szCs w:val="28"/>
                <w:lang w:val="uk-UA"/>
              </w:rPr>
              <w:t xml:space="preserve">” в рамках відбіркового туру Всеукраїнського  колоквіуму школярів </w:t>
            </w:r>
            <w:r w:rsidRPr="0090317B">
              <w:rPr>
                <w:sz w:val="28"/>
                <w:szCs w:val="28"/>
                <w:lang w:val="uk-UA"/>
              </w:rPr>
              <w:t>“</w:t>
            </w:r>
            <w:r w:rsidRPr="0090317B">
              <w:rPr>
                <w:rFonts w:eastAsia="Times New Roman"/>
                <w:sz w:val="28"/>
                <w:szCs w:val="28"/>
                <w:lang w:val="uk-UA"/>
              </w:rPr>
              <w:t>Космос. Людина. Духовність.”</w:t>
            </w:r>
          </w:p>
          <w:p w14:paraId="52A73A78" w14:textId="22C5B941" w:rsidR="004B1CD0" w:rsidRPr="0090317B" w:rsidRDefault="004B1CD0" w:rsidP="00D9126A">
            <w:pPr>
              <w:tabs>
                <w:tab w:val="left" w:pos="851"/>
              </w:tabs>
              <w:jc w:val="both"/>
              <w:rPr>
                <w:sz w:val="8"/>
                <w:szCs w:val="8"/>
                <w:lang w:val="uk-UA"/>
              </w:rPr>
            </w:pPr>
          </w:p>
        </w:tc>
      </w:tr>
    </w:tbl>
    <w:bookmarkEnd w:id="0"/>
    <w:p w14:paraId="55B6643A" w14:textId="3407C03B" w:rsidR="0071772A" w:rsidRPr="00DB688D" w:rsidRDefault="00A96999" w:rsidP="0090317B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DB688D">
        <w:rPr>
          <w:sz w:val="28"/>
          <w:szCs w:val="28"/>
          <w:lang w:val="uk-UA"/>
        </w:rPr>
        <w:t xml:space="preserve">Керуючись </w:t>
      </w:r>
      <w:r w:rsidR="00962472">
        <w:rPr>
          <w:sz w:val="28"/>
          <w:szCs w:val="28"/>
          <w:lang w:val="uk-UA"/>
        </w:rPr>
        <w:t xml:space="preserve">   </w:t>
      </w:r>
      <w:r w:rsidRPr="00DB688D">
        <w:rPr>
          <w:sz w:val="28"/>
          <w:szCs w:val="28"/>
          <w:lang w:val="uk-UA"/>
        </w:rPr>
        <w:t xml:space="preserve">наказом </w:t>
      </w:r>
      <w:r w:rsidR="00962472">
        <w:rPr>
          <w:sz w:val="28"/>
          <w:szCs w:val="28"/>
          <w:lang w:val="uk-UA"/>
        </w:rPr>
        <w:t xml:space="preserve">    </w:t>
      </w:r>
      <w:r w:rsidR="00150E92" w:rsidRPr="00DB688D">
        <w:rPr>
          <w:bCs/>
          <w:color w:val="000000"/>
          <w:sz w:val="28"/>
          <w:szCs w:val="28"/>
          <w:lang w:val="uk-UA"/>
        </w:rPr>
        <w:t>комунального</w:t>
      </w:r>
      <w:r w:rsidR="00962472">
        <w:rPr>
          <w:bCs/>
          <w:color w:val="000000"/>
          <w:sz w:val="28"/>
          <w:szCs w:val="28"/>
          <w:lang w:val="uk-UA"/>
        </w:rPr>
        <w:t xml:space="preserve">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962472">
        <w:rPr>
          <w:bCs/>
          <w:color w:val="000000"/>
          <w:sz w:val="28"/>
          <w:szCs w:val="28"/>
          <w:lang w:val="uk-UA"/>
        </w:rPr>
        <w:t xml:space="preserve"> 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закладу </w:t>
      </w:r>
      <w:r w:rsidR="00962472">
        <w:rPr>
          <w:bCs/>
          <w:color w:val="000000"/>
          <w:sz w:val="28"/>
          <w:szCs w:val="28"/>
          <w:lang w:val="uk-UA"/>
        </w:rPr>
        <w:t xml:space="preserve"> 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позашкільної </w:t>
      </w:r>
      <w:r w:rsidR="00962472">
        <w:rPr>
          <w:bCs/>
          <w:color w:val="000000"/>
          <w:sz w:val="28"/>
          <w:szCs w:val="28"/>
          <w:lang w:val="uk-UA"/>
        </w:rPr>
        <w:t xml:space="preserve">  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освіти </w:t>
      </w:r>
    </w:p>
    <w:p w14:paraId="294EF99B" w14:textId="69FBB6B8" w:rsidR="00413339" w:rsidRPr="00DB688D" w:rsidRDefault="0071772A" w:rsidP="0090317B">
      <w:pPr>
        <w:jc w:val="both"/>
        <w:rPr>
          <w:sz w:val="28"/>
          <w:szCs w:val="28"/>
          <w:lang w:val="uk-UA"/>
        </w:rPr>
      </w:pPr>
      <w:r w:rsidRPr="00DB688D">
        <w:rPr>
          <w:bCs/>
          <w:color w:val="000000"/>
          <w:sz w:val="28"/>
          <w:szCs w:val="28"/>
          <w:lang w:val="uk-UA"/>
        </w:rPr>
        <w:t>“</w:t>
      </w:r>
      <w:r w:rsidR="00150E92" w:rsidRPr="00DB688D">
        <w:rPr>
          <w:bCs/>
          <w:color w:val="000000"/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Pr="00DB688D">
        <w:rPr>
          <w:bCs/>
          <w:color w:val="000000"/>
          <w:sz w:val="28"/>
          <w:szCs w:val="28"/>
          <w:lang w:val="uk-UA"/>
        </w:rPr>
        <w:t>” Д</w:t>
      </w:r>
      <w:r w:rsidR="001630E1" w:rsidRPr="00DB688D">
        <w:rPr>
          <w:bCs/>
          <w:color w:val="000000"/>
          <w:sz w:val="28"/>
          <w:szCs w:val="28"/>
          <w:lang w:val="uk-UA"/>
        </w:rPr>
        <w:t>ніпропетровської</w:t>
      </w:r>
      <w:r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630E1" w:rsidRPr="00DB688D">
        <w:rPr>
          <w:bCs/>
          <w:color w:val="000000"/>
          <w:sz w:val="28"/>
          <w:szCs w:val="28"/>
          <w:lang w:val="uk-UA"/>
        </w:rPr>
        <w:t>обласної ради</w:t>
      </w:r>
      <w:r w:rsidRPr="00DB688D">
        <w:rPr>
          <w:bCs/>
          <w:color w:val="000000"/>
          <w:sz w:val="28"/>
          <w:szCs w:val="28"/>
          <w:lang w:val="uk-UA"/>
        </w:rPr>
        <w:t>”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D52BD1" w:rsidRPr="00DB688D">
        <w:rPr>
          <w:bCs/>
          <w:color w:val="000000"/>
          <w:sz w:val="28"/>
          <w:szCs w:val="28"/>
          <w:lang w:val="uk-UA"/>
        </w:rPr>
        <w:t>від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D52BD1" w:rsidRPr="00DB688D">
        <w:rPr>
          <w:bCs/>
          <w:color w:val="000000"/>
          <w:sz w:val="28"/>
          <w:szCs w:val="28"/>
          <w:lang w:val="uk-UA"/>
        </w:rPr>
        <w:t>12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D52BD1" w:rsidRPr="00DB688D">
        <w:rPr>
          <w:bCs/>
          <w:color w:val="000000"/>
          <w:sz w:val="28"/>
          <w:szCs w:val="28"/>
          <w:lang w:val="uk-UA"/>
        </w:rPr>
        <w:t>лютого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A01B4" w:rsidRPr="00DB688D">
        <w:rPr>
          <w:bCs/>
          <w:color w:val="000000"/>
          <w:sz w:val="28"/>
          <w:szCs w:val="28"/>
          <w:lang w:val="uk-UA"/>
        </w:rPr>
        <w:t>2024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A01B4" w:rsidRPr="00DB688D">
        <w:rPr>
          <w:bCs/>
          <w:color w:val="000000"/>
          <w:sz w:val="28"/>
          <w:szCs w:val="28"/>
          <w:lang w:val="uk-UA"/>
        </w:rPr>
        <w:t>року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91B91" w:rsidRPr="00DB688D">
        <w:rPr>
          <w:bCs/>
          <w:color w:val="000000"/>
          <w:sz w:val="28"/>
          <w:szCs w:val="28"/>
          <w:lang w:val="uk-UA"/>
        </w:rPr>
        <w:t>№</w:t>
      </w:r>
      <w:r w:rsidR="000F1512" w:rsidRPr="00DB688D">
        <w:rPr>
          <w:bCs/>
          <w:color w:val="000000"/>
          <w:sz w:val="28"/>
          <w:szCs w:val="28"/>
          <w:lang w:val="uk-UA"/>
        </w:rPr>
        <w:t xml:space="preserve"> 11 </w:t>
      </w:r>
      <w:r w:rsidR="001A01B4" w:rsidRPr="00DB688D">
        <w:rPr>
          <w:sz w:val="28"/>
          <w:szCs w:val="28"/>
          <w:lang w:val="uk-UA"/>
        </w:rPr>
        <w:t>“Про організацію і проведення обласного конкурсу “Мирний космос” в рамках відбіркового туру Всеукраїнського колоквіуму школярів “Космос. Людина. Духовність.” (далі – Конкурс)</w:t>
      </w:r>
      <w:r w:rsidR="000F1512" w:rsidRPr="00DB688D">
        <w:rPr>
          <w:sz w:val="28"/>
          <w:szCs w:val="28"/>
          <w:lang w:val="uk-UA"/>
        </w:rPr>
        <w:t xml:space="preserve"> та </w:t>
      </w:r>
      <w:r w:rsidR="0090317B">
        <w:rPr>
          <w:sz w:val="28"/>
          <w:szCs w:val="28"/>
          <w:lang w:val="uk-UA"/>
        </w:rPr>
        <w:t>враховуючи наказ</w:t>
      </w:r>
      <w:r w:rsidR="00AD78B5" w:rsidRPr="00DB688D">
        <w:rPr>
          <w:sz w:val="28"/>
          <w:szCs w:val="28"/>
          <w:lang w:val="uk-UA"/>
        </w:rPr>
        <w:t xml:space="preserve"> департаменту освіти і науки облдержадміністрації</w:t>
      </w:r>
      <w:r w:rsidR="00B04B3B" w:rsidRPr="00DB688D">
        <w:rPr>
          <w:sz w:val="28"/>
          <w:szCs w:val="28"/>
          <w:lang w:val="uk-UA"/>
        </w:rPr>
        <w:t xml:space="preserve"> </w:t>
      </w:r>
      <w:r w:rsidR="0090317B">
        <w:rPr>
          <w:sz w:val="28"/>
          <w:szCs w:val="28"/>
          <w:lang w:val="uk-UA"/>
        </w:rPr>
        <w:br/>
      </w:r>
      <w:r w:rsidR="00B04B3B" w:rsidRPr="00DB688D">
        <w:rPr>
          <w:sz w:val="28"/>
          <w:szCs w:val="28"/>
          <w:lang w:val="uk-UA"/>
        </w:rPr>
        <w:t xml:space="preserve">від 21 березня 2024 року </w:t>
      </w:r>
      <w:r w:rsidR="00D44654" w:rsidRPr="00DB688D">
        <w:rPr>
          <w:sz w:val="28"/>
          <w:szCs w:val="28"/>
          <w:lang w:val="uk-UA"/>
        </w:rPr>
        <w:t>№ 147</w:t>
      </w:r>
      <w:r w:rsidR="00F61541">
        <w:rPr>
          <w:sz w:val="28"/>
          <w:szCs w:val="28"/>
          <w:lang w:val="uk-UA"/>
        </w:rPr>
        <w:t xml:space="preserve"> </w:t>
      </w:r>
      <w:r w:rsidR="00C7567F" w:rsidRPr="00DB688D">
        <w:rPr>
          <w:sz w:val="28"/>
          <w:szCs w:val="28"/>
          <w:lang w:val="uk-UA"/>
        </w:rPr>
        <w:t xml:space="preserve">“Про </w:t>
      </w:r>
      <w:r w:rsidR="001E42F3" w:rsidRPr="00DB688D">
        <w:rPr>
          <w:sz w:val="28"/>
          <w:szCs w:val="28"/>
          <w:lang w:val="uk-UA"/>
        </w:rPr>
        <w:t xml:space="preserve">підсумки </w:t>
      </w:r>
      <w:r w:rsidR="00C7567F" w:rsidRPr="00DB688D">
        <w:rPr>
          <w:sz w:val="28"/>
          <w:szCs w:val="28"/>
          <w:lang w:val="uk-UA"/>
        </w:rPr>
        <w:t>проведення обласного конкурсу “Мирний космос” в рамках відбіркового туру Всеукраїнського колоквіуму школярів “Космос. Людина. Духовність.”</w:t>
      </w:r>
      <w:r w:rsidR="00413339" w:rsidRPr="00DB688D">
        <w:rPr>
          <w:sz w:val="28"/>
          <w:szCs w:val="28"/>
          <w:lang w:val="uk-UA"/>
        </w:rPr>
        <w:t xml:space="preserve">, з метою популяризації </w:t>
      </w:r>
      <w:r w:rsidR="00413339" w:rsidRPr="00DB688D">
        <w:rPr>
          <w:sz w:val="28"/>
          <w:szCs w:val="28"/>
          <w:lang w:val="en-US"/>
        </w:rPr>
        <w:t>STEM</w:t>
      </w:r>
      <w:r w:rsidR="00413339" w:rsidRPr="00DB688D">
        <w:rPr>
          <w:sz w:val="28"/>
          <w:szCs w:val="28"/>
          <w:lang w:val="uk-UA"/>
        </w:rPr>
        <w:t xml:space="preserve">-освіти, науково-технічної творчості учнів, пошуку, підтримки та стимулювання </w:t>
      </w:r>
      <w:proofErr w:type="spellStart"/>
      <w:r w:rsidR="00413339" w:rsidRPr="00DB688D">
        <w:rPr>
          <w:sz w:val="28"/>
          <w:szCs w:val="28"/>
          <w:lang w:val="uk-UA"/>
        </w:rPr>
        <w:t>інтелектуально</w:t>
      </w:r>
      <w:proofErr w:type="spellEnd"/>
      <w:r w:rsidR="00413339" w:rsidRPr="00DB688D">
        <w:rPr>
          <w:sz w:val="28"/>
          <w:szCs w:val="28"/>
          <w:lang w:val="uk-UA"/>
        </w:rPr>
        <w:t xml:space="preserve"> обдарованої молоді з 04 березня по 08 березня</w:t>
      </w:r>
      <w:r w:rsidR="00715CBC" w:rsidRPr="00DB688D">
        <w:rPr>
          <w:sz w:val="28"/>
          <w:szCs w:val="28"/>
          <w:lang w:val="uk-UA"/>
        </w:rPr>
        <w:t xml:space="preserve"> </w:t>
      </w:r>
      <w:r w:rsidR="00413339" w:rsidRPr="00DB688D">
        <w:rPr>
          <w:sz w:val="28"/>
          <w:szCs w:val="28"/>
          <w:lang w:val="uk-UA"/>
        </w:rPr>
        <w:t>2024 року проведено вищезазначений конкурс.</w:t>
      </w:r>
    </w:p>
    <w:p w14:paraId="38152959" w14:textId="789DABB9" w:rsidR="0071772A" w:rsidRDefault="00413339" w:rsidP="0090317B">
      <w:pPr>
        <w:ind w:firstLine="567"/>
        <w:jc w:val="both"/>
        <w:rPr>
          <w:sz w:val="28"/>
          <w:szCs w:val="28"/>
          <w:lang w:val="uk-UA"/>
        </w:rPr>
      </w:pPr>
      <w:r w:rsidRPr="00DB688D">
        <w:rPr>
          <w:sz w:val="28"/>
          <w:szCs w:val="28"/>
          <w:lang w:val="uk-UA"/>
        </w:rPr>
        <w:t xml:space="preserve">За </w:t>
      </w:r>
      <w:r w:rsidR="003D4A13">
        <w:rPr>
          <w:sz w:val="28"/>
          <w:szCs w:val="28"/>
          <w:lang w:val="uk-UA"/>
        </w:rPr>
        <w:t>підсумками К</w:t>
      </w:r>
      <w:r w:rsidRPr="00DB688D">
        <w:rPr>
          <w:sz w:val="28"/>
          <w:szCs w:val="28"/>
          <w:lang w:val="uk-UA"/>
        </w:rPr>
        <w:t>онкурсу</w:t>
      </w:r>
    </w:p>
    <w:p w14:paraId="53D1D436" w14:textId="77777777" w:rsidR="0090317B" w:rsidRPr="0090317B" w:rsidRDefault="0090317B" w:rsidP="0090317B">
      <w:pPr>
        <w:ind w:firstLine="567"/>
        <w:jc w:val="both"/>
        <w:rPr>
          <w:sz w:val="8"/>
          <w:szCs w:val="8"/>
          <w:lang w:val="uk-UA"/>
        </w:rPr>
      </w:pPr>
    </w:p>
    <w:p w14:paraId="1757B87C" w14:textId="77777777" w:rsidR="00715CBC" w:rsidRDefault="00715CBC" w:rsidP="0090317B">
      <w:pPr>
        <w:ind w:firstLine="567"/>
        <w:jc w:val="both"/>
        <w:rPr>
          <w:sz w:val="28"/>
          <w:szCs w:val="28"/>
          <w:lang w:val="uk-UA"/>
        </w:rPr>
      </w:pPr>
      <w:r w:rsidRPr="00D82DD7">
        <w:rPr>
          <w:sz w:val="28"/>
          <w:szCs w:val="28"/>
          <w:lang w:val="uk-UA"/>
        </w:rPr>
        <w:t>НАКАЗУЮ:</w:t>
      </w:r>
    </w:p>
    <w:p w14:paraId="10AF3327" w14:textId="77777777" w:rsidR="00A96999" w:rsidRPr="0090317B" w:rsidRDefault="00A96999" w:rsidP="0090317B">
      <w:pPr>
        <w:tabs>
          <w:tab w:val="left" w:pos="851"/>
        </w:tabs>
        <w:jc w:val="both"/>
        <w:rPr>
          <w:sz w:val="8"/>
          <w:szCs w:val="8"/>
          <w:lang w:val="uk-UA"/>
        </w:rPr>
      </w:pPr>
    </w:p>
    <w:p w14:paraId="111D0CC9" w14:textId="1F930CDC" w:rsidR="0090317B" w:rsidRDefault="008942EB" w:rsidP="0090317B">
      <w:pPr>
        <w:numPr>
          <w:ilvl w:val="0"/>
          <w:numId w:val="9"/>
        </w:numPr>
        <w:ind w:left="0" w:firstLine="426"/>
        <w:jc w:val="both"/>
        <w:rPr>
          <w:sz w:val="28"/>
          <w:szCs w:val="28"/>
          <w:lang w:val="uk-UA"/>
        </w:rPr>
      </w:pPr>
      <w:r w:rsidRPr="00633619">
        <w:rPr>
          <w:sz w:val="28"/>
          <w:szCs w:val="28"/>
          <w:lang w:val="uk-UA"/>
        </w:rPr>
        <w:t xml:space="preserve">Методисту </w:t>
      </w:r>
      <w:r w:rsidRPr="00633619">
        <w:rPr>
          <w:w w:val="90"/>
          <w:sz w:val="28"/>
          <w:szCs w:val="28"/>
          <w:lang w:val="uk-UA"/>
        </w:rPr>
        <w:t>Центру</w:t>
      </w:r>
      <w:r w:rsidRPr="00633619">
        <w:rPr>
          <w:sz w:val="28"/>
          <w:szCs w:val="28"/>
          <w:lang w:val="uk-UA"/>
        </w:rPr>
        <w:t xml:space="preserve"> </w:t>
      </w:r>
      <w:r w:rsidR="00887417">
        <w:rPr>
          <w:sz w:val="28"/>
          <w:szCs w:val="28"/>
          <w:lang w:val="uk-UA"/>
        </w:rPr>
        <w:t>Н</w:t>
      </w:r>
      <w:r w:rsidR="00C45949">
        <w:rPr>
          <w:sz w:val="28"/>
          <w:szCs w:val="28"/>
          <w:lang w:val="uk-UA"/>
        </w:rPr>
        <w:t xml:space="preserve">елі </w:t>
      </w:r>
      <w:r w:rsidR="00C45949" w:rsidRPr="00633619">
        <w:rPr>
          <w:sz w:val="28"/>
          <w:szCs w:val="28"/>
          <w:lang w:val="uk-UA"/>
        </w:rPr>
        <w:t>РИЧКО</w:t>
      </w:r>
      <w:r w:rsidR="0090317B">
        <w:rPr>
          <w:sz w:val="28"/>
          <w:szCs w:val="28"/>
          <w:lang w:val="uk-UA"/>
        </w:rPr>
        <w:t>:</w:t>
      </w:r>
      <w:r w:rsidR="00C45949" w:rsidRPr="00633619">
        <w:rPr>
          <w:sz w:val="28"/>
          <w:szCs w:val="28"/>
          <w:lang w:val="uk-UA"/>
        </w:rPr>
        <w:t xml:space="preserve"> </w:t>
      </w:r>
    </w:p>
    <w:p w14:paraId="685373B3" w14:textId="77777777" w:rsidR="0090317B" w:rsidRDefault="0090317B" w:rsidP="009031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1.1. В</w:t>
      </w:r>
      <w:r w:rsidRPr="00633619">
        <w:rPr>
          <w:sz w:val="28"/>
          <w:szCs w:val="28"/>
          <w:lang w:val="uk-UA"/>
        </w:rPr>
        <w:t xml:space="preserve">жити </w:t>
      </w:r>
      <w:r>
        <w:rPr>
          <w:sz w:val="28"/>
          <w:szCs w:val="28"/>
          <w:lang w:val="uk-UA"/>
        </w:rPr>
        <w:t xml:space="preserve">організаційних заходів щодо </w:t>
      </w:r>
      <w:r w:rsidR="006A09FF" w:rsidRPr="0090317B">
        <w:rPr>
          <w:sz w:val="28"/>
          <w:szCs w:val="28"/>
          <w:lang w:val="uk-UA"/>
        </w:rPr>
        <w:t xml:space="preserve">нагородження грамотами </w:t>
      </w:r>
      <w:r w:rsidR="006A09FF" w:rsidRPr="0090317B">
        <w:rPr>
          <w:bCs/>
          <w:color w:val="000000"/>
          <w:sz w:val="28"/>
          <w:szCs w:val="28"/>
          <w:lang w:val="uk-UA"/>
        </w:rPr>
        <w:t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наукових керівникі</w:t>
      </w:r>
      <w:r w:rsidRPr="0090317B">
        <w:rPr>
          <w:bCs/>
          <w:color w:val="000000"/>
          <w:sz w:val="28"/>
          <w:szCs w:val="28"/>
          <w:lang w:val="uk-UA"/>
        </w:rPr>
        <w:t>в, які підготували</w:t>
      </w:r>
      <w:r w:rsidR="006A09FF" w:rsidRPr="0090317B">
        <w:rPr>
          <w:sz w:val="28"/>
          <w:szCs w:val="28"/>
          <w:lang w:val="uk-UA"/>
        </w:rPr>
        <w:t xml:space="preserve"> переможців обласного конкурсу</w:t>
      </w:r>
      <w:r>
        <w:rPr>
          <w:sz w:val="28"/>
          <w:szCs w:val="28"/>
          <w:lang w:val="uk-UA"/>
        </w:rPr>
        <w:t>, відповідно до списку, що додається</w:t>
      </w:r>
      <w:r w:rsidR="001F4553" w:rsidRPr="0090317B">
        <w:rPr>
          <w:sz w:val="28"/>
          <w:szCs w:val="28"/>
          <w:lang w:val="uk-UA"/>
        </w:rPr>
        <w:t>.</w:t>
      </w:r>
    </w:p>
    <w:p w14:paraId="6150240C" w14:textId="08B6F688" w:rsidR="0090317B" w:rsidRDefault="0090317B" w:rsidP="009031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1.2. </w:t>
      </w:r>
      <w:r w:rsidR="008942EB" w:rsidRPr="0090317B">
        <w:rPr>
          <w:sz w:val="28"/>
          <w:szCs w:val="28"/>
          <w:lang w:val="uk-UA"/>
        </w:rPr>
        <w:t xml:space="preserve">Довести до відома керівників закладів позашкільної освіти </w:t>
      </w:r>
      <w:r>
        <w:rPr>
          <w:sz w:val="28"/>
          <w:szCs w:val="28"/>
          <w:lang w:val="uk-UA"/>
        </w:rPr>
        <w:t>наказ</w:t>
      </w:r>
      <w:r w:rsidRPr="00DB688D">
        <w:rPr>
          <w:sz w:val="28"/>
          <w:szCs w:val="28"/>
          <w:lang w:val="uk-UA"/>
        </w:rPr>
        <w:t xml:space="preserve"> департаменту освіти і науки облдержадміністрації від 21 березня 2024 року </w:t>
      </w:r>
      <w:r>
        <w:rPr>
          <w:sz w:val="28"/>
          <w:szCs w:val="28"/>
          <w:lang w:val="uk-UA"/>
        </w:rPr>
        <w:br/>
      </w:r>
      <w:r w:rsidRPr="00DB688D">
        <w:rPr>
          <w:sz w:val="28"/>
          <w:szCs w:val="28"/>
          <w:lang w:val="uk-UA"/>
        </w:rPr>
        <w:t>№ 147</w:t>
      </w:r>
      <w:r>
        <w:rPr>
          <w:sz w:val="28"/>
          <w:szCs w:val="28"/>
          <w:lang w:val="uk-UA"/>
        </w:rPr>
        <w:t xml:space="preserve"> </w:t>
      </w:r>
      <w:r w:rsidRPr="00DB688D">
        <w:rPr>
          <w:sz w:val="28"/>
          <w:szCs w:val="28"/>
          <w:lang w:val="uk-UA"/>
        </w:rPr>
        <w:t>“Про підсумки проведення обласного конкурсу “Мирний космос” в рамках відбіркового туру Всеукраїнського колоквіуму школярів “Космос. Людина. Духовність.”</w:t>
      </w:r>
    </w:p>
    <w:p w14:paraId="6763361D" w14:textId="429B296F" w:rsidR="008942EB" w:rsidRPr="00C24F1C" w:rsidRDefault="00DD4B18" w:rsidP="0090317B">
      <w:p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0317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8942EB" w:rsidRPr="00C24F1C">
        <w:rPr>
          <w:noProof/>
          <w:sz w:val="28"/>
          <w:szCs w:val="28"/>
        </w:rPr>
        <w:t>Контроль за виконанням даного наказу залишаю за собою.</w:t>
      </w:r>
    </w:p>
    <w:p w14:paraId="641FED25" w14:textId="77777777" w:rsidR="008942EB" w:rsidRDefault="008942EB" w:rsidP="0090317B">
      <w:pPr>
        <w:ind w:firstLine="567"/>
        <w:jc w:val="both"/>
        <w:rPr>
          <w:sz w:val="28"/>
          <w:szCs w:val="28"/>
          <w:lang w:val="uk-UA"/>
        </w:rPr>
      </w:pPr>
    </w:p>
    <w:p w14:paraId="37D992E3" w14:textId="60E1D711" w:rsidR="008942EB" w:rsidRPr="00633619" w:rsidRDefault="008942EB" w:rsidP="008942EB">
      <w:pPr>
        <w:spacing w:line="216" w:lineRule="auto"/>
        <w:ind w:firstLine="567"/>
        <w:jc w:val="both"/>
        <w:rPr>
          <w:sz w:val="28"/>
          <w:szCs w:val="28"/>
          <w:lang w:val="uk-UA"/>
        </w:rPr>
      </w:pPr>
      <w:r w:rsidRPr="00633619">
        <w:rPr>
          <w:sz w:val="28"/>
          <w:szCs w:val="28"/>
          <w:lang w:val="uk-UA"/>
        </w:rPr>
        <w:t xml:space="preserve">Директор </w:t>
      </w:r>
      <w:r w:rsidRPr="00633619">
        <w:rPr>
          <w:sz w:val="28"/>
          <w:szCs w:val="28"/>
          <w:lang w:val="uk-UA"/>
        </w:rPr>
        <w:tab/>
      </w:r>
      <w:r w:rsidRPr="00633619">
        <w:rPr>
          <w:sz w:val="28"/>
          <w:szCs w:val="28"/>
          <w:lang w:val="uk-UA"/>
        </w:rPr>
        <w:tab/>
        <w:t xml:space="preserve">             </w:t>
      </w:r>
      <w:r w:rsidRPr="00633619">
        <w:rPr>
          <w:sz w:val="28"/>
          <w:szCs w:val="28"/>
          <w:lang w:val="uk-UA"/>
        </w:rPr>
        <w:tab/>
        <w:t xml:space="preserve">                              Людмила ВОЛКОВА</w:t>
      </w:r>
    </w:p>
    <w:sectPr w:rsidR="008942EB" w:rsidRPr="00633619" w:rsidSect="00DD4B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707" w:bottom="284" w:left="1701" w:header="113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230CA" w14:textId="77777777" w:rsidR="00280271" w:rsidRDefault="00280271">
      <w:r>
        <w:separator/>
      </w:r>
    </w:p>
  </w:endnote>
  <w:endnote w:type="continuationSeparator" w:id="0">
    <w:p w14:paraId="3AE48C6C" w14:textId="77777777" w:rsidR="00280271" w:rsidRDefault="00280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7ED90" w14:textId="77777777" w:rsidR="00293307" w:rsidRDefault="00293307" w:rsidP="009479EF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7D18F8A" w14:textId="77777777" w:rsidR="00293307" w:rsidRDefault="00293307" w:rsidP="00843CD7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6C965" w14:textId="77777777" w:rsidR="00293307" w:rsidRPr="00C109C3" w:rsidRDefault="00293307" w:rsidP="009479EF">
    <w:pPr>
      <w:pStyle w:val="a7"/>
      <w:framePr w:wrap="around" w:vAnchor="text" w:hAnchor="margin" w:xAlign="right" w:y="1"/>
      <w:rPr>
        <w:rStyle w:val="aa"/>
        <w:lang w:val="uk-UA"/>
      </w:rPr>
    </w:pPr>
  </w:p>
  <w:p w14:paraId="09692DD1" w14:textId="77777777" w:rsidR="00293307" w:rsidRDefault="00293307" w:rsidP="00843CD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C2783" w14:textId="77777777" w:rsidR="00280271" w:rsidRDefault="00280271">
      <w:r>
        <w:separator/>
      </w:r>
    </w:p>
  </w:footnote>
  <w:footnote w:type="continuationSeparator" w:id="0">
    <w:p w14:paraId="1CDC0632" w14:textId="77777777" w:rsidR="00280271" w:rsidRDefault="00280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9E89B" w14:textId="77777777" w:rsidR="00293307" w:rsidRDefault="00293307" w:rsidP="0004180A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C014A">
      <w:rPr>
        <w:rStyle w:val="aa"/>
        <w:noProof/>
      </w:rPr>
      <w:t>1</w:t>
    </w:r>
    <w:r>
      <w:rPr>
        <w:rStyle w:val="aa"/>
      </w:rPr>
      <w:fldChar w:fldCharType="end"/>
    </w:r>
  </w:p>
  <w:p w14:paraId="737D6403" w14:textId="77777777" w:rsidR="00293307" w:rsidRDefault="0029330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5634E" w14:textId="77777777" w:rsidR="00587F5E" w:rsidRDefault="00587F5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D4B18" w:rsidRPr="00DD4B18">
      <w:rPr>
        <w:noProof/>
        <w:lang w:val="ru-RU"/>
      </w:rPr>
      <w:t>2</w:t>
    </w:r>
    <w:r>
      <w:fldChar w:fldCharType="end"/>
    </w:r>
  </w:p>
  <w:p w14:paraId="1D3F7D82" w14:textId="77777777" w:rsidR="00293307" w:rsidRPr="0004180A" w:rsidRDefault="00293307" w:rsidP="0004180A">
    <w:pPr>
      <w:pStyle w:val="a5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45DC8" w14:textId="77777777" w:rsidR="00430432" w:rsidRPr="00430432" w:rsidRDefault="00430432" w:rsidP="00430432">
    <w:pPr>
      <w:pStyle w:val="1"/>
      <w:ind w:right="98"/>
      <w:rPr>
        <w:color w:val="000000"/>
        <w:sz w:val="24"/>
        <w:szCs w:val="24"/>
      </w:rPr>
    </w:pPr>
    <w:bookmarkStart w:id="1" w:name="_Hlk159929852"/>
    <w:bookmarkStart w:id="2" w:name="_Hlk159929853"/>
    <w:bookmarkStart w:id="3" w:name="_Hlk159929855"/>
    <w:bookmarkStart w:id="4" w:name="_Hlk159929856"/>
    <w:bookmarkStart w:id="5" w:name="_Hlk159929857"/>
    <w:bookmarkStart w:id="6" w:name="_Hlk159929858"/>
    <w:bookmarkStart w:id="7" w:name="_Hlk159929859"/>
    <w:bookmarkStart w:id="8" w:name="_Hlk159929860"/>
    <w:bookmarkStart w:id="9" w:name="_Hlk159929861"/>
    <w:bookmarkStart w:id="10" w:name="_Hlk159929862"/>
    <w:r w:rsidRPr="00430432">
      <w:rPr>
        <w:color w:val="000000"/>
        <w:sz w:val="24"/>
        <w:szCs w:val="24"/>
      </w:rPr>
      <w:t>ДЕПАРТАМЕНТ ОСВІТИ І НАУКИ</w:t>
    </w:r>
  </w:p>
  <w:p w14:paraId="2B3E7EE0" w14:textId="77777777" w:rsidR="00430432" w:rsidRPr="00430432" w:rsidRDefault="00430432" w:rsidP="00430432">
    <w:pPr>
      <w:pStyle w:val="1"/>
      <w:ind w:right="98"/>
      <w:rPr>
        <w:color w:val="000000"/>
        <w:sz w:val="24"/>
        <w:szCs w:val="24"/>
      </w:rPr>
    </w:pPr>
    <w:r w:rsidRPr="00430432">
      <w:rPr>
        <w:color w:val="000000"/>
        <w:sz w:val="24"/>
        <w:szCs w:val="24"/>
      </w:rPr>
      <w:t xml:space="preserve">ДНІПРОПЕТРОВСЬКОЇ ОБЛАСНОЇ ДЕРЖАВНОЇ АДМІНІСТРАЦІЇ </w:t>
    </w:r>
  </w:p>
  <w:p w14:paraId="17961A37" w14:textId="77777777" w:rsidR="006603F4" w:rsidRDefault="006603F4" w:rsidP="006603F4">
    <w:pPr>
      <w:jc w:val="center"/>
      <w:rPr>
        <w:b/>
        <w:color w:val="000000"/>
        <w:lang w:val="uk-UA"/>
      </w:rPr>
    </w:pPr>
    <w:r w:rsidRPr="00430432">
      <w:rPr>
        <w:b/>
        <w:color w:val="000000"/>
        <w:lang w:val="uk-UA"/>
      </w:rPr>
      <w:t xml:space="preserve">КОМУНАЛЬНИЙ </w:t>
    </w:r>
    <w:r>
      <w:rPr>
        <w:b/>
        <w:color w:val="000000"/>
        <w:lang w:val="uk-UA"/>
      </w:rPr>
      <w:t xml:space="preserve">ЗАКЛАД ПОЗАШКІЛЬНОЇ ОСВІТИ </w:t>
    </w:r>
  </w:p>
  <w:p w14:paraId="7478645A" w14:textId="77777777" w:rsidR="006603F4" w:rsidRDefault="003D154A" w:rsidP="006603F4">
    <w:pPr>
      <w:jc w:val="center"/>
      <w:rPr>
        <w:b/>
        <w:color w:val="000000"/>
        <w:lang w:val="uk-UA"/>
      </w:rPr>
    </w:pPr>
    <w:r>
      <w:rPr>
        <w:b/>
        <w:color w:val="000000"/>
        <w:lang w:val="uk-UA"/>
      </w:rPr>
      <w:t>“</w:t>
    </w:r>
    <w:r w:rsidR="006603F4" w:rsidRPr="00430432">
      <w:rPr>
        <w:b/>
        <w:color w:val="000000"/>
        <w:lang w:val="uk-UA"/>
      </w:rPr>
      <w:t xml:space="preserve">ДНІПРОПЕТРОВСЬКИЙ </w:t>
    </w:r>
    <w:r w:rsidR="006603F4" w:rsidRPr="000678CE">
      <w:rPr>
        <w:b/>
        <w:color w:val="000000"/>
        <w:lang w:val="uk-UA"/>
      </w:rPr>
      <w:t>ОБЛАСНИЙ ЦЕНТР НАУКОВО-ТЕХН</w:t>
    </w:r>
    <w:r w:rsidR="006603F4" w:rsidRPr="00430432">
      <w:rPr>
        <w:b/>
        <w:color w:val="000000"/>
        <w:lang w:val="uk-UA"/>
      </w:rPr>
      <w:t>І</w:t>
    </w:r>
    <w:r w:rsidR="006603F4" w:rsidRPr="000678CE">
      <w:rPr>
        <w:b/>
        <w:color w:val="000000"/>
        <w:lang w:val="uk-UA"/>
      </w:rPr>
      <w:t>ЧНО</w:t>
    </w:r>
    <w:r w:rsidR="006603F4" w:rsidRPr="00430432">
      <w:rPr>
        <w:b/>
        <w:color w:val="000000"/>
        <w:lang w:val="uk-UA"/>
      </w:rPr>
      <w:t>Ї ТВОРЧОСТІ ТА ІНФОРМАЦІЙНИХ ТЕХНОЛОГІЙ УЧНІВСЬКОЇ МОЛОДІ”</w:t>
    </w:r>
    <w:r w:rsidR="006603F4">
      <w:rPr>
        <w:b/>
        <w:color w:val="000000"/>
        <w:lang w:val="uk-UA"/>
      </w:rPr>
      <w:t xml:space="preserve"> ДНІПРОПЕТРОВСЬКОЇ ОБЛАСНОЇ РАДИ”</w:t>
    </w:r>
  </w:p>
  <w:p w14:paraId="49AECFA0" w14:textId="3795374F" w:rsidR="003D154A" w:rsidRDefault="003D154A" w:rsidP="006603F4">
    <w:pPr>
      <w:jc w:val="center"/>
      <w:rPr>
        <w:b/>
        <w:color w:val="000000"/>
        <w:lang w:val="uk-UA"/>
      </w:rPr>
    </w:pPr>
    <w:r>
      <w:rPr>
        <w:b/>
        <w:color w:val="000000"/>
        <w:lang w:val="uk-UA"/>
      </w:rPr>
      <w:t>(КЗПО “ДОЦНТТ та ІТУМ” ДОР”)</w:t>
    </w:r>
    <w:r w:rsidR="00BD666F">
      <w:rPr>
        <w:b/>
        <w:color w:val="000000"/>
        <w:lang w:val="uk-UA"/>
      </w:rPr>
      <w:t xml:space="preserve"> </w:t>
    </w:r>
  </w:p>
  <w:p w14:paraId="74A3574D" w14:textId="77777777" w:rsidR="00BD666F" w:rsidRDefault="00BD666F" w:rsidP="006603F4">
    <w:pPr>
      <w:jc w:val="center"/>
      <w:rPr>
        <w:b/>
        <w:color w:val="000000"/>
        <w:lang w:val="uk-UA"/>
      </w:rPr>
    </w:pP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422DA"/>
    <w:multiLevelType w:val="hybridMultilevel"/>
    <w:tmpl w:val="99C6EFD6"/>
    <w:lvl w:ilvl="0" w:tplc="8BACBF68">
      <w:start w:val="1"/>
      <w:numFmt w:val="decimal"/>
      <w:lvlText w:val="%1."/>
      <w:lvlJc w:val="left"/>
      <w:pPr>
        <w:ind w:left="1283" w:hanging="432"/>
      </w:pPr>
      <w:rPr>
        <w:w w:val="95"/>
        <w:lang w:val="uk-UA" w:eastAsia="uk-UA" w:bidi="uk-UA"/>
      </w:rPr>
    </w:lvl>
    <w:lvl w:ilvl="1" w:tplc="8FC84D4E">
      <w:numFmt w:val="bullet"/>
      <w:lvlText w:val="•"/>
      <w:lvlJc w:val="left"/>
      <w:pPr>
        <w:ind w:left="2252" w:hanging="432"/>
      </w:pPr>
      <w:rPr>
        <w:lang w:val="uk-UA" w:eastAsia="uk-UA" w:bidi="uk-UA"/>
      </w:rPr>
    </w:lvl>
    <w:lvl w:ilvl="2" w:tplc="3E6E86EC">
      <w:numFmt w:val="bullet"/>
      <w:lvlText w:val="•"/>
      <w:lvlJc w:val="left"/>
      <w:pPr>
        <w:ind w:left="3212" w:hanging="432"/>
      </w:pPr>
      <w:rPr>
        <w:lang w:val="uk-UA" w:eastAsia="uk-UA" w:bidi="uk-UA"/>
      </w:rPr>
    </w:lvl>
    <w:lvl w:ilvl="3" w:tplc="A86242CC">
      <w:numFmt w:val="bullet"/>
      <w:lvlText w:val="•"/>
      <w:lvlJc w:val="left"/>
      <w:pPr>
        <w:ind w:left="4172" w:hanging="432"/>
      </w:pPr>
      <w:rPr>
        <w:lang w:val="uk-UA" w:eastAsia="uk-UA" w:bidi="uk-UA"/>
      </w:rPr>
    </w:lvl>
    <w:lvl w:ilvl="4" w:tplc="07F46526">
      <w:numFmt w:val="bullet"/>
      <w:lvlText w:val="•"/>
      <w:lvlJc w:val="left"/>
      <w:pPr>
        <w:ind w:left="5132" w:hanging="432"/>
      </w:pPr>
      <w:rPr>
        <w:lang w:val="uk-UA" w:eastAsia="uk-UA" w:bidi="uk-UA"/>
      </w:rPr>
    </w:lvl>
    <w:lvl w:ilvl="5" w:tplc="C63EF29C">
      <w:numFmt w:val="bullet"/>
      <w:lvlText w:val="•"/>
      <w:lvlJc w:val="left"/>
      <w:pPr>
        <w:ind w:left="6092" w:hanging="432"/>
      </w:pPr>
      <w:rPr>
        <w:lang w:val="uk-UA" w:eastAsia="uk-UA" w:bidi="uk-UA"/>
      </w:rPr>
    </w:lvl>
    <w:lvl w:ilvl="6" w:tplc="0C3CCA40">
      <w:numFmt w:val="bullet"/>
      <w:lvlText w:val="•"/>
      <w:lvlJc w:val="left"/>
      <w:pPr>
        <w:ind w:left="7052" w:hanging="432"/>
      </w:pPr>
      <w:rPr>
        <w:lang w:val="uk-UA" w:eastAsia="uk-UA" w:bidi="uk-UA"/>
      </w:rPr>
    </w:lvl>
    <w:lvl w:ilvl="7" w:tplc="9D44A410">
      <w:numFmt w:val="bullet"/>
      <w:lvlText w:val="•"/>
      <w:lvlJc w:val="left"/>
      <w:pPr>
        <w:ind w:left="8012" w:hanging="432"/>
      </w:pPr>
      <w:rPr>
        <w:lang w:val="uk-UA" w:eastAsia="uk-UA" w:bidi="uk-UA"/>
      </w:rPr>
    </w:lvl>
    <w:lvl w:ilvl="8" w:tplc="7F3E0EB0">
      <w:numFmt w:val="bullet"/>
      <w:lvlText w:val="•"/>
      <w:lvlJc w:val="left"/>
      <w:pPr>
        <w:ind w:left="8972" w:hanging="432"/>
      </w:pPr>
      <w:rPr>
        <w:lang w:val="uk-UA" w:eastAsia="uk-UA" w:bidi="uk-UA"/>
      </w:rPr>
    </w:lvl>
  </w:abstractNum>
  <w:abstractNum w:abstractNumId="1" w15:restartNumberingAfterBreak="0">
    <w:nsid w:val="0F321D0C"/>
    <w:multiLevelType w:val="hybridMultilevel"/>
    <w:tmpl w:val="0CAC66F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1BF41E4C"/>
    <w:multiLevelType w:val="hybridMultilevel"/>
    <w:tmpl w:val="99C6EFD6"/>
    <w:lvl w:ilvl="0" w:tplc="FFFFFFFF">
      <w:start w:val="1"/>
      <w:numFmt w:val="decimal"/>
      <w:lvlText w:val="%1."/>
      <w:lvlJc w:val="left"/>
      <w:pPr>
        <w:ind w:left="111" w:hanging="432"/>
      </w:pPr>
      <w:rPr>
        <w:w w:val="95"/>
        <w:lang w:val="uk-UA" w:eastAsia="uk-UA" w:bidi="uk-UA"/>
      </w:rPr>
    </w:lvl>
    <w:lvl w:ilvl="1" w:tplc="FFFFFFFF">
      <w:numFmt w:val="bullet"/>
      <w:lvlText w:val="•"/>
      <w:lvlJc w:val="left"/>
      <w:pPr>
        <w:ind w:left="1080" w:hanging="432"/>
      </w:pPr>
      <w:rPr>
        <w:lang w:val="uk-UA" w:eastAsia="uk-UA" w:bidi="uk-UA"/>
      </w:rPr>
    </w:lvl>
    <w:lvl w:ilvl="2" w:tplc="FFFFFFFF">
      <w:numFmt w:val="bullet"/>
      <w:lvlText w:val="•"/>
      <w:lvlJc w:val="left"/>
      <w:pPr>
        <w:ind w:left="2040" w:hanging="432"/>
      </w:pPr>
      <w:rPr>
        <w:lang w:val="uk-UA" w:eastAsia="uk-UA" w:bidi="uk-UA"/>
      </w:rPr>
    </w:lvl>
    <w:lvl w:ilvl="3" w:tplc="FFFFFFFF">
      <w:numFmt w:val="bullet"/>
      <w:lvlText w:val="•"/>
      <w:lvlJc w:val="left"/>
      <w:pPr>
        <w:ind w:left="3000" w:hanging="432"/>
      </w:pPr>
      <w:rPr>
        <w:lang w:val="uk-UA" w:eastAsia="uk-UA" w:bidi="uk-UA"/>
      </w:rPr>
    </w:lvl>
    <w:lvl w:ilvl="4" w:tplc="FFFFFFFF">
      <w:numFmt w:val="bullet"/>
      <w:lvlText w:val="•"/>
      <w:lvlJc w:val="left"/>
      <w:pPr>
        <w:ind w:left="3960" w:hanging="432"/>
      </w:pPr>
      <w:rPr>
        <w:lang w:val="uk-UA" w:eastAsia="uk-UA" w:bidi="uk-UA"/>
      </w:rPr>
    </w:lvl>
    <w:lvl w:ilvl="5" w:tplc="FFFFFFFF">
      <w:numFmt w:val="bullet"/>
      <w:lvlText w:val="•"/>
      <w:lvlJc w:val="left"/>
      <w:pPr>
        <w:ind w:left="4920" w:hanging="432"/>
      </w:pPr>
      <w:rPr>
        <w:lang w:val="uk-UA" w:eastAsia="uk-UA" w:bidi="uk-UA"/>
      </w:rPr>
    </w:lvl>
    <w:lvl w:ilvl="6" w:tplc="FFFFFFFF">
      <w:numFmt w:val="bullet"/>
      <w:lvlText w:val="•"/>
      <w:lvlJc w:val="left"/>
      <w:pPr>
        <w:ind w:left="5880" w:hanging="432"/>
      </w:pPr>
      <w:rPr>
        <w:lang w:val="uk-UA" w:eastAsia="uk-UA" w:bidi="uk-UA"/>
      </w:rPr>
    </w:lvl>
    <w:lvl w:ilvl="7" w:tplc="FFFFFFFF">
      <w:numFmt w:val="bullet"/>
      <w:lvlText w:val="•"/>
      <w:lvlJc w:val="left"/>
      <w:pPr>
        <w:ind w:left="6840" w:hanging="432"/>
      </w:pPr>
      <w:rPr>
        <w:lang w:val="uk-UA" w:eastAsia="uk-UA" w:bidi="uk-UA"/>
      </w:rPr>
    </w:lvl>
    <w:lvl w:ilvl="8" w:tplc="FFFFFFFF">
      <w:numFmt w:val="bullet"/>
      <w:lvlText w:val="•"/>
      <w:lvlJc w:val="left"/>
      <w:pPr>
        <w:ind w:left="7800" w:hanging="432"/>
      </w:pPr>
      <w:rPr>
        <w:lang w:val="uk-UA" w:eastAsia="uk-UA" w:bidi="uk-UA"/>
      </w:rPr>
    </w:lvl>
  </w:abstractNum>
  <w:abstractNum w:abstractNumId="3" w15:restartNumberingAfterBreak="0">
    <w:nsid w:val="1EA85AF1"/>
    <w:multiLevelType w:val="multilevel"/>
    <w:tmpl w:val="4A0643A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BE231E1"/>
    <w:multiLevelType w:val="hybridMultilevel"/>
    <w:tmpl w:val="612AE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C33CFC"/>
    <w:multiLevelType w:val="hybridMultilevel"/>
    <w:tmpl w:val="5FDE659A"/>
    <w:lvl w:ilvl="0" w:tplc="206063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CAF4651"/>
    <w:multiLevelType w:val="multilevel"/>
    <w:tmpl w:val="C06EB0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48BE60E5"/>
    <w:multiLevelType w:val="hybridMultilevel"/>
    <w:tmpl w:val="2BFA5E58"/>
    <w:lvl w:ilvl="0" w:tplc="6616EED6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D6E41B2"/>
    <w:multiLevelType w:val="hybridMultilevel"/>
    <w:tmpl w:val="1F58C58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57F22E17"/>
    <w:multiLevelType w:val="multilevel"/>
    <w:tmpl w:val="9BE6554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0" w15:restartNumberingAfterBreak="0">
    <w:nsid w:val="580C1B15"/>
    <w:multiLevelType w:val="hybridMultilevel"/>
    <w:tmpl w:val="644AE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6B2B8E"/>
    <w:multiLevelType w:val="hybridMultilevel"/>
    <w:tmpl w:val="121E814C"/>
    <w:lvl w:ilvl="0" w:tplc="6F0A5E6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F931DF1"/>
    <w:multiLevelType w:val="hybridMultilevel"/>
    <w:tmpl w:val="CF28C102"/>
    <w:lvl w:ilvl="0" w:tplc="EC1EEE7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F6F46FD6">
      <w:numFmt w:val="none"/>
      <w:lvlText w:val=""/>
      <w:lvlJc w:val="left"/>
      <w:pPr>
        <w:tabs>
          <w:tab w:val="num" w:pos="360"/>
        </w:tabs>
      </w:pPr>
    </w:lvl>
    <w:lvl w:ilvl="2" w:tplc="F070C220">
      <w:numFmt w:val="none"/>
      <w:lvlText w:val=""/>
      <w:lvlJc w:val="left"/>
      <w:pPr>
        <w:tabs>
          <w:tab w:val="num" w:pos="360"/>
        </w:tabs>
      </w:pPr>
    </w:lvl>
    <w:lvl w:ilvl="3" w:tplc="DEF87636">
      <w:numFmt w:val="none"/>
      <w:lvlText w:val=""/>
      <w:lvlJc w:val="left"/>
      <w:pPr>
        <w:tabs>
          <w:tab w:val="num" w:pos="360"/>
        </w:tabs>
      </w:pPr>
    </w:lvl>
    <w:lvl w:ilvl="4" w:tplc="8D7C619C">
      <w:numFmt w:val="none"/>
      <w:lvlText w:val=""/>
      <w:lvlJc w:val="left"/>
      <w:pPr>
        <w:tabs>
          <w:tab w:val="num" w:pos="360"/>
        </w:tabs>
      </w:pPr>
    </w:lvl>
    <w:lvl w:ilvl="5" w:tplc="F2D6A19E">
      <w:numFmt w:val="none"/>
      <w:lvlText w:val=""/>
      <w:lvlJc w:val="left"/>
      <w:pPr>
        <w:tabs>
          <w:tab w:val="num" w:pos="360"/>
        </w:tabs>
      </w:pPr>
    </w:lvl>
    <w:lvl w:ilvl="6" w:tplc="C38A03BA">
      <w:numFmt w:val="none"/>
      <w:lvlText w:val=""/>
      <w:lvlJc w:val="left"/>
      <w:pPr>
        <w:tabs>
          <w:tab w:val="num" w:pos="360"/>
        </w:tabs>
      </w:pPr>
    </w:lvl>
    <w:lvl w:ilvl="7" w:tplc="2FB24EB2">
      <w:numFmt w:val="none"/>
      <w:lvlText w:val=""/>
      <w:lvlJc w:val="left"/>
      <w:pPr>
        <w:tabs>
          <w:tab w:val="num" w:pos="360"/>
        </w:tabs>
      </w:pPr>
    </w:lvl>
    <w:lvl w:ilvl="8" w:tplc="7DF81728">
      <w:numFmt w:val="none"/>
      <w:lvlText w:val=""/>
      <w:lvlJc w:val="left"/>
      <w:pPr>
        <w:tabs>
          <w:tab w:val="num" w:pos="360"/>
        </w:tabs>
      </w:pPr>
    </w:lvl>
  </w:abstractNum>
  <w:num w:numId="1" w16cid:durableId="2117678588">
    <w:abstractNumId w:val="12"/>
  </w:num>
  <w:num w:numId="2" w16cid:durableId="230772290">
    <w:abstractNumId w:val="1"/>
  </w:num>
  <w:num w:numId="3" w16cid:durableId="1024595836">
    <w:abstractNumId w:val="8"/>
  </w:num>
  <w:num w:numId="4" w16cid:durableId="171382082">
    <w:abstractNumId w:val="5"/>
  </w:num>
  <w:num w:numId="5" w16cid:durableId="196629739">
    <w:abstractNumId w:val="7"/>
  </w:num>
  <w:num w:numId="6" w16cid:durableId="1630361702">
    <w:abstractNumId w:val="10"/>
  </w:num>
  <w:num w:numId="7" w16cid:durableId="1098867744">
    <w:abstractNumId w:val="4"/>
  </w:num>
  <w:num w:numId="8" w16cid:durableId="1972010281">
    <w:abstractNumId w:val="11"/>
  </w:num>
  <w:num w:numId="9" w16cid:durableId="762262316">
    <w:abstractNumId w:val="6"/>
  </w:num>
  <w:num w:numId="10" w16cid:durableId="9542880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43336147">
    <w:abstractNumId w:val="3"/>
  </w:num>
  <w:num w:numId="12" w16cid:durableId="1575430063">
    <w:abstractNumId w:val="0"/>
  </w:num>
  <w:num w:numId="13" w16cid:durableId="469397910">
    <w:abstractNumId w:val="2"/>
  </w:num>
  <w:num w:numId="14" w16cid:durableId="13674113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6F"/>
    <w:rsid w:val="00001498"/>
    <w:rsid w:val="00017942"/>
    <w:rsid w:val="000201CD"/>
    <w:rsid w:val="00020F40"/>
    <w:rsid w:val="0003082D"/>
    <w:rsid w:val="00030FE9"/>
    <w:rsid w:val="00032D21"/>
    <w:rsid w:val="00034D95"/>
    <w:rsid w:val="00035026"/>
    <w:rsid w:val="00036412"/>
    <w:rsid w:val="00040171"/>
    <w:rsid w:val="0004180A"/>
    <w:rsid w:val="00051041"/>
    <w:rsid w:val="000552BC"/>
    <w:rsid w:val="00061ADD"/>
    <w:rsid w:val="00062D76"/>
    <w:rsid w:val="00065C49"/>
    <w:rsid w:val="00066E14"/>
    <w:rsid w:val="00075EFA"/>
    <w:rsid w:val="0008105B"/>
    <w:rsid w:val="00097384"/>
    <w:rsid w:val="000A7B99"/>
    <w:rsid w:val="000B1A70"/>
    <w:rsid w:val="000B25C5"/>
    <w:rsid w:val="000D1A0B"/>
    <w:rsid w:val="000D3164"/>
    <w:rsid w:val="000E3433"/>
    <w:rsid w:val="000E7C90"/>
    <w:rsid w:val="000F1512"/>
    <w:rsid w:val="000F221F"/>
    <w:rsid w:val="000F254C"/>
    <w:rsid w:val="000F3A58"/>
    <w:rsid w:val="000F4F39"/>
    <w:rsid w:val="000F745F"/>
    <w:rsid w:val="00100159"/>
    <w:rsid w:val="00100544"/>
    <w:rsid w:val="00101386"/>
    <w:rsid w:val="00112769"/>
    <w:rsid w:val="001129C8"/>
    <w:rsid w:val="0011363D"/>
    <w:rsid w:val="00114ECF"/>
    <w:rsid w:val="00120900"/>
    <w:rsid w:val="00123256"/>
    <w:rsid w:val="001400F4"/>
    <w:rsid w:val="00143C9E"/>
    <w:rsid w:val="00150E92"/>
    <w:rsid w:val="00151BCF"/>
    <w:rsid w:val="001630E1"/>
    <w:rsid w:val="00172104"/>
    <w:rsid w:val="00182E14"/>
    <w:rsid w:val="00183890"/>
    <w:rsid w:val="0018392C"/>
    <w:rsid w:val="001910BD"/>
    <w:rsid w:val="00191B91"/>
    <w:rsid w:val="00195ABE"/>
    <w:rsid w:val="001A01B4"/>
    <w:rsid w:val="001A161D"/>
    <w:rsid w:val="001A24AD"/>
    <w:rsid w:val="001A2596"/>
    <w:rsid w:val="001A2760"/>
    <w:rsid w:val="001B1B39"/>
    <w:rsid w:val="001B3D52"/>
    <w:rsid w:val="001C2607"/>
    <w:rsid w:val="001C3139"/>
    <w:rsid w:val="001C38F9"/>
    <w:rsid w:val="001C5E7C"/>
    <w:rsid w:val="001D1282"/>
    <w:rsid w:val="001E05C2"/>
    <w:rsid w:val="001E2135"/>
    <w:rsid w:val="001E2B36"/>
    <w:rsid w:val="001E42F3"/>
    <w:rsid w:val="001E5ADC"/>
    <w:rsid w:val="001E673A"/>
    <w:rsid w:val="001E7972"/>
    <w:rsid w:val="001F0206"/>
    <w:rsid w:val="001F4553"/>
    <w:rsid w:val="00206CDA"/>
    <w:rsid w:val="00213DCE"/>
    <w:rsid w:val="00213E7D"/>
    <w:rsid w:val="00221C77"/>
    <w:rsid w:val="00225DA5"/>
    <w:rsid w:val="002300EA"/>
    <w:rsid w:val="0023471F"/>
    <w:rsid w:val="002406E5"/>
    <w:rsid w:val="002409FC"/>
    <w:rsid w:val="0024423F"/>
    <w:rsid w:val="002444EC"/>
    <w:rsid w:val="0024654D"/>
    <w:rsid w:val="0025787E"/>
    <w:rsid w:val="00261AD1"/>
    <w:rsid w:val="00262288"/>
    <w:rsid w:val="00271A82"/>
    <w:rsid w:val="00271E66"/>
    <w:rsid w:val="00275DCB"/>
    <w:rsid w:val="0027744A"/>
    <w:rsid w:val="00280271"/>
    <w:rsid w:val="0028072E"/>
    <w:rsid w:val="00284C7C"/>
    <w:rsid w:val="0028743B"/>
    <w:rsid w:val="00291C9F"/>
    <w:rsid w:val="00293307"/>
    <w:rsid w:val="002A2843"/>
    <w:rsid w:val="002A5541"/>
    <w:rsid w:val="002B1DC8"/>
    <w:rsid w:val="002B3791"/>
    <w:rsid w:val="002B53FF"/>
    <w:rsid w:val="002C21D7"/>
    <w:rsid w:val="002C5E5E"/>
    <w:rsid w:val="002D0977"/>
    <w:rsid w:val="002D28B4"/>
    <w:rsid w:val="002E0C69"/>
    <w:rsid w:val="002E4289"/>
    <w:rsid w:val="002E4829"/>
    <w:rsid w:val="002F337E"/>
    <w:rsid w:val="002F42C6"/>
    <w:rsid w:val="00314440"/>
    <w:rsid w:val="00321366"/>
    <w:rsid w:val="00322099"/>
    <w:rsid w:val="003251C6"/>
    <w:rsid w:val="00326A47"/>
    <w:rsid w:val="00334A50"/>
    <w:rsid w:val="003405EA"/>
    <w:rsid w:val="00340D62"/>
    <w:rsid w:val="00346BE4"/>
    <w:rsid w:val="00350382"/>
    <w:rsid w:val="00356AC5"/>
    <w:rsid w:val="00362434"/>
    <w:rsid w:val="00373DCC"/>
    <w:rsid w:val="00377183"/>
    <w:rsid w:val="00383A21"/>
    <w:rsid w:val="0039055B"/>
    <w:rsid w:val="003940D5"/>
    <w:rsid w:val="003A76F1"/>
    <w:rsid w:val="003B221C"/>
    <w:rsid w:val="003C5451"/>
    <w:rsid w:val="003D154A"/>
    <w:rsid w:val="003D4A13"/>
    <w:rsid w:val="003D4F6E"/>
    <w:rsid w:val="003D7027"/>
    <w:rsid w:val="003F0D6E"/>
    <w:rsid w:val="003F1226"/>
    <w:rsid w:val="003F1A4E"/>
    <w:rsid w:val="003F30E5"/>
    <w:rsid w:val="00406758"/>
    <w:rsid w:val="00406C90"/>
    <w:rsid w:val="00411041"/>
    <w:rsid w:val="00411A1F"/>
    <w:rsid w:val="00413339"/>
    <w:rsid w:val="00430432"/>
    <w:rsid w:val="0043518A"/>
    <w:rsid w:val="00437DCB"/>
    <w:rsid w:val="00440A37"/>
    <w:rsid w:val="0044146F"/>
    <w:rsid w:val="00447B75"/>
    <w:rsid w:val="0045113D"/>
    <w:rsid w:val="00454A57"/>
    <w:rsid w:val="0045767C"/>
    <w:rsid w:val="004616ED"/>
    <w:rsid w:val="0046744A"/>
    <w:rsid w:val="00471242"/>
    <w:rsid w:val="00471FBC"/>
    <w:rsid w:val="00474D22"/>
    <w:rsid w:val="0048163A"/>
    <w:rsid w:val="00483378"/>
    <w:rsid w:val="00491CA6"/>
    <w:rsid w:val="00495772"/>
    <w:rsid w:val="00496CA8"/>
    <w:rsid w:val="004A2143"/>
    <w:rsid w:val="004A278F"/>
    <w:rsid w:val="004A7D5C"/>
    <w:rsid w:val="004B1238"/>
    <w:rsid w:val="004B1CD0"/>
    <w:rsid w:val="004B24AF"/>
    <w:rsid w:val="004B3C2E"/>
    <w:rsid w:val="004C30BC"/>
    <w:rsid w:val="004F4042"/>
    <w:rsid w:val="0050741B"/>
    <w:rsid w:val="00507639"/>
    <w:rsid w:val="005079BB"/>
    <w:rsid w:val="00510F4B"/>
    <w:rsid w:val="0051192C"/>
    <w:rsid w:val="00512BDF"/>
    <w:rsid w:val="00517592"/>
    <w:rsid w:val="005205F7"/>
    <w:rsid w:val="0052551B"/>
    <w:rsid w:val="005274B0"/>
    <w:rsid w:val="00530450"/>
    <w:rsid w:val="005305DB"/>
    <w:rsid w:val="0053173D"/>
    <w:rsid w:val="00531E2A"/>
    <w:rsid w:val="005346E1"/>
    <w:rsid w:val="00540D2A"/>
    <w:rsid w:val="0054667A"/>
    <w:rsid w:val="00555B1C"/>
    <w:rsid w:val="00556646"/>
    <w:rsid w:val="005677CC"/>
    <w:rsid w:val="00573EB5"/>
    <w:rsid w:val="00584802"/>
    <w:rsid w:val="00587F5E"/>
    <w:rsid w:val="005A06D1"/>
    <w:rsid w:val="005A4DAE"/>
    <w:rsid w:val="005C1D5D"/>
    <w:rsid w:val="005C3476"/>
    <w:rsid w:val="005C5292"/>
    <w:rsid w:val="005C66AC"/>
    <w:rsid w:val="005D378D"/>
    <w:rsid w:val="005D5739"/>
    <w:rsid w:val="005E0313"/>
    <w:rsid w:val="005E05D2"/>
    <w:rsid w:val="005E2D43"/>
    <w:rsid w:val="005F2B06"/>
    <w:rsid w:val="005F492A"/>
    <w:rsid w:val="005F5CC9"/>
    <w:rsid w:val="005F75C6"/>
    <w:rsid w:val="00600565"/>
    <w:rsid w:val="00601A12"/>
    <w:rsid w:val="00612935"/>
    <w:rsid w:val="00615A85"/>
    <w:rsid w:val="0061667D"/>
    <w:rsid w:val="006202FD"/>
    <w:rsid w:val="00630348"/>
    <w:rsid w:val="0063096A"/>
    <w:rsid w:val="00632247"/>
    <w:rsid w:val="00633619"/>
    <w:rsid w:val="00642044"/>
    <w:rsid w:val="00647450"/>
    <w:rsid w:val="00651310"/>
    <w:rsid w:val="006518E5"/>
    <w:rsid w:val="00655D5C"/>
    <w:rsid w:val="00656799"/>
    <w:rsid w:val="006603F4"/>
    <w:rsid w:val="006656AA"/>
    <w:rsid w:val="00666CAF"/>
    <w:rsid w:val="006779C1"/>
    <w:rsid w:val="006801CD"/>
    <w:rsid w:val="00681528"/>
    <w:rsid w:val="00687899"/>
    <w:rsid w:val="00687F4E"/>
    <w:rsid w:val="006A09FF"/>
    <w:rsid w:val="006A2A95"/>
    <w:rsid w:val="006D2663"/>
    <w:rsid w:val="006F0FD3"/>
    <w:rsid w:val="006F1D28"/>
    <w:rsid w:val="006F7D72"/>
    <w:rsid w:val="007014FE"/>
    <w:rsid w:val="00703F12"/>
    <w:rsid w:val="007041D8"/>
    <w:rsid w:val="007070B5"/>
    <w:rsid w:val="00711B5F"/>
    <w:rsid w:val="00712AF2"/>
    <w:rsid w:val="007149A4"/>
    <w:rsid w:val="00715CBC"/>
    <w:rsid w:val="007173DB"/>
    <w:rsid w:val="0071772A"/>
    <w:rsid w:val="00720960"/>
    <w:rsid w:val="00723CEB"/>
    <w:rsid w:val="00727303"/>
    <w:rsid w:val="00727987"/>
    <w:rsid w:val="007441B1"/>
    <w:rsid w:val="00744BA6"/>
    <w:rsid w:val="007502B6"/>
    <w:rsid w:val="00754477"/>
    <w:rsid w:val="007636EF"/>
    <w:rsid w:val="007773A4"/>
    <w:rsid w:val="00777D3E"/>
    <w:rsid w:val="00781650"/>
    <w:rsid w:val="00784BF6"/>
    <w:rsid w:val="007862ED"/>
    <w:rsid w:val="00786570"/>
    <w:rsid w:val="00786975"/>
    <w:rsid w:val="00796387"/>
    <w:rsid w:val="00796BF3"/>
    <w:rsid w:val="007A2D47"/>
    <w:rsid w:val="007B2906"/>
    <w:rsid w:val="007B2990"/>
    <w:rsid w:val="007B509A"/>
    <w:rsid w:val="007C3C9B"/>
    <w:rsid w:val="007C506F"/>
    <w:rsid w:val="007E0EBE"/>
    <w:rsid w:val="007E355F"/>
    <w:rsid w:val="007E754C"/>
    <w:rsid w:val="007F1681"/>
    <w:rsid w:val="007F5E7F"/>
    <w:rsid w:val="007F7A70"/>
    <w:rsid w:val="0080098A"/>
    <w:rsid w:val="00806202"/>
    <w:rsid w:val="00812F79"/>
    <w:rsid w:val="00815EEE"/>
    <w:rsid w:val="00815EFD"/>
    <w:rsid w:val="0083057B"/>
    <w:rsid w:val="00832318"/>
    <w:rsid w:val="00833E7F"/>
    <w:rsid w:val="008360A4"/>
    <w:rsid w:val="00836807"/>
    <w:rsid w:val="00843CD7"/>
    <w:rsid w:val="00846C36"/>
    <w:rsid w:val="00861584"/>
    <w:rsid w:val="0087187B"/>
    <w:rsid w:val="00876DC9"/>
    <w:rsid w:val="0088028C"/>
    <w:rsid w:val="00883B33"/>
    <w:rsid w:val="00884F34"/>
    <w:rsid w:val="00887417"/>
    <w:rsid w:val="00891702"/>
    <w:rsid w:val="008942EB"/>
    <w:rsid w:val="00895A6F"/>
    <w:rsid w:val="00896CC7"/>
    <w:rsid w:val="008A79EA"/>
    <w:rsid w:val="008B6EF6"/>
    <w:rsid w:val="008B7236"/>
    <w:rsid w:val="008C728B"/>
    <w:rsid w:val="008E2CCF"/>
    <w:rsid w:val="008F2AF8"/>
    <w:rsid w:val="008F7E2A"/>
    <w:rsid w:val="0090317B"/>
    <w:rsid w:val="00905953"/>
    <w:rsid w:val="00912402"/>
    <w:rsid w:val="00912B17"/>
    <w:rsid w:val="00913A2B"/>
    <w:rsid w:val="00921F9B"/>
    <w:rsid w:val="00922272"/>
    <w:rsid w:val="00933AB7"/>
    <w:rsid w:val="00945794"/>
    <w:rsid w:val="009479EF"/>
    <w:rsid w:val="00952EF7"/>
    <w:rsid w:val="00954D3B"/>
    <w:rsid w:val="00962160"/>
    <w:rsid w:val="00962472"/>
    <w:rsid w:val="00977F5C"/>
    <w:rsid w:val="00982788"/>
    <w:rsid w:val="00983EF1"/>
    <w:rsid w:val="00991D6E"/>
    <w:rsid w:val="009A681B"/>
    <w:rsid w:val="009A7721"/>
    <w:rsid w:val="009B5ECB"/>
    <w:rsid w:val="009C01E3"/>
    <w:rsid w:val="009C2E22"/>
    <w:rsid w:val="009C2F2B"/>
    <w:rsid w:val="009D2496"/>
    <w:rsid w:val="009D2570"/>
    <w:rsid w:val="009E0536"/>
    <w:rsid w:val="009E33E9"/>
    <w:rsid w:val="009E3B6A"/>
    <w:rsid w:val="009F5840"/>
    <w:rsid w:val="00A00A7E"/>
    <w:rsid w:val="00A03C08"/>
    <w:rsid w:val="00A070C0"/>
    <w:rsid w:val="00A0783C"/>
    <w:rsid w:val="00A16622"/>
    <w:rsid w:val="00A33257"/>
    <w:rsid w:val="00A3710C"/>
    <w:rsid w:val="00A429BB"/>
    <w:rsid w:val="00A476AF"/>
    <w:rsid w:val="00A5181E"/>
    <w:rsid w:val="00A51ABE"/>
    <w:rsid w:val="00A520AD"/>
    <w:rsid w:val="00A53427"/>
    <w:rsid w:val="00A676E0"/>
    <w:rsid w:val="00A67D0D"/>
    <w:rsid w:val="00A754F6"/>
    <w:rsid w:val="00A76318"/>
    <w:rsid w:val="00A93BCF"/>
    <w:rsid w:val="00A96999"/>
    <w:rsid w:val="00A97BB5"/>
    <w:rsid w:val="00AA5C75"/>
    <w:rsid w:val="00AB35F0"/>
    <w:rsid w:val="00AB7989"/>
    <w:rsid w:val="00AC265D"/>
    <w:rsid w:val="00AC5B0C"/>
    <w:rsid w:val="00AD16D0"/>
    <w:rsid w:val="00AD78B5"/>
    <w:rsid w:val="00AF715A"/>
    <w:rsid w:val="00B04B3B"/>
    <w:rsid w:val="00B13739"/>
    <w:rsid w:val="00B1419E"/>
    <w:rsid w:val="00B15E2E"/>
    <w:rsid w:val="00B15F69"/>
    <w:rsid w:val="00B16313"/>
    <w:rsid w:val="00B21A64"/>
    <w:rsid w:val="00B2415B"/>
    <w:rsid w:val="00B300C5"/>
    <w:rsid w:val="00B30330"/>
    <w:rsid w:val="00B33FCB"/>
    <w:rsid w:val="00B40366"/>
    <w:rsid w:val="00B40984"/>
    <w:rsid w:val="00B43502"/>
    <w:rsid w:val="00B438BD"/>
    <w:rsid w:val="00B43C84"/>
    <w:rsid w:val="00B469B5"/>
    <w:rsid w:val="00B52D5B"/>
    <w:rsid w:val="00B53544"/>
    <w:rsid w:val="00B568E6"/>
    <w:rsid w:val="00B608D5"/>
    <w:rsid w:val="00B7075A"/>
    <w:rsid w:val="00B70D0D"/>
    <w:rsid w:val="00B71FC4"/>
    <w:rsid w:val="00B765B4"/>
    <w:rsid w:val="00B77E7D"/>
    <w:rsid w:val="00B95F01"/>
    <w:rsid w:val="00BA556D"/>
    <w:rsid w:val="00BA5DED"/>
    <w:rsid w:val="00BB182F"/>
    <w:rsid w:val="00BB6850"/>
    <w:rsid w:val="00BB6B59"/>
    <w:rsid w:val="00BB7666"/>
    <w:rsid w:val="00BC014A"/>
    <w:rsid w:val="00BC24B1"/>
    <w:rsid w:val="00BC4164"/>
    <w:rsid w:val="00BC43D1"/>
    <w:rsid w:val="00BC4C8C"/>
    <w:rsid w:val="00BC7FA1"/>
    <w:rsid w:val="00BD4187"/>
    <w:rsid w:val="00BD4510"/>
    <w:rsid w:val="00BD666F"/>
    <w:rsid w:val="00BE1011"/>
    <w:rsid w:val="00BE2DEF"/>
    <w:rsid w:val="00BE68B1"/>
    <w:rsid w:val="00BE7E4D"/>
    <w:rsid w:val="00BF5394"/>
    <w:rsid w:val="00C109C3"/>
    <w:rsid w:val="00C15539"/>
    <w:rsid w:val="00C2031C"/>
    <w:rsid w:val="00C24F1C"/>
    <w:rsid w:val="00C368C8"/>
    <w:rsid w:val="00C36F1E"/>
    <w:rsid w:val="00C40FFA"/>
    <w:rsid w:val="00C45949"/>
    <w:rsid w:val="00C45FFC"/>
    <w:rsid w:val="00C47715"/>
    <w:rsid w:val="00C575DB"/>
    <w:rsid w:val="00C7567F"/>
    <w:rsid w:val="00C821FE"/>
    <w:rsid w:val="00C86055"/>
    <w:rsid w:val="00C960E7"/>
    <w:rsid w:val="00C96C9F"/>
    <w:rsid w:val="00C96E94"/>
    <w:rsid w:val="00CA4679"/>
    <w:rsid w:val="00CA646E"/>
    <w:rsid w:val="00CA648D"/>
    <w:rsid w:val="00CB0E6C"/>
    <w:rsid w:val="00CB1170"/>
    <w:rsid w:val="00CB4120"/>
    <w:rsid w:val="00CB493E"/>
    <w:rsid w:val="00CB7527"/>
    <w:rsid w:val="00CC074C"/>
    <w:rsid w:val="00CC08A7"/>
    <w:rsid w:val="00CC2628"/>
    <w:rsid w:val="00CD212F"/>
    <w:rsid w:val="00CD35F3"/>
    <w:rsid w:val="00CE0430"/>
    <w:rsid w:val="00CE10FB"/>
    <w:rsid w:val="00CF7926"/>
    <w:rsid w:val="00D06226"/>
    <w:rsid w:val="00D06765"/>
    <w:rsid w:val="00D07FE6"/>
    <w:rsid w:val="00D14D14"/>
    <w:rsid w:val="00D1688D"/>
    <w:rsid w:val="00D2049C"/>
    <w:rsid w:val="00D27869"/>
    <w:rsid w:val="00D31A2B"/>
    <w:rsid w:val="00D34055"/>
    <w:rsid w:val="00D35496"/>
    <w:rsid w:val="00D36ED9"/>
    <w:rsid w:val="00D414BF"/>
    <w:rsid w:val="00D4212D"/>
    <w:rsid w:val="00D433F5"/>
    <w:rsid w:val="00D44654"/>
    <w:rsid w:val="00D5056B"/>
    <w:rsid w:val="00D52BD1"/>
    <w:rsid w:val="00D565E2"/>
    <w:rsid w:val="00D80135"/>
    <w:rsid w:val="00D82BC5"/>
    <w:rsid w:val="00D82DD7"/>
    <w:rsid w:val="00D839FA"/>
    <w:rsid w:val="00D9126A"/>
    <w:rsid w:val="00D96B67"/>
    <w:rsid w:val="00DA43D2"/>
    <w:rsid w:val="00DB162D"/>
    <w:rsid w:val="00DB688D"/>
    <w:rsid w:val="00DC284A"/>
    <w:rsid w:val="00DD2FEA"/>
    <w:rsid w:val="00DD377C"/>
    <w:rsid w:val="00DD4B18"/>
    <w:rsid w:val="00DE064E"/>
    <w:rsid w:val="00DE0AD7"/>
    <w:rsid w:val="00DE6A80"/>
    <w:rsid w:val="00DF05D0"/>
    <w:rsid w:val="00DF3C52"/>
    <w:rsid w:val="00E05904"/>
    <w:rsid w:val="00E069D4"/>
    <w:rsid w:val="00E20AEA"/>
    <w:rsid w:val="00E36EDE"/>
    <w:rsid w:val="00E37B1E"/>
    <w:rsid w:val="00E5437B"/>
    <w:rsid w:val="00E57032"/>
    <w:rsid w:val="00E672A4"/>
    <w:rsid w:val="00E72B43"/>
    <w:rsid w:val="00E77893"/>
    <w:rsid w:val="00E82535"/>
    <w:rsid w:val="00E93E0B"/>
    <w:rsid w:val="00EA15A7"/>
    <w:rsid w:val="00EC13E8"/>
    <w:rsid w:val="00EC3B95"/>
    <w:rsid w:val="00ED73F8"/>
    <w:rsid w:val="00EE5757"/>
    <w:rsid w:val="00EF049E"/>
    <w:rsid w:val="00EF0D13"/>
    <w:rsid w:val="00EF49C0"/>
    <w:rsid w:val="00EF7926"/>
    <w:rsid w:val="00F020C2"/>
    <w:rsid w:val="00F024A4"/>
    <w:rsid w:val="00F07599"/>
    <w:rsid w:val="00F1162E"/>
    <w:rsid w:val="00F14BD3"/>
    <w:rsid w:val="00F23DD4"/>
    <w:rsid w:val="00F2586C"/>
    <w:rsid w:val="00F537D9"/>
    <w:rsid w:val="00F54A7A"/>
    <w:rsid w:val="00F575AA"/>
    <w:rsid w:val="00F57DDA"/>
    <w:rsid w:val="00F61541"/>
    <w:rsid w:val="00F67A00"/>
    <w:rsid w:val="00F72F9B"/>
    <w:rsid w:val="00F74598"/>
    <w:rsid w:val="00F82FC6"/>
    <w:rsid w:val="00F91ABB"/>
    <w:rsid w:val="00F965B9"/>
    <w:rsid w:val="00FA1FE1"/>
    <w:rsid w:val="00FA2DC7"/>
    <w:rsid w:val="00FB10BE"/>
    <w:rsid w:val="00FB53B5"/>
    <w:rsid w:val="00FB6837"/>
    <w:rsid w:val="00FB7C43"/>
    <w:rsid w:val="00FC2DE2"/>
    <w:rsid w:val="00FC5FFD"/>
    <w:rsid w:val="00FC668C"/>
    <w:rsid w:val="00FD004B"/>
    <w:rsid w:val="00FD28A6"/>
    <w:rsid w:val="00FD314F"/>
    <w:rsid w:val="00FD47C5"/>
    <w:rsid w:val="00FD6847"/>
    <w:rsid w:val="00FD7604"/>
    <w:rsid w:val="00FF398E"/>
    <w:rsid w:val="00FF3E96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8A11E5"/>
  <w15:docId w15:val="{A4302D08-C49C-489E-9FA4-C6001349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26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43C9E"/>
    <w:pPr>
      <w:keepNext/>
      <w:jc w:val="center"/>
      <w:outlineLvl w:val="0"/>
    </w:pPr>
    <w:rPr>
      <w:rFonts w:eastAsia="Batang"/>
      <w:color w:val="0000FF"/>
      <w:sz w:val="32"/>
      <w:szCs w:val="20"/>
      <w:lang w:val="x-none" w:eastAsia="uk-UA"/>
    </w:rPr>
  </w:style>
  <w:style w:type="paragraph" w:styleId="2">
    <w:name w:val="heading 2"/>
    <w:basedOn w:val="a"/>
    <w:next w:val="a"/>
    <w:link w:val="20"/>
    <w:qFormat/>
    <w:rsid w:val="00143C9E"/>
    <w:pPr>
      <w:keepNext/>
      <w:jc w:val="center"/>
      <w:outlineLvl w:val="1"/>
    </w:pPr>
    <w:rPr>
      <w:rFonts w:eastAsia="Batang"/>
      <w:b/>
      <w:sz w:val="28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1A82"/>
    <w:rPr>
      <w:rFonts w:ascii="Tahoma" w:hAnsi="Tahoma" w:cs="Tahoma"/>
      <w:sz w:val="16"/>
      <w:szCs w:val="16"/>
    </w:rPr>
  </w:style>
  <w:style w:type="character" w:styleId="a4">
    <w:name w:val="Hyperlink"/>
    <w:rsid w:val="00CE10FB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1553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footer"/>
    <w:basedOn w:val="a"/>
    <w:rsid w:val="00C15539"/>
    <w:pPr>
      <w:tabs>
        <w:tab w:val="center" w:pos="4677"/>
        <w:tab w:val="right" w:pos="9355"/>
      </w:tabs>
    </w:pPr>
  </w:style>
  <w:style w:type="paragraph" w:customStyle="1" w:styleId="a8">
    <w:name w:val="Знак Знак Знак Знак"/>
    <w:basedOn w:val="a"/>
    <w:rsid w:val="006801CD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F54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54A7A"/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43518A"/>
    <w:rPr>
      <w:rFonts w:eastAsia="Batang"/>
      <w:color w:val="0000FF"/>
      <w:sz w:val="32"/>
      <w:lang w:eastAsia="uk-UA"/>
    </w:rPr>
  </w:style>
  <w:style w:type="character" w:customStyle="1" w:styleId="20">
    <w:name w:val="Заголовок 2 Знак"/>
    <w:link w:val="2"/>
    <w:rsid w:val="0043518A"/>
    <w:rPr>
      <w:rFonts w:eastAsia="Batang"/>
      <w:b/>
      <w:sz w:val="28"/>
      <w:lang w:eastAsia="uk-UA"/>
    </w:rPr>
  </w:style>
  <w:style w:type="character" w:customStyle="1" w:styleId="a6">
    <w:name w:val="Верхний колонтитул Знак"/>
    <w:link w:val="a5"/>
    <w:uiPriority w:val="99"/>
    <w:rsid w:val="0043518A"/>
    <w:rPr>
      <w:sz w:val="24"/>
      <w:szCs w:val="24"/>
    </w:rPr>
  </w:style>
  <w:style w:type="paragraph" w:styleId="a9">
    <w:name w:val="List Paragraph"/>
    <w:basedOn w:val="a"/>
    <w:uiPriority w:val="1"/>
    <w:qFormat/>
    <w:rsid w:val="00FB53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a">
    <w:name w:val="page number"/>
    <w:basedOn w:val="a0"/>
    <w:rsid w:val="00843CD7"/>
  </w:style>
  <w:style w:type="paragraph" w:styleId="ab">
    <w:name w:val="caption"/>
    <w:basedOn w:val="a"/>
    <w:next w:val="a"/>
    <w:qFormat/>
    <w:rsid w:val="002B3791"/>
    <w:rPr>
      <w:rFonts w:eastAsia="Calibri"/>
      <w:szCs w:val="20"/>
    </w:rPr>
  </w:style>
  <w:style w:type="paragraph" w:styleId="21">
    <w:name w:val="Body Text 2"/>
    <w:basedOn w:val="a"/>
    <w:link w:val="22"/>
    <w:uiPriority w:val="99"/>
    <w:unhideWhenUsed/>
    <w:rsid w:val="00833E7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833E7F"/>
    <w:rPr>
      <w:sz w:val="24"/>
      <w:szCs w:val="24"/>
      <w:lang w:val="ru-RU" w:eastAsia="ru-RU"/>
    </w:rPr>
  </w:style>
  <w:style w:type="table" w:styleId="ac">
    <w:name w:val="Table Grid"/>
    <w:basedOn w:val="a1"/>
    <w:uiPriority w:val="59"/>
    <w:rsid w:val="00833E7F"/>
    <w:pPr>
      <w:jc w:val="center"/>
    </w:pPr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lya\Downloads\&#1064;&#1040;&#1041;&#1051;&#1054;&#1053;%20-%20&#1053;&#1040;&#1050;&#1040;&#1047;%20&#1079;&#1072;%20&#1044;&#1057;&#1058;&#1059;%204163_2020%20.dot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BA23B-7205-44CC-AC1C-1EAF7B4F9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- НАКАЗ за ДСТУ 4163_2020 </Template>
  <TotalTime>98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SPecialiST RePack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Rychko Nelya</dc:creator>
  <cp:keywords/>
  <cp:lastModifiedBy>Rychko Nelya</cp:lastModifiedBy>
  <cp:revision>65</cp:revision>
  <cp:lastPrinted>2020-11-03T11:02:00Z</cp:lastPrinted>
  <dcterms:created xsi:type="dcterms:W3CDTF">2024-03-27T07:24:00Z</dcterms:created>
  <dcterms:modified xsi:type="dcterms:W3CDTF">2024-04-01T09:38:00Z</dcterms:modified>
</cp:coreProperties>
</file>