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11428B" w14:textId="77777777" w:rsidR="008B65AB" w:rsidRPr="00430432" w:rsidRDefault="008B65AB" w:rsidP="008B65AB">
      <w:pPr>
        <w:pStyle w:val="1"/>
        <w:ind w:right="98"/>
        <w:rPr>
          <w:color w:val="000000"/>
          <w:sz w:val="24"/>
          <w:szCs w:val="24"/>
        </w:rPr>
      </w:pPr>
      <w:r w:rsidRPr="00430432">
        <w:rPr>
          <w:color w:val="000000"/>
          <w:sz w:val="24"/>
          <w:szCs w:val="24"/>
        </w:rPr>
        <w:t>ДЕПАРТАМЕНТ ОСВІТИ І НАУКИ</w:t>
      </w:r>
    </w:p>
    <w:p w14:paraId="5532B1B3" w14:textId="77777777" w:rsidR="008B65AB" w:rsidRPr="00430432" w:rsidRDefault="008B65AB" w:rsidP="008B65AB">
      <w:pPr>
        <w:pStyle w:val="1"/>
        <w:ind w:right="98"/>
        <w:rPr>
          <w:color w:val="000000"/>
          <w:sz w:val="24"/>
          <w:szCs w:val="24"/>
        </w:rPr>
      </w:pPr>
      <w:r w:rsidRPr="00430432">
        <w:rPr>
          <w:color w:val="000000"/>
          <w:sz w:val="24"/>
          <w:szCs w:val="24"/>
        </w:rPr>
        <w:t xml:space="preserve">ДНІПРОПЕТРОВСЬКОЇ ОБЛАСНОЇ ДЕРЖАВНОЇ АДМІНІСТРАЦІЇ </w:t>
      </w:r>
    </w:p>
    <w:p w14:paraId="14D80CC0" w14:textId="77777777" w:rsidR="008B65AB" w:rsidRDefault="008B65AB" w:rsidP="008B65AB">
      <w:pPr>
        <w:jc w:val="center"/>
        <w:rPr>
          <w:b/>
          <w:color w:val="000000"/>
          <w:lang w:val="uk-UA"/>
        </w:rPr>
      </w:pPr>
      <w:r w:rsidRPr="00430432">
        <w:rPr>
          <w:b/>
          <w:color w:val="000000"/>
          <w:lang w:val="uk-UA"/>
        </w:rPr>
        <w:t xml:space="preserve">КОМУНАЛЬНИЙ </w:t>
      </w:r>
      <w:r>
        <w:rPr>
          <w:b/>
          <w:color w:val="000000"/>
          <w:lang w:val="uk-UA"/>
        </w:rPr>
        <w:t xml:space="preserve">ЗАКЛАД ПОЗАШКІЛЬНОЇ ОСВІТИ </w:t>
      </w:r>
    </w:p>
    <w:p w14:paraId="3F6DEABB" w14:textId="77777777" w:rsidR="008B65AB" w:rsidRDefault="008B65AB" w:rsidP="008B65AB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“</w:t>
      </w:r>
      <w:r w:rsidRPr="00430432">
        <w:rPr>
          <w:b/>
          <w:color w:val="000000"/>
          <w:lang w:val="uk-UA"/>
        </w:rPr>
        <w:t xml:space="preserve">ДНІПРОПЕТРОВСЬКИЙ </w:t>
      </w:r>
      <w:r w:rsidRPr="000678CE">
        <w:rPr>
          <w:b/>
          <w:color w:val="000000"/>
          <w:lang w:val="uk-UA"/>
        </w:rPr>
        <w:t>ОБЛАСНИЙ ЦЕНТР НАУКОВО-ТЕХН</w:t>
      </w:r>
      <w:r w:rsidRPr="00430432">
        <w:rPr>
          <w:b/>
          <w:color w:val="000000"/>
          <w:lang w:val="uk-UA"/>
        </w:rPr>
        <w:t>І</w:t>
      </w:r>
      <w:r w:rsidRPr="000678CE">
        <w:rPr>
          <w:b/>
          <w:color w:val="000000"/>
          <w:lang w:val="uk-UA"/>
        </w:rPr>
        <w:t>ЧНО</w:t>
      </w:r>
      <w:r w:rsidRPr="00430432">
        <w:rPr>
          <w:b/>
          <w:color w:val="000000"/>
          <w:lang w:val="uk-UA"/>
        </w:rPr>
        <w:t>Ї ТВОРЧОСТІ ТА ІНФОРМАЦІЙНИХ ТЕХНОЛОГІЙ УЧНІВСЬКОЇ МОЛОДІ”</w:t>
      </w:r>
      <w:r>
        <w:rPr>
          <w:b/>
          <w:color w:val="000000"/>
          <w:lang w:val="uk-UA"/>
        </w:rPr>
        <w:t xml:space="preserve"> ДНІПРОПЕТРОВСЬКОЇ ОБЛАСНОЇ РАДИ”</w:t>
      </w:r>
    </w:p>
    <w:p w14:paraId="76D2DE9F" w14:textId="77777777" w:rsidR="008B65AB" w:rsidRDefault="008B65AB" w:rsidP="008B65AB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(КЗПО “ДОЦНТТ та ІТУМ” ДОР”) </w:t>
      </w:r>
    </w:p>
    <w:p w14:paraId="0625D2B6" w14:textId="77777777" w:rsidR="008B65AB" w:rsidRDefault="008B65AB" w:rsidP="0027744A">
      <w:pPr>
        <w:jc w:val="center"/>
        <w:rPr>
          <w:b/>
          <w:bCs/>
          <w:spacing w:val="60"/>
          <w:sz w:val="36"/>
          <w:szCs w:val="36"/>
          <w:lang w:val="uk-UA"/>
        </w:rPr>
      </w:pPr>
    </w:p>
    <w:p w14:paraId="65063051" w14:textId="19FCEF8A" w:rsidR="0027744A" w:rsidRPr="0027744A" w:rsidRDefault="0027744A" w:rsidP="0027744A">
      <w:pPr>
        <w:jc w:val="center"/>
        <w:rPr>
          <w:b/>
          <w:bCs/>
          <w:spacing w:val="60"/>
          <w:sz w:val="36"/>
          <w:szCs w:val="36"/>
          <w:lang w:val="uk-UA"/>
        </w:rPr>
      </w:pPr>
      <w:r w:rsidRPr="0027744A">
        <w:rPr>
          <w:b/>
          <w:bCs/>
          <w:spacing w:val="60"/>
          <w:sz w:val="36"/>
          <w:szCs w:val="36"/>
          <w:lang w:val="uk-UA"/>
        </w:rPr>
        <w:t>НАКАЗ</w:t>
      </w:r>
    </w:p>
    <w:p w14:paraId="39788F6F" w14:textId="77777777" w:rsidR="0027744A" w:rsidRDefault="0027744A"/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52"/>
        <w:gridCol w:w="2415"/>
        <w:gridCol w:w="3247"/>
      </w:tblGrid>
      <w:tr w:rsidR="003D154A" w14:paraId="789B7F79" w14:textId="77777777" w:rsidTr="00CB0E6C">
        <w:trPr>
          <w:trHeight w:val="416"/>
        </w:trPr>
        <w:tc>
          <w:tcPr>
            <w:tcW w:w="3552" w:type="dxa"/>
          </w:tcPr>
          <w:p w14:paraId="61236067" w14:textId="2524DCF9" w:rsidR="003D154A" w:rsidRPr="00CB4379" w:rsidRDefault="00E565A8" w:rsidP="00FA610C">
            <w:pPr>
              <w:spacing w:before="60" w:after="60"/>
              <w:rPr>
                <w:sz w:val="22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    </w:t>
            </w:r>
            <w:r w:rsidR="0054186A">
              <w:rPr>
                <w:sz w:val="28"/>
                <w:szCs w:val="28"/>
                <w:u w:val="single"/>
                <w:lang w:val="uk-UA"/>
              </w:rPr>
              <w:t>21</w:t>
            </w:r>
            <w:r>
              <w:rPr>
                <w:sz w:val="28"/>
                <w:szCs w:val="28"/>
                <w:u w:val="single"/>
                <w:lang w:val="uk-UA"/>
              </w:rPr>
              <w:t>.02</w:t>
            </w:r>
            <w:r w:rsidR="00CB4379" w:rsidRPr="00CB4379">
              <w:rPr>
                <w:sz w:val="28"/>
                <w:szCs w:val="28"/>
                <w:u w:val="single"/>
                <w:lang w:val="uk-UA"/>
              </w:rPr>
              <w:t>.</w:t>
            </w:r>
            <w:r w:rsidR="007D134B">
              <w:rPr>
                <w:sz w:val="28"/>
                <w:szCs w:val="28"/>
                <w:u w:val="single"/>
                <w:lang w:val="uk-UA"/>
              </w:rPr>
              <w:t>2025</w:t>
            </w:r>
            <w:r w:rsidR="003D154A" w:rsidRPr="00CB4379">
              <w:rPr>
                <w:sz w:val="28"/>
                <w:szCs w:val="28"/>
                <w:u w:val="single"/>
                <w:lang w:val="uk-UA"/>
              </w:rPr>
              <w:t xml:space="preserve"> р.</w:t>
            </w:r>
            <w:r w:rsidR="00CB4379" w:rsidRPr="00CB4379">
              <w:rPr>
                <w:sz w:val="28"/>
                <w:szCs w:val="28"/>
                <w:u w:val="single"/>
                <w:lang w:val="uk-UA"/>
              </w:rPr>
              <w:t>    </w:t>
            </w:r>
          </w:p>
        </w:tc>
        <w:tc>
          <w:tcPr>
            <w:tcW w:w="2415" w:type="dxa"/>
          </w:tcPr>
          <w:p w14:paraId="25362969" w14:textId="77777777" w:rsidR="003D154A" w:rsidRDefault="003D154A" w:rsidP="00FA610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м. Дніпро</w:t>
            </w:r>
          </w:p>
        </w:tc>
        <w:tc>
          <w:tcPr>
            <w:tcW w:w="3247" w:type="dxa"/>
          </w:tcPr>
          <w:p w14:paraId="29DF5A64" w14:textId="623DD5C9" w:rsidR="003D154A" w:rsidRPr="00D2049C" w:rsidRDefault="003D154A" w:rsidP="00CB4379">
            <w:pPr>
              <w:spacing w:before="60" w:after="60"/>
              <w:jc w:val="right"/>
              <w:rPr>
                <w:sz w:val="28"/>
                <w:szCs w:val="28"/>
                <w:lang w:val="uk-UA"/>
              </w:rPr>
            </w:pPr>
            <w:r w:rsidRPr="00D2049C">
              <w:rPr>
                <w:sz w:val="28"/>
                <w:szCs w:val="28"/>
                <w:lang w:val="uk-UA"/>
              </w:rPr>
              <w:t>№</w:t>
            </w:r>
            <w:r w:rsidRPr="00CB4379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 w:rsidR="00E565A8">
              <w:rPr>
                <w:sz w:val="28"/>
                <w:szCs w:val="28"/>
                <w:u w:val="single"/>
                <w:lang w:val="uk-UA"/>
              </w:rPr>
              <w:t>    </w:t>
            </w:r>
            <w:r w:rsidR="0054186A">
              <w:rPr>
                <w:sz w:val="28"/>
                <w:szCs w:val="28"/>
                <w:u w:val="single"/>
                <w:lang w:val="uk-UA"/>
              </w:rPr>
              <w:t>29</w:t>
            </w:r>
            <w:r w:rsidR="00CB4379">
              <w:rPr>
                <w:sz w:val="28"/>
                <w:szCs w:val="28"/>
                <w:u w:val="single"/>
                <w:lang w:val="uk-UA"/>
              </w:rPr>
              <w:t>     </w:t>
            </w:r>
          </w:p>
        </w:tc>
      </w:tr>
    </w:tbl>
    <w:p w14:paraId="325446F8" w14:textId="77777777" w:rsidR="00633619" w:rsidRPr="0090317B" w:rsidRDefault="00633619" w:rsidP="00362434">
      <w:pPr>
        <w:tabs>
          <w:tab w:val="left" w:pos="851"/>
        </w:tabs>
        <w:jc w:val="both"/>
        <w:rPr>
          <w:sz w:val="8"/>
          <w:szCs w:val="8"/>
          <w:lang w:val="uk-UA"/>
        </w:rPr>
      </w:pPr>
    </w:p>
    <w:tbl>
      <w:tblPr>
        <w:tblpPr w:leftFromText="180" w:rightFromText="180" w:vertAnchor="text" w:tblpY="1"/>
        <w:tblOverlap w:val="never"/>
        <w:tblW w:w="4139" w:type="dxa"/>
        <w:tblLook w:val="04A0" w:firstRow="1" w:lastRow="0" w:firstColumn="1" w:lastColumn="0" w:noHBand="0" w:noVBand="1"/>
      </w:tblPr>
      <w:tblGrid>
        <w:gridCol w:w="4139"/>
      </w:tblGrid>
      <w:tr w:rsidR="004B1CD0" w14:paraId="747AE4A9" w14:textId="77777777" w:rsidTr="00FC604B">
        <w:tc>
          <w:tcPr>
            <w:tcW w:w="4139" w:type="dxa"/>
          </w:tcPr>
          <w:p w14:paraId="56651BB2" w14:textId="095EAEFE" w:rsidR="00FE052F" w:rsidRDefault="00F07599" w:rsidP="00FC604B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bookmarkStart w:id="0" w:name="_Hlk159929502"/>
            <w:r w:rsidRPr="0090317B">
              <w:rPr>
                <w:sz w:val="28"/>
                <w:szCs w:val="28"/>
                <w:lang w:val="uk-UA"/>
              </w:rPr>
              <w:t xml:space="preserve">Про підсумки проведення </w:t>
            </w:r>
            <w:r w:rsidR="0032703B">
              <w:rPr>
                <w:sz w:val="28"/>
                <w:szCs w:val="28"/>
                <w:lang w:val="uk-UA"/>
              </w:rPr>
              <w:t xml:space="preserve">обласного конкурсу </w:t>
            </w:r>
            <w:r w:rsidR="00FE052F">
              <w:rPr>
                <w:sz w:val="28"/>
                <w:szCs w:val="28"/>
                <w:lang w:val="uk-UA"/>
              </w:rPr>
              <w:t xml:space="preserve"> </w:t>
            </w:r>
          </w:p>
          <w:p w14:paraId="062660DD" w14:textId="4FB94D13" w:rsidR="007749D4" w:rsidRPr="007749D4" w:rsidRDefault="007749D4" w:rsidP="007D134B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 w:rsidRPr="00DB688D">
              <w:rPr>
                <w:bCs/>
                <w:color w:val="000000"/>
                <w:sz w:val="28"/>
                <w:szCs w:val="28"/>
                <w:lang w:val="uk-UA"/>
              </w:rPr>
              <w:t>“</w:t>
            </w:r>
            <w:r w:rsidR="00F47F7F">
              <w:rPr>
                <w:sz w:val="28"/>
                <w:szCs w:val="28"/>
                <w:lang w:val="en-US"/>
              </w:rPr>
              <w:t>Lego</w:t>
            </w:r>
            <w:r w:rsidR="00F47F7F" w:rsidRPr="00F47F7F">
              <w:rPr>
                <w:sz w:val="28"/>
                <w:szCs w:val="28"/>
              </w:rPr>
              <w:t xml:space="preserve"> </w:t>
            </w:r>
            <w:r w:rsidR="00F47F7F">
              <w:rPr>
                <w:sz w:val="28"/>
                <w:szCs w:val="28"/>
                <w:lang w:val="en-US"/>
              </w:rPr>
              <w:t>Digital</w:t>
            </w:r>
            <w:r w:rsidR="00F47F7F" w:rsidRPr="00F47F7F">
              <w:rPr>
                <w:sz w:val="28"/>
                <w:szCs w:val="28"/>
              </w:rPr>
              <w:t xml:space="preserve"> </w:t>
            </w:r>
            <w:r w:rsidR="00F47F7F">
              <w:rPr>
                <w:sz w:val="28"/>
                <w:szCs w:val="28"/>
                <w:lang w:val="en-US"/>
              </w:rPr>
              <w:t>Designer</w:t>
            </w:r>
            <w:r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</w:p>
          <w:p w14:paraId="52A73A78" w14:textId="4C21AB41" w:rsidR="007D134B" w:rsidRPr="00B6273A" w:rsidRDefault="007D134B" w:rsidP="007D134B">
            <w:pPr>
              <w:spacing w:line="216" w:lineRule="auto"/>
              <w:jc w:val="both"/>
              <w:rPr>
                <w:sz w:val="8"/>
                <w:szCs w:val="8"/>
                <w:lang w:val="uk-UA"/>
              </w:rPr>
            </w:pPr>
          </w:p>
        </w:tc>
      </w:tr>
    </w:tbl>
    <w:bookmarkEnd w:id="0"/>
    <w:p w14:paraId="55B6643A" w14:textId="563EE15B" w:rsidR="0071772A" w:rsidRPr="00DB688D" w:rsidRDefault="00FC604B" w:rsidP="0090317B">
      <w:pPr>
        <w:ind w:firstLine="708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textWrapping" w:clear="all"/>
      </w:r>
      <w:r w:rsidR="00FE052F">
        <w:rPr>
          <w:sz w:val="28"/>
          <w:szCs w:val="28"/>
          <w:lang w:val="uk-UA"/>
        </w:rPr>
        <w:t xml:space="preserve">         </w:t>
      </w:r>
      <w:r w:rsidR="00A96999" w:rsidRPr="00DB688D">
        <w:rPr>
          <w:sz w:val="28"/>
          <w:szCs w:val="28"/>
          <w:lang w:val="uk-UA"/>
        </w:rPr>
        <w:t xml:space="preserve">Керуючись </w:t>
      </w:r>
      <w:r w:rsidR="00962472">
        <w:rPr>
          <w:sz w:val="28"/>
          <w:szCs w:val="28"/>
          <w:lang w:val="uk-UA"/>
        </w:rPr>
        <w:t xml:space="preserve">   </w:t>
      </w:r>
      <w:r w:rsidR="00A96999" w:rsidRPr="00DB688D">
        <w:rPr>
          <w:sz w:val="28"/>
          <w:szCs w:val="28"/>
          <w:lang w:val="uk-UA"/>
        </w:rPr>
        <w:t xml:space="preserve">наказом </w:t>
      </w:r>
      <w:r w:rsidR="00962472">
        <w:rPr>
          <w:sz w:val="28"/>
          <w:szCs w:val="28"/>
          <w:lang w:val="uk-UA"/>
        </w:rPr>
        <w:t xml:space="preserve">    </w:t>
      </w:r>
      <w:r w:rsidR="00150E92" w:rsidRPr="00DB688D">
        <w:rPr>
          <w:bCs/>
          <w:color w:val="000000"/>
          <w:sz w:val="28"/>
          <w:szCs w:val="28"/>
          <w:lang w:val="uk-UA"/>
        </w:rPr>
        <w:t>комунального</w:t>
      </w:r>
      <w:r w:rsidR="00962472">
        <w:rPr>
          <w:bCs/>
          <w:color w:val="000000"/>
          <w:sz w:val="28"/>
          <w:szCs w:val="28"/>
          <w:lang w:val="uk-UA"/>
        </w:rPr>
        <w:t xml:space="preserve"> </w:t>
      </w:r>
      <w:r w:rsidR="00150E92" w:rsidRPr="00DB688D">
        <w:rPr>
          <w:bCs/>
          <w:color w:val="000000"/>
          <w:sz w:val="28"/>
          <w:szCs w:val="28"/>
          <w:lang w:val="uk-UA"/>
        </w:rPr>
        <w:t xml:space="preserve"> </w:t>
      </w:r>
      <w:r w:rsidR="00962472">
        <w:rPr>
          <w:bCs/>
          <w:color w:val="000000"/>
          <w:sz w:val="28"/>
          <w:szCs w:val="28"/>
          <w:lang w:val="uk-UA"/>
        </w:rPr>
        <w:t xml:space="preserve">  </w:t>
      </w:r>
      <w:r w:rsidR="00150E92" w:rsidRPr="00DB688D">
        <w:rPr>
          <w:bCs/>
          <w:color w:val="000000"/>
          <w:sz w:val="28"/>
          <w:szCs w:val="28"/>
          <w:lang w:val="uk-UA"/>
        </w:rPr>
        <w:t xml:space="preserve">закладу </w:t>
      </w:r>
      <w:r w:rsidR="00962472">
        <w:rPr>
          <w:bCs/>
          <w:color w:val="000000"/>
          <w:sz w:val="28"/>
          <w:szCs w:val="28"/>
          <w:lang w:val="uk-UA"/>
        </w:rPr>
        <w:t xml:space="preserve">  </w:t>
      </w:r>
      <w:r w:rsidR="00150E92" w:rsidRPr="00DB688D">
        <w:rPr>
          <w:bCs/>
          <w:color w:val="000000"/>
          <w:sz w:val="28"/>
          <w:szCs w:val="28"/>
          <w:lang w:val="uk-UA"/>
        </w:rPr>
        <w:t xml:space="preserve">позашкільної </w:t>
      </w:r>
      <w:r w:rsidR="00962472">
        <w:rPr>
          <w:bCs/>
          <w:color w:val="000000"/>
          <w:sz w:val="28"/>
          <w:szCs w:val="28"/>
          <w:lang w:val="uk-UA"/>
        </w:rPr>
        <w:t xml:space="preserve">   </w:t>
      </w:r>
      <w:r w:rsidR="00150E92" w:rsidRPr="00DB688D">
        <w:rPr>
          <w:bCs/>
          <w:color w:val="000000"/>
          <w:sz w:val="28"/>
          <w:szCs w:val="28"/>
          <w:lang w:val="uk-UA"/>
        </w:rPr>
        <w:t xml:space="preserve">освіти </w:t>
      </w:r>
    </w:p>
    <w:p w14:paraId="294EF99B" w14:textId="08FEBB6B" w:rsidR="00413339" w:rsidRPr="00DB688D" w:rsidRDefault="0071772A" w:rsidP="0054186A">
      <w:pPr>
        <w:tabs>
          <w:tab w:val="left" w:pos="2977"/>
        </w:tabs>
        <w:jc w:val="both"/>
        <w:rPr>
          <w:sz w:val="28"/>
          <w:szCs w:val="28"/>
          <w:lang w:val="uk-UA"/>
        </w:rPr>
      </w:pPr>
      <w:r w:rsidRPr="00DB688D">
        <w:rPr>
          <w:bCs/>
          <w:color w:val="000000"/>
          <w:sz w:val="28"/>
          <w:szCs w:val="28"/>
          <w:lang w:val="uk-UA"/>
        </w:rPr>
        <w:t>“</w:t>
      </w:r>
      <w:r w:rsidR="00150E92" w:rsidRPr="00DB688D">
        <w:rPr>
          <w:bCs/>
          <w:color w:val="000000"/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</w:t>
      </w:r>
      <w:r w:rsidRPr="00DB688D">
        <w:rPr>
          <w:bCs/>
          <w:color w:val="000000"/>
          <w:sz w:val="28"/>
          <w:szCs w:val="28"/>
          <w:lang w:val="uk-UA"/>
        </w:rPr>
        <w:t>” Д</w:t>
      </w:r>
      <w:r w:rsidR="001630E1" w:rsidRPr="00DB688D">
        <w:rPr>
          <w:bCs/>
          <w:color w:val="000000"/>
          <w:sz w:val="28"/>
          <w:szCs w:val="28"/>
          <w:lang w:val="uk-UA"/>
        </w:rPr>
        <w:t>ніпропетровської</w:t>
      </w:r>
      <w:r w:rsidRPr="00DB688D">
        <w:rPr>
          <w:bCs/>
          <w:color w:val="000000"/>
          <w:sz w:val="28"/>
          <w:szCs w:val="28"/>
          <w:lang w:val="uk-UA"/>
        </w:rPr>
        <w:t xml:space="preserve"> </w:t>
      </w:r>
      <w:r w:rsidR="001630E1" w:rsidRPr="00DB688D">
        <w:rPr>
          <w:bCs/>
          <w:color w:val="000000"/>
          <w:sz w:val="28"/>
          <w:szCs w:val="28"/>
          <w:lang w:val="uk-UA"/>
        </w:rPr>
        <w:t>обласної ради</w:t>
      </w:r>
      <w:r w:rsidRPr="00DB688D">
        <w:rPr>
          <w:bCs/>
          <w:color w:val="000000"/>
          <w:sz w:val="28"/>
          <w:szCs w:val="28"/>
          <w:lang w:val="uk-UA"/>
        </w:rPr>
        <w:t>”</w:t>
      </w:r>
      <w:r w:rsidR="0048163A" w:rsidRPr="00DB688D">
        <w:rPr>
          <w:bCs/>
          <w:color w:val="000000"/>
          <w:sz w:val="28"/>
          <w:szCs w:val="28"/>
          <w:lang w:val="uk-UA"/>
        </w:rPr>
        <w:t xml:space="preserve"> </w:t>
      </w:r>
      <w:r w:rsidR="00D52BD1" w:rsidRPr="00DB688D">
        <w:rPr>
          <w:bCs/>
          <w:color w:val="000000"/>
          <w:sz w:val="28"/>
          <w:szCs w:val="28"/>
          <w:lang w:val="uk-UA"/>
        </w:rPr>
        <w:t>від</w:t>
      </w:r>
      <w:r w:rsidR="0048163A" w:rsidRPr="00DB688D">
        <w:rPr>
          <w:bCs/>
          <w:color w:val="000000"/>
          <w:sz w:val="28"/>
          <w:szCs w:val="28"/>
          <w:lang w:val="uk-UA"/>
        </w:rPr>
        <w:t xml:space="preserve"> </w:t>
      </w:r>
      <w:r w:rsidR="0054186A">
        <w:rPr>
          <w:bCs/>
          <w:sz w:val="28"/>
          <w:szCs w:val="28"/>
          <w:lang w:val="uk-UA"/>
        </w:rPr>
        <w:t>1</w:t>
      </w:r>
      <w:r w:rsidR="0054186A" w:rsidRPr="0054186A">
        <w:rPr>
          <w:bCs/>
          <w:sz w:val="28"/>
          <w:szCs w:val="28"/>
          <w:lang w:val="uk-UA"/>
        </w:rPr>
        <w:t>7</w:t>
      </w:r>
      <w:r w:rsidR="0048163A" w:rsidRPr="00CB4379">
        <w:rPr>
          <w:bCs/>
          <w:sz w:val="28"/>
          <w:szCs w:val="28"/>
          <w:lang w:val="uk-UA"/>
        </w:rPr>
        <w:t xml:space="preserve"> </w:t>
      </w:r>
      <w:r w:rsidR="007D134B">
        <w:rPr>
          <w:bCs/>
          <w:sz w:val="28"/>
          <w:szCs w:val="28"/>
          <w:lang w:val="uk-UA"/>
        </w:rPr>
        <w:t>січня</w:t>
      </w:r>
      <w:r w:rsidR="0048163A" w:rsidRPr="00CB4379">
        <w:rPr>
          <w:bCs/>
          <w:sz w:val="28"/>
          <w:szCs w:val="28"/>
          <w:lang w:val="uk-UA"/>
        </w:rPr>
        <w:t xml:space="preserve"> </w:t>
      </w:r>
      <w:r w:rsidR="007D134B">
        <w:rPr>
          <w:bCs/>
          <w:color w:val="000000"/>
          <w:sz w:val="28"/>
          <w:szCs w:val="28"/>
          <w:lang w:val="uk-UA"/>
        </w:rPr>
        <w:t>2025</w:t>
      </w:r>
      <w:r w:rsidR="0048163A" w:rsidRPr="00DB688D">
        <w:rPr>
          <w:bCs/>
          <w:color w:val="000000"/>
          <w:sz w:val="28"/>
          <w:szCs w:val="28"/>
          <w:lang w:val="uk-UA"/>
        </w:rPr>
        <w:t xml:space="preserve"> </w:t>
      </w:r>
      <w:r w:rsidR="001A01B4" w:rsidRPr="00DB688D">
        <w:rPr>
          <w:bCs/>
          <w:color w:val="000000"/>
          <w:sz w:val="28"/>
          <w:szCs w:val="28"/>
          <w:lang w:val="uk-UA"/>
        </w:rPr>
        <w:t>року</w:t>
      </w:r>
      <w:r w:rsidR="0048163A" w:rsidRPr="00DB688D">
        <w:rPr>
          <w:bCs/>
          <w:color w:val="000000"/>
          <w:sz w:val="28"/>
          <w:szCs w:val="28"/>
          <w:lang w:val="uk-UA"/>
        </w:rPr>
        <w:t xml:space="preserve"> </w:t>
      </w:r>
      <w:r w:rsidR="00191B91" w:rsidRPr="00DB688D">
        <w:rPr>
          <w:bCs/>
          <w:color w:val="000000"/>
          <w:sz w:val="28"/>
          <w:szCs w:val="28"/>
          <w:lang w:val="uk-UA"/>
        </w:rPr>
        <w:t>№</w:t>
      </w:r>
      <w:r w:rsidR="000F1512" w:rsidRPr="00DB688D">
        <w:rPr>
          <w:bCs/>
          <w:color w:val="000000"/>
          <w:sz w:val="28"/>
          <w:szCs w:val="28"/>
          <w:lang w:val="uk-UA"/>
        </w:rPr>
        <w:t xml:space="preserve"> </w:t>
      </w:r>
      <w:r w:rsidR="0054186A" w:rsidRPr="0054186A">
        <w:rPr>
          <w:bCs/>
          <w:sz w:val="28"/>
          <w:szCs w:val="28"/>
          <w:lang w:val="uk-UA"/>
        </w:rPr>
        <w:t>10</w:t>
      </w:r>
      <w:r w:rsidR="000F1512" w:rsidRPr="00DB688D">
        <w:rPr>
          <w:bCs/>
          <w:color w:val="000000"/>
          <w:sz w:val="28"/>
          <w:szCs w:val="28"/>
          <w:lang w:val="uk-UA"/>
        </w:rPr>
        <w:t xml:space="preserve"> </w:t>
      </w:r>
      <w:r w:rsidR="001A01B4" w:rsidRPr="00DB688D">
        <w:rPr>
          <w:sz w:val="28"/>
          <w:szCs w:val="28"/>
          <w:lang w:val="uk-UA"/>
        </w:rPr>
        <w:t>“Про ор</w:t>
      </w:r>
      <w:r w:rsidR="0054186A">
        <w:rPr>
          <w:sz w:val="28"/>
          <w:szCs w:val="28"/>
          <w:lang w:val="uk-UA"/>
        </w:rPr>
        <w:t>ганізацію та</w:t>
      </w:r>
      <w:r w:rsidR="00FE052F">
        <w:rPr>
          <w:sz w:val="28"/>
          <w:szCs w:val="28"/>
          <w:lang w:val="uk-UA"/>
        </w:rPr>
        <w:t xml:space="preserve"> проведення </w:t>
      </w:r>
      <w:r w:rsidR="0054186A">
        <w:rPr>
          <w:sz w:val="28"/>
          <w:szCs w:val="28"/>
          <w:lang w:val="uk-UA"/>
        </w:rPr>
        <w:t xml:space="preserve">обласного конкурсу  </w:t>
      </w:r>
      <w:r w:rsidR="0054186A" w:rsidRPr="00DB688D">
        <w:rPr>
          <w:bCs/>
          <w:color w:val="000000"/>
          <w:sz w:val="28"/>
          <w:szCs w:val="28"/>
          <w:lang w:val="uk-UA"/>
        </w:rPr>
        <w:t>“</w:t>
      </w:r>
      <w:r w:rsidR="0054186A">
        <w:rPr>
          <w:sz w:val="28"/>
          <w:szCs w:val="28"/>
          <w:lang w:val="en-US"/>
        </w:rPr>
        <w:t>Lego</w:t>
      </w:r>
      <w:r w:rsidR="0054186A" w:rsidRPr="0054186A">
        <w:rPr>
          <w:sz w:val="28"/>
          <w:szCs w:val="28"/>
          <w:lang w:val="uk-UA"/>
        </w:rPr>
        <w:t xml:space="preserve"> </w:t>
      </w:r>
      <w:r w:rsidR="0054186A">
        <w:rPr>
          <w:sz w:val="28"/>
          <w:szCs w:val="28"/>
          <w:lang w:val="en-US"/>
        </w:rPr>
        <w:t>Digital</w:t>
      </w:r>
      <w:r w:rsidR="0054186A" w:rsidRPr="0054186A">
        <w:rPr>
          <w:sz w:val="28"/>
          <w:szCs w:val="28"/>
          <w:lang w:val="uk-UA"/>
        </w:rPr>
        <w:t xml:space="preserve"> </w:t>
      </w:r>
      <w:r w:rsidR="0054186A">
        <w:rPr>
          <w:sz w:val="28"/>
          <w:szCs w:val="28"/>
          <w:lang w:val="en-US"/>
        </w:rPr>
        <w:t>Designer</w:t>
      </w:r>
      <w:r w:rsidR="0054186A" w:rsidRPr="00DB688D">
        <w:rPr>
          <w:bCs/>
          <w:color w:val="000000"/>
          <w:sz w:val="28"/>
          <w:szCs w:val="28"/>
          <w:lang w:val="uk-UA"/>
        </w:rPr>
        <w:t>”</w:t>
      </w:r>
      <w:r w:rsidR="0054186A">
        <w:rPr>
          <w:bCs/>
          <w:color w:val="000000"/>
          <w:sz w:val="28"/>
          <w:szCs w:val="28"/>
          <w:lang w:val="uk-UA"/>
        </w:rPr>
        <w:t xml:space="preserve"> </w:t>
      </w:r>
      <w:r w:rsidR="00B6273A" w:rsidRPr="00DE119D">
        <w:rPr>
          <w:color w:val="000000"/>
          <w:sz w:val="28"/>
          <w:szCs w:val="28"/>
          <w:lang w:val="uk-UA"/>
        </w:rPr>
        <w:t xml:space="preserve">з метою </w:t>
      </w:r>
      <w:r w:rsidR="0054186A" w:rsidRPr="00494672">
        <w:rPr>
          <w:sz w:val="28"/>
          <w:szCs w:val="28"/>
          <w:lang w:val="uk-UA"/>
        </w:rPr>
        <w:t>виявлення та підтримки обдарованих дітей та молоді, які здійснюють науковий пошук у сфері новітніх</w:t>
      </w:r>
      <w:r w:rsidR="0054186A">
        <w:rPr>
          <w:sz w:val="28"/>
          <w:szCs w:val="28"/>
          <w:lang w:val="uk-UA"/>
        </w:rPr>
        <w:t xml:space="preserve"> інформаційних  технологій, </w:t>
      </w:r>
      <w:r w:rsidR="0054186A" w:rsidRPr="00494672">
        <w:rPr>
          <w:sz w:val="28"/>
          <w:szCs w:val="28"/>
          <w:lang w:val="uk-UA"/>
        </w:rPr>
        <w:t xml:space="preserve"> залучення дітей та молоді до поглибленого ви</w:t>
      </w:r>
      <w:r w:rsidR="0054186A">
        <w:rPr>
          <w:sz w:val="28"/>
          <w:szCs w:val="28"/>
          <w:lang w:val="uk-UA"/>
        </w:rPr>
        <w:t xml:space="preserve">вчення інформаційних технологій, </w:t>
      </w:r>
      <w:r w:rsidR="0054186A" w:rsidRPr="00494672">
        <w:rPr>
          <w:sz w:val="28"/>
          <w:szCs w:val="28"/>
          <w:lang w:val="uk-UA"/>
        </w:rPr>
        <w:t xml:space="preserve">  розвитку інженерної думки серед  учнівської молоді</w:t>
      </w:r>
      <w:r w:rsidR="0054186A">
        <w:rPr>
          <w:sz w:val="28"/>
          <w:szCs w:val="28"/>
          <w:lang w:val="uk-UA"/>
        </w:rPr>
        <w:t xml:space="preserve"> 18</w:t>
      </w:r>
      <w:r w:rsidR="0053127C">
        <w:rPr>
          <w:sz w:val="28"/>
          <w:szCs w:val="28"/>
          <w:lang w:val="uk-UA"/>
        </w:rPr>
        <w:t xml:space="preserve"> лютого</w:t>
      </w:r>
      <w:r w:rsidR="007D134B" w:rsidRPr="00DB688D">
        <w:rPr>
          <w:sz w:val="28"/>
          <w:szCs w:val="28"/>
          <w:lang w:val="uk-UA"/>
        </w:rPr>
        <w:t xml:space="preserve"> </w:t>
      </w:r>
      <w:r w:rsidR="007D134B">
        <w:rPr>
          <w:sz w:val="28"/>
          <w:szCs w:val="28"/>
          <w:lang w:val="uk-UA"/>
        </w:rPr>
        <w:t>2025</w:t>
      </w:r>
      <w:r w:rsidR="007D134B" w:rsidRPr="00DB688D">
        <w:rPr>
          <w:sz w:val="28"/>
          <w:szCs w:val="28"/>
          <w:lang w:val="uk-UA"/>
        </w:rPr>
        <w:t xml:space="preserve"> року </w:t>
      </w:r>
      <w:r w:rsidR="0053127C">
        <w:rPr>
          <w:sz w:val="28"/>
          <w:szCs w:val="28"/>
          <w:lang w:val="uk-UA"/>
        </w:rPr>
        <w:t xml:space="preserve">було проведено </w:t>
      </w:r>
      <w:r w:rsidR="0054186A">
        <w:rPr>
          <w:sz w:val="28"/>
          <w:szCs w:val="28"/>
          <w:lang w:val="uk-UA"/>
        </w:rPr>
        <w:t xml:space="preserve">обласний конкурс  </w:t>
      </w:r>
      <w:r w:rsidR="0054186A" w:rsidRPr="00DB688D">
        <w:rPr>
          <w:bCs/>
          <w:color w:val="000000"/>
          <w:sz w:val="28"/>
          <w:szCs w:val="28"/>
          <w:lang w:val="uk-UA"/>
        </w:rPr>
        <w:t>“</w:t>
      </w:r>
      <w:r w:rsidR="0054186A">
        <w:rPr>
          <w:sz w:val="28"/>
          <w:szCs w:val="28"/>
          <w:lang w:val="en-US"/>
        </w:rPr>
        <w:t>Lego</w:t>
      </w:r>
      <w:r w:rsidR="0054186A" w:rsidRPr="0054186A">
        <w:rPr>
          <w:sz w:val="28"/>
          <w:szCs w:val="28"/>
          <w:lang w:val="uk-UA"/>
        </w:rPr>
        <w:t xml:space="preserve"> </w:t>
      </w:r>
      <w:r w:rsidR="0054186A">
        <w:rPr>
          <w:sz w:val="28"/>
          <w:szCs w:val="28"/>
          <w:lang w:val="en-US"/>
        </w:rPr>
        <w:t>Digital</w:t>
      </w:r>
      <w:r w:rsidR="0054186A" w:rsidRPr="0054186A">
        <w:rPr>
          <w:sz w:val="28"/>
          <w:szCs w:val="28"/>
          <w:lang w:val="uk-UA"/>
        </w:rPr>
        <w:t xml:space="preserve"> </w:t>
      </w:r>
      <w:r w:rsidR="0054186A">
        <w:rPr>
          <w:sz w:val="28"/>
          <w:szCs w:val="28"/>
          <w:lang w:val="en-US"/>
        </w:rPr>
        <w:t>Designer</w:t>
      </w:r>
      <w:r w:rsidR="0054186A" w:rsidRPr="00DB688D">
        <w:rPr>
          <w:bCs/>
          <w:color w:val="000000"/>
          <w:sz w:val="28"/>
          <w:szCs w:val="28"/>
          <w:lang w:val="uk-UA"/>
        </w:rPr>
        <w:t>”</w:t>
      </w:r>
      <w:r w:rsidR="0054186A" w:rsidRPr="00DB688D">
        <w:rPr>
          <w:sz w:val="28"/>
          <w:szCs w:val="28"/>
          <w:lang w:val="uk-UA"/>
        </w:rPr>
        <w:t xml:space="preserve"> </w:t>
      </w:r>
      <w:r w:rsidR="00FE052F" w:rsidRPr="00DB688D">
        <w:rPr>
          <w:sz w:val="28"/>
          <w:szCs w:val="28"/>
          <w:lang w:val="uk-UA"/>
        </w:rPr>
        <w:t>(далі – Конкурс)</w:t>
      </w:r>
      <w:r w:rsidR="00413339" w:rsidRPr="00DB688D">
        <w:rPr>
          <w:sz w:val="28"/>
          <w:szCs w:val="28"/>
          <w:lang w:val="uk-UA"/>
        </w:rPr>
        <w:t>.</w:t>
      </w:r>
    </w:p>
    <w:p w14:paraId="38152959" w14:textId="789DABB9" w:rsidR="0071772A" w:rsidRDefault="00413339" w:rsidP="0090317B">
      <w:pPr>
        <w:ind w:firstLine="567"/>
        <w:jc w:val="both"/>
        <w:rPr>
          <w:sz w:val="28"/>
          <w:szCs w:val="28"/>
          <w:lang w:val="uk-UA"/>
        </w:rPr>
      </w:pPr>
      <w:r w:rsidRPr="00DB688D">
        <w:rPr>
          <w:sz w:val="28"/>
          <w:szCs w:val="28"/>
          <w:lang w:val="uk-UA"/>
        </w:rPr>
        <w:t xml:space="preserve">За </w:t>
      </w:r>
      <w:r w:rsidR="003D4A13">
        <w:rPr>
          <w:sz w:val="28"/>
          <w:szCs w:val="28"/>
          <w:lang w:val="uk-UA"/>
        </w:rPr>
        <w:t>підсумками К</w:t>
      </w:r>
      <w:r w:rsidRPr="00DB688D">
        <w:rPr>
          <w:sz w:val="28"/>
          <w:szCs w:val="28"/>
          <w:lang w:val="uk-UA"/>
        </w:rPr>
        <w:t>онкурсу</w:t>
      </w:r>
    </w:p>
    <w:p w14:paraId="53D1D436" w14:textId="77777777" w:rsidR="0090317B" w:rsidRPr="0090317B" w:rsidRDefault="0090317B" w:rsidP="0090317B">
      <w:pPr>
        <w:ind w:firstLine="567"/>
        <w:jc w:val="both"/>
        <w:rPr>
          <w:sz w:val="8"/>
          <w:szCs w:val="8"/>
          <w:lang w:val="uk-UA"/>
        </w:rPr>
      </w:pPr>
    </w:p>
    <w:p w14:paraId="1757B87C" w14:textId="77777777" w:rsidR="00715CBC" w:rsidRDefault="00715CBC" w:rsidP="0090317B">
      <w:pPr>
        <w:ind w:firstLine="567"/>
        <w:jc w:val="both"/>
        <w:rPr>
          <w:sz w:val="28"/>
          <w:szCs w:val="28"/>
          <w:lang w:val="uk-UA"/>
        </w:rPr>
      </w:pPr>
      <w:r w:rsidRPr="00D82DD7">
        <w:rPr>
          <w:sz w:val="28"/>
          <w:szCs w:val="28"/>
          <w:lang w:val="uk-UA"/>
        </w:rPr>
        <w:t>НАКАЗУЮ:</w:t>
      </w:r>
    </w:p>
    <w:p w14:paraId="10AF3327" w14:textId="77777777" w:rsidR="00A96999" w:rsidRPr="0090317B" w:rsidRDefault="00A96999" w:rsidP="0090317B">
      <w:pPr>
        <w:tabs>
          <w:tab w:val="left" w:pos="851"/>
        </w:tabs>
        <w:jc w:val="both"/>
        <w:rPr>
          <w:sz w:val="8"/>
          <w:szCs w:val="8"/>
          <w:lang w:val="uk-UA"/>
        </w:rPr>
      </w:pPr>
    </w:p>
    <w:p w14:paraId="7C919BA4" w14:textId="69A7AABD" w:rsidR="007D134B" w:rsidRPr="007D134B" w:rsidRDefault="00FE052F" w:rsidP="00BC64E4">
      <w:pPr>
        <w:numPr>
          <w:ilvl w:val="0"/>
          <w:numId w:val="9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Завідувачу організаційно-масовим відділом</w:t>
      </w:r>
      <w:r w:rsidR="008942EB" w:rsidRPr="00633619">
        <w:rPr>
          <w:sz w:val="28"/>
          <w:szCs w:val="28"/>
          <w:lang w:val="uk-UA"/>
        </w:rPr>
        <w:t xml:space="preserve"> </w:t>
      </w:r>
      <w:r w:rsidR="008942EB" w:rsidRPr="00633619">
        <w:rPr>
          <w:w w:val="90"/>
          <w:sz w:val="28"/>
          <w:szCs w:val="28"/>
          <w:lang w:val="uk-UA"/>
        </w:rPr>
        <w:t>Центру</w:t>
      </w:r>
      <w:r w:rsidR="008942EB" w:rsidRPr="006336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Олені</w:t>
      </w:r>
      <w:r w:rsidR="00C459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МОРОЗ</w:t>
      </w:r>
      <w:r w:rsidR="007D134B">
        <w:rPr>
          <w:sz w:val="28"/>
          <w:szCs w:val="28"/>
          <w:lang w:val="uk-UA"/>
        </w:rPr>
        <w:t xml:space="preserve"> </w:t>
      </w:r>
      <w:r w:rsidR="007D134B" w:rsidRPr="007D134B">
        <w:rPr>
          <w:sz w:val="28"/>
          <w:szCs w:val="28"/>
          <w:lang w:val="uk-UA"/>
        </w:rPr>
        <w:t>вжити організаційних заходів</w:t>
      </w:r>
      <w:r w:rsidR="007D134B">
        <w:rPr>
          <w:sz w:val="28"/>
          <w:szCs w:val="28"/>
          <w:lang w:val="uk-UA"/>
        </w:rPr>
        <w:t xml:space="preserve"> щодо нагородження грамотами КЗПО</w:t>
      </w:r>
      <w:r w:rsidR="007D134B" w:rsidRPr="007D134B">
        <w:rPr>
          <w:sz w:val="28"/>
          <w:szCs w:val="28"/>
          <w:lang w:val="uk-UA"/>
        </w:rPr>
        <w:t xml:space="preserve"> </w:t>
      </w:r>
      <w:r w:rsidR="007D134B" w:rsidRPr="007D134B">
        <w:rPr>
          <w:bCs/>
          <w:sz w:val="28"/>
          <w:szCs w:val="28"/>
          <w:lang w:val="uk-UA"/>
        </w:rPr>
        <w:t>“</w:t>
      </w:r>
      <w:r w:rsidR="007D134B" w:rsidRPr="007D134B">
        <w:rPr>
          <w:sz w:val="28"/>
          <w:szCs w:val="28"/>
          <w:lang w:val="uk-UA"/>
        </w:rPr>
        <w:t>ДОЦНТТ та ІТУМ</w:t>
      </w:r>
      <w:r w:rsidR="007D134B" w:rsidRPr="007D134B">
        <w:rPr>
          <w:sz w:val="28"/>
          <w:szCs w:val="28"/>
          <w:shd w:val="clear" w:color="auto" w:fill="FFFFFF"/>
          <w:lang w:val="uk-UA"/>
        </w:rPr>
        <w:t>”</w:t>
      </w:r>
      <w:r w:rsidR="007D134B">
        <w:rPr>
          <w:sz w:val="28"/>
          <w:szCs w:val="28"/>
          <w:shd w:val="clear" w:color="auto" w:fill="FFFFFF"/>
          <w:lang w:val="uk-UA"/>
        </w:rPr>
        <w:t xml:space="preserve"> ДОР</w:t>
      </w:r>
      <w:r w:rsidR="007D134B" w:rsidRPr="007D134B">
        <w:rPr>
          <w:sz w:val="28"/>
          <w:szCs w:val="28"/>
          <w:shd w:val="clear" w:color="auto" w:fill="FFFFFF"/>
          <w:lang w:val="uk-UA"/>
        </w:rPr>
        <w:t>”</w:t>
      </w:r>
      <w:r w:rsidR="007D134B">
        <w:rPr>
          <w:sz w:val="28"/>
          <w:szCs w:val="28"/>
          <w:shd w:val="clear" w:color="auto" w:fill="FFFFFF"/>
          <w:lang w:val="uk-UA"/>
        </w:rPr>
        <w:t xml:space="preserve"> переможців</w:t>
      </w:r>
      <w:r w:rsidR="00BC64E4">
        <w:rPr>
          <w:sz w:val="28"/>
          <w:szCs w:val="28"/>
          <w:shd w:val="clear" w:color="auto" w:fill="FFFFFF"/>
          <w:lang w:val="uk-UA"/>
        </w:rPr>
        <w:t xml:space="preserve"> </w:t>
      </w:r>
      <w:r w:rsidR="007D134B">
        <w:rPr>
          <w:sz w:val="28"/>
          <w:szCs w:val="28"/>
          <w:shd w:val="clear" w:color="auto" w:fill="FFFFFF"/>
          <w:lang w:val="uk-UA"/>
        </w:rPr>
        <w:t>та</w:t>
      </w:r>
      <w:r w:rsidR="007D134B" w:rsidRPr="007D134B">
        <w:rPr>
          <w:sz w:val="28"/>
          <w:szCs w:val="28"/>
          <w:lang w:val="uk-UA"/>
        </w:rPr>
        <w:t xml:space="preserve"> педагогічних працівник</w:t>
      </w:r>
      <w:r w:rsidR="0053127C">
        <w:rPr>
          <w:sz w:val="28"/>
          <w:szCs w:val="28"/>
          <w:lang w:val="uk-UA"/>
        </w:rPr>
        <w:t>ів закладів загальної середньої та</w:t>
      </w:r>
      <w:r w:rsidR="007D134B" w:rsidRPr="007D134B">
        <w:rPr>
          <w:sz w:val="28"/>
          <w:szCs w:val="28"/>
          <w:lang w:val="uk-UA"/>
        </w:rPr>
        <w:t xml:space="preserve"> позашкільної освіти, які підготували переможців та призерів  </w:t>
      </w:r>
      <w:r w:rsidR="0053127C" w:rsidRPr="007D134B">
        <w:rPr>
          <w:sz w:val="28"/>
          <w:szCs w:val="28"/>
          <w:lang w:val="uk-UA"/>
        </w:rPr>
        <w:t xml:space="preserve">Конкурсу </w:t>
      </w:r>
      <w:r w:rsidR="007D134B" w:rsidRPr="007D134B">
        <w:rPr>
          <w:sz w:val="28"/>
          <w:szCs w:val="28"/>
          <w:lang w:val="uk-UA"/>
        </w:rPr>
        <w:t>відповідно до списку (додаток 1);</w:t>
      </w:r>
    </w:p>
    <w:p w14:paraId="790CE0FB" w14:textId="14119460" w:rsidR="007D134B" w:rsidRDefault="007D134B" w:rsidP="007D134B">
      <w:pPr>
        <w:spacing w:line="21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 Довести до відома керівників закладів позашкільної освіти інформаційну довідку про підсумки проведення та участі вихованців в Конкурсі (додаток 2);</w:t>
      </w:r>
    </w:p>
    <w:p w14:paraId="7E1FE781" w14:textId="5951BCD5" w:rsidR="007D134B" w:rsidRDefault="007D134B" w:rsidP="007D134B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Pr="00540580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 Розмістити інформацію про підсумки проведення Конкурсу на сайті </w:t>
      </w:r>
      <w:r>
        <w:rPr>
          <w:sz w:val="28"/>
          <w:szCs w:val="28"/>
          <w:lang w:val="uk-UA"/>
        </w:rPr>
        <w:t xml:space="preserve">КЗПО </w:t>
      </w:r>
      <w:r>
        <w:rPr>
          <w:bCs/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ДОЦНТТ та ІТУМ</w:t>
      </w:r>
      <w:r w:rsidRPr="008C2E33">
        <w:rPr>
          <w:sz w:val="28"/>
          <w:szCs w:val="28"/>
          <w:shd w:val="clear" w:color="auto" w:fill="FFFFFF"/>
          <w:lang w:val="uk-UA"/>
        </w:rPr>
        <w:t>”</w:t>
      </w:r>
      <w:r>
        <w:rPr>
          <w:sz w:val="28"/>
          <w:szCs w:val="28"/>
          <w:shd w:val="clear" w:color="auto" w:fill="FFFFFF"/>
          <w:lang w:val="uk-UA"/>
        </w:rPr>
        <w:t xml:space="preserve"> ДОР</w:t>
      </w:r>
      <w:r w:rsidRPr="008C2E33">
        <w:rPr>
          <w:sz w:val="28"/>
          <w:szCs w:val="28"/>
          <w:shd w:val="clear" w:color="auto" w:fill="FFFFFF"/>
          <w:lang w:val="uk-UA"/>
        </w:rPr>
        <w:t>”</w:t>
      </w:r>
      <w:r>
        <w:rPr>
          <w:sz w:val="28"/>
          <w:szCs w:val="28"/>
          <w:shd w:val="clear" w:color="auto" w:fill="FFFFFF"/>
          <w:lang w:val="uk-UA"/>
        </w:rPr>
        <w:t>.</w:t>
      </w:r>
    </w:p>
    <w:p w14:paraId="2901367A" w14:textId="77777777" w:rsidR="007D134B" w:rsidRPr="00347F8F" w:rsidRDefault="007D134B" w:rsidP="007D134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Контроль за виконанням даного наказу залишаю за собою</w:t>
      </w:r>
      <w:r w:rsidRPr="00D04E29">
        <w:rPr>
          <w:sz w:val="28"/>
          <w:szCs w:val="28"/>
          <w:lang w:val="uk-UA"/>
        </w:rPr>
        <w:t>.</w:t>
      </w:r>
    </w:p>
    <w:p w14:paraId="6150240C" w14:textId="042EC906" w:rsidR="0090317B" w:rsidRDefault="0090317B" w:rsidP="0090317B">
      <w:pPr>
        <w:jc w:val="both"/>
        <w:rPr>
          <w:sz w:val="28"/>
          <w:szCs w:val="28"/>
          <w:lang w:val="uk-UA"/>
        </w:rPr>
      </w:pPr>
    </w:p>
    <w:p w14:paraId="641FED25" w14:textId="7FDB56D3" w:rsidR="008942EB" w:rsidRDefault="004B6722" w:rsidP="0090317B">
      <w:pPr>
        <w:ind w:firstLine="567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5C38D9A3" wp14:editId="04BFA575">
            <wp:simplePos x="0" y="0"/>
            <wp:positionH relativeFrom="column">
              <wp:posOffset>2066925</wp:posOffset>
            </wp:positionH>
            <wp:positionV relativeFrom="paragraph">
              <wp:posOffset>36830</wp:posOffset>
            </wp:positionV>
            <wp:extent cx="1133475" cy="699135"/>
            <wp:effectExtent l="0" t="0" r="9525" b="571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дпись Волкова000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699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D992E3" w14:textId="6D26AD82" w:rsidR="00974157" w:rsidRDefault="008942EB" w:rsidP="008942EB">
      <w:pPr>
        <w:spacing w:line="216" w:lineRule="auto"/>
        <w:ind w:firstLine="567"/>
        <w:jc w:val="both"/>
        <w:rPr>
          <w:sz w:val="28"/>
          <w:szCs w:val="28"/>
          <w:lang w:val="uk-UA"/>
        </w:rPr>
      </w:pPr>
      <w:r w:rsidRPr="00633619">
        <w:rPr>
          <w:sz w:val="28"/>
          <w:szCs w:val="28"/>
          <w:lang w:val="uk-UA"/>
        </w:rPr>
        <w:t xml:space="preserve">Директор </w:t>
      </w:r>
      <w:r w:rsidRPr="00633619">
        <w:rPr>
          <w:sz w:val="28"/>
          <w:szCs w:val="28"/>
          <w:lang w:val="uk-UA"/>
        </w:rPr>
        <w:tab/>
      </w:r>
      <w:r w:rsidRPr="00633619">
        <w:rPr>
          <w:sz w:val="28"/>
          <w:szCs w:val="28"/>
          <w:lang w:val="uk-UA"/>
        </w:rPr>
        <w:tab/>
        <w:t xml:space="preserve">             </w:t>
      </w:r>
      <w:r w:rsidRPr="00633619">
        <w:rPr>
          <w:sz w:val="28"/>
          <w:szCs w:val="28"/>
          <w:lang w:val="uk-UA"/>
        </w:rPr>
        <w:tab/>
        <w:t xml:space="preserve">                              Людмила ВОЛКОВА</w:t>
      </w:r>
    </w:p>
    <w:p w14:paraId="42E77CCD" w14:textId="77777777" w:rsidR="00974157" w:rsidRDefault="009741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055F9AB5" w14:textId="77777777" w:rsidR="00B6273A" w:rsidRDefault="00B6273A" w:rsidP="00FA610C">
      <w:pPr>
        <w:rPr>
          <w:lang w:val="uk-UA"/>
        </w:rPr>
        <w:sectPr w:rsidR="00B6273A" w:rsidSect="008B65A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type w:val="continuous"/>
          <w:pgSz w:w="11906" w:h="16838" w:code="9"/>
          <w:pgMar w:top="568" w:right="707" w:bottom="284" w:left="1701" w:header="426" w:footer="0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Ind w:w="9039" w:type="dxa"/>
        <w:tblLook w:val="04A0" w:firstRow="1" w:lastRow="0" w:firstColumn="1" w:lastColumn="0" w:noHBand="0" w:noVBand="1"/>
      </w:tblPr>
      <w:tblGrid>
        <w:gridCol w:w="6018"/>
      </w:tblGrid>
      <w:tr w:rsidR="008B65AB" w:rsidRPr="005E75D2" w14:paraId="19DEB06E" w14:textId="77777777" w:rsidTr="008B65AB">
        <w:tc>
          <w:tcPr>
            <w:tcW w:w="6018" w:type="dxa"/>
          </w:tcPr>
          <w:p w14:paraId="13CC261C" w14:textId="6FFF8CFA" w:rsidR="008B65AB" w:rsidRPr="005E75D2" w:rsidRDefault="00F55E15" w:rsidP="008B65AB">
            <w:pPr>
              <w:ind w:left="175"/>
              <w:rPr>
                <w:lang w:val="uk-UA"/>
              </w:rPr>
            </w:pPr>
            <w:r>
              <w:rPr>
                <w:lang w:val="uk-UA"/>
              </w:rPr>
              <w:lastRenderedPageBreak/>
              <w:t>Додаток 1</w:t>
            </w:r>
          </w:p>
        </w:tc>
      </w:tr>
      <w:tr w:rsidR="008B65AB" w:rsidRPr="008C11AA" w14:paraId="1FE0F520" w14:textId="77777777" w:rsidTr="008B65AB">
        <w:trPr>
          <w:trHeight w:val="1721"/>
        </w:trPr>
        <w:tc>
          <w:tcPr>
            <w:tcW w:w="6018" w:type="dxa"/>
          </w:tcPr>
          <w:p w14:paraId="0F231E8A" w14:textId="77777777" w:rsidR="008B65AB" w:rsidRPr="005E75D2" w:rsidRDefault="008B65AB" w:rsidP="008B65AB">
            <w:pPr>
              <w:ind w:left="175" w:right="-1"/>
              <w:rPr>
                <w:lang w:val="uk-UA"/>
              </w:rPr>
            </w:pPr>
            <w:r w:rsidRPr="005E75D2">
              <w:rPr>
                <w:lang w:val="uk-UA"/>
              </w:rPr>
              <w:t xml:space="preserve">до наказу комунального закладу позашкільної освіти </w:t>
            </w:r>
            <w:r w:rsidRPr="005E75D2">
              <w:rPr>
                <w:color w:val="000000" w:themeColor="text1"/>
                <w:lang w:val="uk-UA"/>
              </w:rPr>
              <w:t>“Дніпропетровський обласний центр науково-технічної творчості та інформаційних технологій учнівської молоді</w:t>
            </w:r>
            <w:r w:rsidRPr="005E75D2">
              <w:rPr>
                <w:lang w:val="uk-UA"/>
              </w:rPr>
              <w:t>”</w:t>
            </w:r>
            <w:r w:rsidRPr="005E75D2">
              <w:rPr>
                <w:color w:val="000000" w:themeColor="text1"/>
                <w:lang w:val="uk-UA"/>
              </w:rPr>
              <w:t xml:space="preserve"> Дніпропетровської обласної ради</w:t>
            </w:r>
            <w:r w:rsidRPr="005E75D2">
              <w:rPr>
                <w:lang w:val="uk-UA"/>
              </w:rPr>
              <w:t xml:space="preserve">” </w:t>
            </w:r>
          </w:p>
          <w:p w14:paraId="51575EE9" w14:textId="5617315C" w:rsidR="008B65AB" w:rsidRPr="005E75D2" w:rsidRDefault="008B65AB" w:rsidP="008B65AB">
            <w:pPr>
              <w:ind w:left="175" w:right="-1"/>
              <w:rPr>
                <w:lang w:val="uk-UA"/>
              </w:rPr>
            </w:pPr>
            <w:r w:rsidRPr="005E75D2">
              <w:rPr>
                <w:lang w:val="uk-UA"/>
              </w:rPr>
              <w:t>від</w:t>
            </w:r>
            <w:r w:rsidRPr="005E75D2">
              <w:rPr>
                <w:u w:val="single"/>
                <w:lang w:val="uk-UA"/>
              </w:rPr>
              <w:t xml:space="preserve">  </w:t>
            </w:r>
            <w:r w:rsidR="0054186A">
              <w:rPr>
                <w:u w:val="single"/>
                <w:lang w:val="uk-UA"/>
              </w:rPr>
              <w:t>21</w:t>
            </w:r>
            <w:r w:rsidR="0053127C">
              <w:rPr>
                <w:u w:val="single"/>
                <w:lang w:val="uk-UA"/>
              </w:rPr>
              <w:t>.02</w:t>
            </w:r>
            <w:r w:rsidRPr="00CB4379">
              <w:rPr>
                <w:u w:val="single"/>
                <w:lang w:val="uk-UA"/>
              </w:rPr>
              <w:t>.202</w:t>
            </w:r>
            <w:r w:rsidR="008C11AA">
              <w:rPr>
                <w:u w:val="single"/>
                <w:lang w:val="uk-UA"/>
              </w:rPr>
              <w:t>5</w:t>
            </w:r>
            <w:r w:rsidRPr="00CB4379">
              <w:rPr>
                <w:lang w:val="uk-UA"/>
              </w:rPr>
              <w:t xml:space="preserve"> № </w:t>
            </w:r>
            <w:r>
              <w:rPr>
                <w:u w:val="single"/>
                <w:lang w:val="uk-UA"/>
              </w:rPr>
              <w:t>     </w:t>
            </w:r>
            <w:r w:rsidR="0054186A">
              <w:rPr>
                <w:u w:val="single"/>
                <w:lang w:val="uk-UA"/>
              </w:rPr>
              <w:t>29</w:t>
            </w:r>
            <w:r w:rsidRPr="00CB4379">
              <w:rPr>
                <w:u w:val="single"/>
                <w:lang w:val="uk-UA"/>
              </w:rPr>
              <w:t>      </w:t>
            </w:r>
          </w:p>
        </w:tc>
      </w:tr>
    </w:tbl>
    <w:p w14:paraId="784B3F09" w14:textId="60E8356D" w:rsidR="008B65AB" w:rsidRPr="004E46F1" w:rsidRDefault="008B65AB" w:rsidP="008B65AB">
      <w:pPr>
        <w:jc w:val="center"/>
        <w:rPr>
          <w:sz w:val="28"/>
          <w:szCs w:val="28"/>
          <w:lang w:val="uk-UA"/>
        </w:rPr>
      </w:pPr>
      <w:r w:rsidRPr="004E46F1">
        <w:rPr>
          <w:sz w:val="28"/>
          <w:szCs w:val="28"/>
          <w:lang w:val="uk-UA"/>
        </w:rPr>
        <w:t>СПИСОК  ПЕРЕМОЖЦІВ</w:t>
      </w:r>
    </w:p>
    <w:p w14:paraId="064643E1" w14:textId="77777777" w:rsidR="0054186A" w:rsidRPr="0054186A" w:rsidRDefault="0054186A" w:rsidP="0054186A">
      <w:pPr>
        <w:jc w:val="center"/>
        <w:rPr>
          <w:sz w:val="28"/>
          <w:szCs w:val="28"/>
        </w:rPr>
      </w:pPr>
      <w:r w:rsidRPr="008B7AD4">
        <w:rPr>
          <w:sz w:val="28"/>
          <w:szCs w:val="28"/>
        </w:rPr>
        <w:t>облас</w:t>
      </w:r>
      <w:r>
        <w:rPr>
          <w:sz w:val="28"/>
          <w:szCs w:val="28"/>
        </w:rPr>
        <w:t xml:space="preserve">ного конкурсу </w:t>
      </w:r>
      <w:r w:rsidRPr="00E13E07">
        <w:rPr>
          <w:color w:val="000000" w:themeColor="text1"/>
          <w:sz w:val="28"/>
          <w:szCs w:val="28"/>
        </w:rPr>
        <w:t>“</w:t>
      </w:r>
      <w:r>
        <w:rPr>
          <w:sz w:val="28"/>
          <w:szCs w:val="28"/>
          <w:lang w:val="en-US"/>
        </w:rPr>
        <w:t>Lego</w:t>
      </w:r>
      <w:r w:rsidRPr="0054186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Digital</w:t>
      </w:r>
      <w:r w:rsidRPr="0054186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Designer</w:t>
      </w:r>
      <w:r w:rsidRPr="00E13E07">
        <w:rPr>
          <w:sz w:val="28"/>
          <w:szCs w:val="28"/>
        </w:rPr>
        <w:t>”</w:t>
      </w:r>
    </w:p>
    <w:p w14:paraId="50A6CD14" w14:textId="77777777" w:rsidR="0054186A" w:rsidRPr="008B7AD4" w:rsidRDefault="0054186A" w:rsidP="0054186A">
      <w:pPr>
        <w:jc w:val="center"/>
        <w:rPr>
          <w:sz w:val="28"/>
          <w:szCs w:val="28"/>
        </w:rPr>
      </w:pPr>
    </w:p>
    <w:p w14:paraId="2A1656E7" w14:textId="77777777" w:rsidR="0054186A" w:rsidRPr="0054186A" w:rsidRDefault="0054186A" w:rsidP="0054186A">
      <w:pPr>
        <w:jc w:val="center"/>
        <w:rPr>
          <w:b/>
        </w:rPr>
      </w:pPr>
      <w:r w:rsidRPr="0054186A">
        <w:rPr>
          <w:b/>
        </w:rPr>
        <w:t xml:space="preserve">Вікова категорія 2 – 4 клас </w:t>
      </w:r>
    </w:p>
    <w:tbl>
      <w:tblPr>
        <w:tblW w:w="15324" w:type="dxa"/>
        <w:tblInd w:w="93" w:type="dxa"/>
        <w:tblLook w:val="04A0" w:firstRow="1" w:lastRow="0" w:firstColumn="1" w:lastColumn="0" w:noHBand="0" w:noVBand="1"/>
      </w:tblPr>
      <w:tblGrid>
        <w:gridCol w:w="1000"/>
        <w:gridCol w:w="2417"/>
        <w:gridCol w:w="3828"/>
        <w:gridCol w:w="2976"/>
        <w:gridCol w:w="3969"/>
        <w:gridCol w:w="1134"/>
      </w:tblGrid>
      <w:tr w:rsidR="0054186A" w:rsidRPr="0054186A" w14:paraId="558679C6" w14:textId="77777777" w:rsidTr="00A83FEF">
        <w:trPr>
          <w:trHeight w:val="94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09F34" w14:textId="77777777" w:rsidR="0054186A" w:rsidRPr="0054186A" w:rsidRDefault="0054186A" w:rsidP="003B1DA6">
            <w:pPr>
              <w:jc w:val="center"/>
              <w:rPr>
                <w:b/>
                <w:i/>
              </w:rPr>
            </w:pPr>
            <w:r w:rsidRPr="0054186A">
              <w:rPr>
                <w:b/>
                <w:i/>
              </w:rPr>
              <w:t>№</w:t>
            </w:r>
          </w:p>
        </w:tc>
        <w:tc>
          <w:tcPr>
            <w:tcW w:w="2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86C14" w14:textId="77777777" w:rsidR="0054186A" w:rsidRPr="0054186A" w:rsidRDefault="0054186A" w:rsidP="003B1DA6">
            <w:pPr>
              <w:jc w:val="center"/>
              <w:rPr>
                <w:b/>
                <w:i/>
              </w:rPr>
            </w:pPr>
            <w:proofErr w:type="gramStart"/>
            <w:r w:rsidRPr="0054186A">
              <w:rPr>
                <w:b/>
                <w:i/>
              </w:rPr>
              <w:t>Пр</w:t>
            </w:r>
            <w:proofErr w:type="gramEnd"/>
            <w:r w:rsidRPr="0054186A">
              <w:rPr>
                <w:b/>
                <w:i/>
              </w:rPr>
              <w:t>ізвище, ім</w:t>
            </w:r>
            <w:r w:rsidRPr="0054186A">
              <w:rPr>
                <w:b/>
                <w:i/>
                <w:lang w:val="en-US"/>
              </w:rPr>
              <w:t>’</w:t>
            </w:r>
            <w:r w:rsidRPr="0054186A">
              <w:rPr>
                <w:b/>
                <w:i/>
              </w:rPr>
              <w:t>я переможця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6FB1A" w14:textId="77777777" w:rsidR="0054186A" w:rsidRPr="0054186A" w:rsidRDefault="0054186A" w:rsidP="003B1DA6">
            <w:pPr>
              <w:jc w:val="center"/>
              <w:rPr>
                <w:b/>
                <w:i/>
              </w:rPr>
            </w:pPr>
            <w:r w:rsidRPr="0054186A">
              <w:rPr>
                <w:b/>
                <w:i/>
              </w:rPr>
              <w:t>Заклад освіти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C0B5A" w14:textId="77777777" w:rsidR="0054186A" w:rsidRPr="0054186A" w:rsidRDefault="0054186A" w:rsidP="003B1DA6">
            <w:pPr>
              <w:jc w:val="center"/>
              <w:rPr>
                <w:i/>
                <w:color w:val="000000" w:themeColor="text1"/>
              </w:rPr>
            </w:pPr>
            <w:proofErr w:type="gramStart"/>
            <w:r w:rsidRPr="0054186A">
              <w:rPr>
                <w:b/>
                <w:bCs/>
                <w:i/>
                <w:color w:val="000000" w:themeColor="text1"/>
              </w:rPr>
              <w:t>Пр</w:t>
            </w:r>
            <w:proofErr w:type="gramEnd"/>
            <w:r w:rsidRPr="0054186A">
              <w:rPr>
                <w:b/>
                <w:bCs/>
                <w:i/>
                <w:color w:val="000000" w:themeColor="text1"/>
              </w:rPr>
              <w:t>ізвище, ім'я, по - батькові</w:t>
            </w:r>
            <w:r w:rsidRPr="0054186A">
              <w:rPr>
                <w:b/>
                <w:bCs/>
                <w:color w:val="000000" w:themeColor="text1"/>
              </w:rPr>
              <w:t xml:space="preserve"> </w:t>
            </w:r>
            <w:r w:rsidRPr="0054186A">
              <w:rPr>
                <w:b/>
                <w:bCs/>
                <w:i/>
                <w:color w:val="000000" w:themeColor="text1"/>
              </w:rPr>
              <w:t>педагогічного працівника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C8602" w14:textId="77777777" w:rsidR="0054186A" w:rsidRPr="0054186A" w:rsidRDefault="0054186A" w:rsidP="003B1DA6">
            <w:pPr>
              <w:jc w:val="center"/>
              <w:rPr>
                <w:b/>
                <w:bCs/>
                <w:i/>
                <w:color w:val="000000" w:themeColor="text1"/>
              </w:rPr>
            </w:pPr>
            <w:r w:rsidRPr="0054186A">
              <w:rPr>
                <w:b/>
                <w:bCs/>
                <w:i/>
                <w:color w:val="000000" w:themeColor="text1"/>
              </w:rPr>
              <w:t>Посада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E06C4" w14:textId="77777777" w:rsidR="0054186A" w:rsidRPr="0054186A" w:rsidRDefault="0054186A" w:rsidP="003B1DA6">
            <w:pPr>
              <w:jc w:val="center"/>
              <w:rPr>
                <w:b/>
                <w:i/>
              </w:rPr>
            </w:pPr>
            <w:r w:rsidRPr="0054186A">
              <w:rPr>
                <w:b/>
                <w:i/>
              </w:rPr>
              <w:t>Місце</w:t>
            </w:r>
          </w:p>
        </w:tc>
      </w:tr>
      <w:tr w:rsidR="0054186A" w:rsidRPr="0054186A" w14:paraId="6B4BDBF9" w14:textId="77777777" w:rsidTr="00A83FEF">
        <w:trPr>
          <w:trHeight w:val="10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A8257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6FC2C" w14:textId="038AAC69" w:rsidR="0054186A" w:rsidRPr="0054186A" w:rsidRDefault="00A83FEF" w:rsidP="003B1DA6">
            <w:pPr>
              <w:jc w:val="center"/>
              <w:rPr>
                <w:lang w:eastAsia="uk-UA"/>
              </w:rPr>
            </w:pPr>
            <w:proofErr w:type="gramStart"/>
            <w:r w:rsidRPr="0054186A">
              <w:rPr>
                <w:lang w:eastAsia="uk-UA"/>
              </w:rPr>
              <w:t>Б</w:t>
            </w:r>
            <w:proofErr w:type="gramEnd"/>
            <w:r w:rsidRPr="0054186A">
              <w:rPr>
                <w:lang w:eastAsia="uk-UA"/>
              </w:rPr>
              <w:t>ІЛА</w:t>
            </w:r>
          </w:p>
          <w:p w14:paraId="2CE52982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Віталі</w:t>
            </w:r>
            <w:proofErr w:type="gramStart"/>
            <w:r w:rsidRPr="0054186A">
              <w:rPr>
                <w:lang w:eastAsia="uk-UA"/>
              </w:rPr>
              <w:t>на</w:t>
            </w:r>
            <w:proofErr w:type="gramEnd"/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62DED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учениця 1 класу Гімназії № 7 Самарівської міської ради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CC4CC" w14:textId="1155E35F" w:rsidR="0054186A" w:rsidRPr="0054186A" w:rsidRDefault="00A83FEF" w:rsidP="003B1DA6">
            <w:pPr>
              <w:jc w:val="center"/>
              <w:rPr>
                <w:lang w:eastAsia="uk-UA"/>
              </w:rPr>
            </w:pPr>
            <w:proofErr w:type="gramStart"/>
            <w:r w:rsidRPr="0054186A">
              <w:rPr>
                <w:lang w:eastAsia="uk-UA"/>
              </w:rPr>
              <w:t>Б</w:t>
            </w:r>
            <w:proofErr w:type="gramEnd"/>
            <w:r w:rsidRPr="0054186A">
              <w:rPr>
                <w:lang w:eastAsia="uk-UA"/>
              </w:rPr>
              <w:t>ІЛА</w:t>
            </w:r>
          </w:p>
          <w:p w14:paraId="38A6AEEF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Альона Сергіївна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1E515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вчитель інформатики Гімназії № 7 Самарівської 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E43CD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</w:t>
            </w:r>
          </w:p>
        </w:tc>
      </w:tr>
      <w:tr w:rsidR="0054186A" w:rsidRPr="0054186A" w14:paraId="00862595" w14:textId="77777777" w:rsidTr="00A83FEF">
        <w:trPr>
          <w:trHeight w:val="10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2CAC1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92C27" w14:textId="2C0C21B1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ГЕРАСИМЧУК</w:t>
            </w:r>
          </w:p>
          <w:p w14:paraId="7ECF8611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Меланія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73953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учениця 4 класу Знаменівського ліцею  </w:t>
            </w:r>
            <w:proofErr w:type="gramStart"/>
            <w:r w:rsidRPr="0054186A">
              <w:rPr>
                <w:lang w:eastAsia="uk-UA"/>
              </w:rPr>
              <w:t>П</w:t>
            </w:r>
            <w:proofErr w:type="gramEnd"/>
            <w:r w:rsidRPr="0054186A">
              <w:rPr>
                <w:lang w:eastAsia="uk-UA"/>
              </w:rPr>
              <w:t>іщанської сільської ради Самарівського району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F2ECB" w14:textId="561159DC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ГЕРАСИМЕНКО</w:t>
            </w:r>
          </w:p>
          <w:p w14:paraId="35F31583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Любов Іванівна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D0E7E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керівниця  </w:t>
            </w:r>
            <w:proofErr w:type="gramStart"/>
            <w:r w:rsidRPr="0054186A">
              <w:rPr>
                <w:lang w:eastAsia="uk-UA"/>
              </w:rPr>
              <w:t>студ</w:t>
            </w:r>
            <w:proofErr w:type="gramEnd"/>
            <w:r w:rsidRPr="0054186A">
              <w:rPr>
                <w:lang w:eastAsia="uk-UA"/>
              </w:rPr>
              <w:t xml:space="preserve">ії </w:t>
            </w:r>
            <w:r w:rsidRPr="0054186A">
              <w:rPr>
                <w:color w:val="000000" w:themeColor="text1"/>
              </w:rPr>
              <w:t>“</w:t>
            </w:r>
            <w:r w:rsidRPr="0054186A">
              <w:rPr>
                <w:lang w:eastAsia="uk-UA"/>
              </w:rPr>
              <w:t>Кадр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Знаменівського ліцею  Піщанської сільської ради Самарівського району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1D1B0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</w:t>
            </w:r>
          </w:p>
        </w:tc>
      </w:tr>
      <w:tr w:rsidR="0054186A" w:rsidRPr="0054186A" w14:paraId="58D9FD66" w14:textId="77777777" w:rsidTr="00A83FEF">
        <w:trPr>
          <w:trHeight w:val="76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C7409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C4BDF" w14:textId="7966410A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ПОХИЛЕНКО</w:t>
            </w:r>
          </w:p>
          <w:p w14:paraId="3C577DBF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Вікторія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FCE73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учениця 4 класу Марганецького ліцею №9 Марганецької міської ради Дніпропетровської області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FBEE2" w14:textId="121D2D86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РЕМЕЖЕНЯ</w:t>
            </w:r>
          </w:p>
          <w:p w14:paraId="31EACB47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Анна Володимирівна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54135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вчитель інформатики в початкових класах Марганецького ліцею №9 Марганецької міської ради Дніпропетровської області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33CA2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</w:t>
            </w:r>
          </w:p>
        </w:tc>
      </w:tr>
      <w:tr w:rsidR="0054186A" w:rsidRPr="0054186A" w14:paraId="4AE21D1E" w14:textId="77777777" w:rsidTr="00A83FEF">
        <w:trPr>
          <w:trHeight w:val="76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B1722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34E78" w14:textId="64ED0B59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СТРЕЛЬЦОВ</w:t>
            </w:r>
          </w:p>
          <w:p w14:paraId="14B60047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Кі</w:t>
            </w:r>
            <w:proofErr w:type="gramStart"/>
            <w:r w:rsidRPr="0054186A">
              <w:rPr>
                <w:lang w:eastAsia="uk-UA"/>
              </w:rPr>
              <w:t>р</w:t>
            </w:r>
            <w:proofErr w:type="gramEnd"/>
            <w:r w:rsidRPr="0054186A">
              <w:rPr>
                <w:lang w:eastAsia="uk-UA"/>
              </w:rPr>
              <w:t>іл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55D7D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учень 4 класу Лозуватського ліцею імені Т.Г.Шевченка Лозуватської сільської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05902" w14:textId="28FDD684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КАРАЩУК</w:t>
            </w:r>
          </w:p>
          <w:p w14:paraId="247357FA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Марина Анатоліївна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D8C6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вчитель початкових класів Лозуватського ліцею імені Т.Г.Шевченка Лозуватської сільської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324A9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</w:t>
            </w:r>
          </w:p>
        </w:tc>
      </w:tr>
      <w:tr w:rsidR="0054186A" w:rsidRPr="0054186A" w14:paraId="2EB1A932" w14:textId="77777777" w:rsidTr="00A83FEF">
        <w:trPr>
          <w:trHeight w:val="51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3EACD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3B1AF" w14:textId="4F296C29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ШВАЙКОВСЬКИЙ</w:t>
            </w:r>
          </w:p>
          <w:p w14:paraId="6E546009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Тимур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534D4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учень 4 класу Криворізької гімназії №61 Криворізької міської </w:t>
            </w:r>
            <w:r w:rsidRPr="0054186A">
              <w:rPr>
                <w:lang w:eastAsia="uk-UA"/>
              </w:rPr>
              <w:lastRenderedPageBreak/>
              <w:t>ради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870B9" w14:textId="0C9E92C9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lastRenderedPageBreak/>
              <w:t>ЗАРЯНКІНА</w:t>
            </w:r>
          </w:p>
          <w:p w14:paraId="48093C87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</w:t>
            </w:r>
            <w:proofErr w:type="gramStart"/>
            <w:r w:rsidRPr="0054186A">
              <w:rPr>
                <w:lang w:eastAsia="uk-UA"/>
              </w:rPr>
              <w:t>Св</w:t>
            </w:r>
            <w:proofErr w:type="gramEnd"/>
            <w:r w:rsidRPr="0054186A">
              <w:rPr>
                <w:lang w:eastAsia="uk-UA"/>
              </w:rPr>
              <w:t>ітлана Олегівна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3E049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вчитель інформатики  Криворізької гімназії №61 Криворізької міської </w:t>
            </w:r>
            <w:r w:rsidRPr="0054186A">
              <w:rPr>
                <w:lang w:eastAsia="uk-UA"/>
              </w:rPr>
              <w:lastRenderedPageBreak/>
              <w:t>ради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010D0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lastRenderedPageBreak/>
              <w:t>І</w:t>
            </w:r>
          </w:p>
        </w:tc>
      </w:tr>
      <w:tr w:rsidR="0054186A" w:rsidRPr="0054186A" w14:paraId="0FD92FA2" w14:textId="77777777" w:rsidTr="00A83FEF">
        <w:trPr>
          <w:trHeight w:val="46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4AE64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31A41" w14:textId="3E8935C6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КРИВОШЕЯ</w:t>
            </w:r>
          </w:p>
          <w:p w14:paraId="4C63070E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Арі</w:t>
            </w:r>
            <w:proofErr w:type="gramStart"/>
            <w:r w:rsidRPr="0054186A">
              <w:rPr>
                <w:lang w:eastAsia="uk-UA"/>
              </w:rPr>
              <w:t>на</w:t>
            </w:r>
            <w:proofErr w:type="gramEnd"/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27CF4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учениця 4 класу Лозуватського ліцею імені Т.Г.Шевченка Лозуватської сільської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06073" w14:textId="52B09DC9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КАЛАШННИК</w:t>
            </w:r>
          </w:p>
          <w:p w14:paraId="04910462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 </w:t>
            </w:r>
            <w:proofErr w:type="gramStart"/>
            <w:r w:rsidRPr="0054186A">
              <w:rPr>
                <w:lang w:eastAsia="uk-UA"/>
              </w:rPr>
              <w:t>В</w:t>
            </w:r>
            <w:proofErr w:type="gramEnd"/>
            <w:r w:rsidRPr="0054186A">
              <w:rPr>
                <w:lang w:eastAsia="uk-UA"/>
              </w:rPr>
              <w:t>іта Миколаївна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1C698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вчитель Лозуватського ліцею імені Т.Г.Шевченка Лозуватської сільської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C8864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</w:t>
            </w:r>
          </w:p>
        </w:tc>
      </w:tr>
      <w:tr w:rsidR="0054186A" w:rsidRPr="0054186A" w14:paraId="1AA34372" w14:textId="77777777" w:rsidTr="00A83FEF">
        <w:trPr>
          <w:trHeight w:val="10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52263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4DCD9" w14:textId="384D9B39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ЛИМАР</w:t>
            </w:r>
          </w:p>
          <w:p w14:paraId="1F99431B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Артем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02738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учень 3 класу Знаменівського ліцею  </w:t>
            </w:r>
            <w:proofErr w:type="gramStart"/>
            <w:r w:rsidRPr="0054186A">
              <w:rPr>
                <w:lang w:eastAsia="uk-UA"/>
              </w:rPr>
              <w:t>П</w:t>
            </w:r>
            <w:proofErr w:type="gramEnd"/>
            <w:r w:rsidRPr="0054186A">
              <w:rPr>
                <w:lang w:eastAsia="uk-UA"/>
              </w:rPr>
              <w:t>іщанської сільської ради Самарівського району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D62F6" w14:textId="53A7F7C9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ГЕРАСИМЕНКО</w:t>
            </w:r>
          </w:p>
          <w:p w14:paraId="052A6C7C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Любов Іванівна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080DA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керівниця  </w:t>
            </w:r>
            <w:proofErr w:type="gramStart"/>
            <w:r w:rsidRPr="0054186A">
              <w:rPr>
                <w:lang w:eastAsia="uk-UA"/>
              </w:rPr>
              <w:t>студ</w:t>
            </w:r>
            <w:proofErr w:type="gramEnd"/>
            <w:r w:rsidRPr="0054186A">
              <w:rPr>
                <w:lang w:eastAsia="uk-UA"/>
              </w:rPr>
              <w:t xml:space="preserve">ії </w:t>
            </w:r>
            <w:r w:rsidRPr="0054186A">
              <w:rPr>
                <w:color w:val="000000" w:themeColor="text1"/>
              </w:rPr>
              <w:t>“</w:t>
            </w:r>
            <w:r w:rsidRPr="0054186A">
              <w:rPr>
                <w:lang w:eastAsia="uk-UA"/>
              </w:rPr>
              <w:t>Кадр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Знаменівського ліцею  Піщанської сільської ради Самарівського району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C00B1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</w:t>
            </w:r>
          </w:p>
        </w:tc>
      </w:tr>
      <w:tr w:rsidR="0054186A" w:rsidRPr="0054186A" w14:paraId="4BAED319" w14:textId="77777777" w:rsidTr="00A83FEF">
        <w:trPr>
          <w:trHeight w:val="51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F2849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93104" w14:textId="458CC2FA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НАПАДАЙЛО </w:t>
            </w:r>
          </w:p>
          <w:p w14:paraId="7CFA3EA4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Катерина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211C4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учениця 4 класу Криворізької гімназії №72 Криворізької міської ради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04D2B" w14:textId="66C29D9B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АНТОНЕНКО</w:t>
            </w:r>
          </w:p>
          <w:p w14:paraId="028D309C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Любов Степанівна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E76CF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вчитель початкових класів Криворізької гімназії №72 Криворізької 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0CE7F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</w:t>
            </w:r>
          </w:p>
        </w:tc>
      </w:tr>
      <w:tr w:rsidR="0054186A" w:rsidRPr="0054186A" w14:paraId="6028BA47" w14:textId="77777777" w:rsidTr="00A83FEF">
        <w:trPr>
          <w:trHeight w:val="51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554AE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E4E95" w14:textId="3A6A374A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ОВДІЄНКО</w:t>
            </w:r>
          </w:p>
          <w:p w14:paraId="55498CE2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Владислав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EA361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учень 4 класу Криворізької гімназії №72 Криворізької міської ради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E7B95" w14:textId="0A6F5CE0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АНТОНЕНКО</w:t>
            </w:r>
          </w:p>
          <w:p w14:paraId="5D97D793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Любов Степанівна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60815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вчитель початкових класів Криворізької гімназії №72 Криворізької 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0D3C4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</w:t>
            </w:r>
          </w:p>
        </w:tc>
      </w:tr>
      <w:tr w:rsidR="0054186A" w:rsidRPr="0054186A" w14:paraId="585F1C54" w14:textId="77777777" w:rsidTr="00A83FEF">
        <w:trPr>
          <w:trHeight w:val="51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F18DA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91B9E" w14:textId="50CE71A3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СУВОРОВА</w:t>
            </w:r>
          </w:p>
          <w:p w14:paraId="54D54D9F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</w:t>
            </w:r>
            <w:proofErr w:type="gramStart"/>
            <w:r w:rsidRPr="0054186A">
              <w:rPr>
                <w:lang w:eastAsia="uk-UA"/>
              </w:rPr>
              <w:t>Діана</w:t>
            </w:r>
            <w:proofErr w:type="gramEnd"/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FA2B5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учениця 4 класу Гімназії № 7 Самарівської міської ради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1BA57" w14:textId="2C4BC291" w:rsidR="0054186A" w:rsidRPr="0054186A" w:rsidRDefault="00A83FEF" w:rsidP="003B1DA6">
            <w:pPr>
              <w:jc w:val="center"/>
              <w:rPr>
                <w:lang w:eastAsia="uk-UA"/>
              </w:rPr>
            </w:pPr>
            <w:proofErr w:type="gramStart"/>
            <w:r w:rsidRPr="0054186A">
              <w:rPr>
                <w:lang w:eastAsia="uk-UA"/>
              </w:rPr>
              <w:t>Б</w:t>
            </w:r>
            <w:proofErr w:type="gramEnd"/>
            <w:r w:rsidRPr="0054186A">
              <w:rPr>
                <w:lang w:eastAsia="uk-UA"/>
              </w:rPr>
              <w:t>ІЛА</w:t>
            </w:r>
          </w:p>
          <w:p w14:paraId="1EB68B7A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Альона Сергіївна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18223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вчитель інформатики Гімназії № 7 Самарівської 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A691C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</w:t>
            </w:r>
          </w:p>
        </w:tc>
      </w:tr>
      <w:tr w:rsidR="0054186A" w:rsidRPr="0054186A" w14:paraId="391B97EE" w14:textId="77777777" w:rsidTr="00A83FEF">
        <w:trPr>
          <w:trHeight w:val="76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EB574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41568" w14:textId="2D25920D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ШЛОМА</w:t>
            </w:r>
          </w:p>
          <w:p w14:paraId="698610B1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Дарія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B554E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учениця 4 класу Марганецького ліцею №9 Марганецької міської ради Дніпропетровської області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4669B" w14:textId="303527CF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РЕМЕЖЕНЯ</w:t>
            </w:r>
          </w:p>
          <w:p w14:paraId="4D2116E8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Анна Володимирівна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8B0E1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вчитель інформатики в початкових класах Марганецького ліцею №9 Марганецької міської ради Дніпропетровської області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65F1B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</w:t>
            </w:r>
          </w:p>
        </w:tc>
      </w:tr>
      <w:tr w:rsidR="0054186A" w:rsidRPr="0054186A" w14:paraId="2B09FDB7" w14:textId="77777777" w:rsidTr="00A83FEF">
        <w:trPr>
          <w:trHeight w:val="51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0485E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54639" w14:textId="3A235CE3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ШЕВЧЕНКО </w:t>
            </w:r>
          </w:p>
          <w:p w14:paraId="0763A6CB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Тимофій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2620F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учень 4 класу Криворізької гімназії №97 Криворізької міської ради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8A8A7" w14:textId="5227010D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МАНЖАРОВА</w:t>
            </w:r>
          </w:p>
          <w:p w14:paraId="0AEAC1EC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Ольга Олександрівна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E3780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вчитель Криворізької гімназії №97 Криворізької 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40F42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</w:t>
            </w:r>
          </w:p>
        </w:tc>
      </w:tr>
      <w:tr w:rsidR="0054186A" w:rsidRPr="0054186A" w14:paraId="7768E27B" w14:textId="77777777" w:rsidTr="00A83FEF">
        <w:trPr>
          <w:trHeight w:val="51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72BCD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8200A" w14:textId="56381332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ПИСАРЕНКО</w:t>
            </w:r>
          </w:p>
          <w:p w14:paraId="64320994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Анастасія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66CD2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вихованка комунального закладу позашкільної освіти </w:t>
            </w:r>
            <w:r w:rsidRPr="0054186A">
              <w:t>“</w:t>
            </w:r>
            <w:r w:rsidRPr="0054186A">
              <w:rPr>
                <w:lang w:eastAsia="uk-UA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Дніпропетровської обласної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  <w:r w:rsidRPr="0054186A">
              <w:t>”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9B060" w14:textId="3BB1597C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МОРОЗ</w:t>
            </w:r>
          </w:p>
          <w:p w14:paraId="65DFFE8E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Олена Валеріївна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589D1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завідувач відділом комунального закладу позашкільної освіти </w:t>
            </w:r>
            <w:r w:rsidRPr="0054186A">
              <w:t>“</w:t>
            </w:r>
            <w:r w:rsidRPr="0054186A">
              <w:rPr>
                <w:lang w:eastAsia="uk-UA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Дніпропетровської обласної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  <w:r w:rsidRPr="0054186A"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5025F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</w:t>
            </w:r>
          </w:p>
        </w:tc>
      </w:tr>
      <w:tr w:rsidR="0054186A" w:rsidRPr="0054186A" w14:paraId="5F26CBAB" w14:textId="77777777" w:rsidTr="00A83FEF">
        <w:trPr>
          <w:trHeight w:val="51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57F13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8AF13" w14:textId="32C65F38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ХАРЬКОВСЬКИЙ</w:t>
            </w:r>
          </w:p>
          <w:p w14:paraId="1E516E6E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Артем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63579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учень 2 класу Нікопольської гімназії №24 Нікопольської </w:t>
            </w:r>
            <w:r w:rsidRPr="0054186A">
              <w:rPr>
                <w:lang w:eastAsia="uk-UA"/>
              </w:rPr>
              <w:lastRenderedPageBreak/>
              <w:t xml:space="preserve">міської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E2FAF" w14:textId="4DDDAA37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lastRenderedPageBreak/>
              <w:t>ВАРАВА</w:t>
            </w:r>
          </w:p>
          <w:p w14:paraId="4EB8266A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Тетяна Дмитрівна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6822F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вчитель інформатики Нікопольської гімназії №24 Нікопольської міської </w:t>
            </w:r>
            <w:proofErr w:type="gramStart"/>
            <w:r w:rsidRPr="0054186A">
              <w:rPr>
                <w:lang w:eastAsia="uk-UA"/>
              </w:rPr>
              <w:lastRenderedPageBreak/>
              <w:t>ради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CF819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lastRenderedPageBreak/>
              <w:t>І</w:t>
            </w:r>
          </w:p>
        </w:tc>
      </w:tr>
      <w:tr w:rsidR="0054186A" w:rsidRPr="0054186A" w14:paraId="2DC956FA" w14:textId="77777777" w:rsidTr="00A83FEF">
        <w:trPr>
          <w:trHeight w:val="51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0513C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95D24" w14:textId="4D0DEC4C" w:rsidR="0054186A" w:rsidRPr="0054186A" w:rsidRDefault="00A83FEF" w:rsidP="003B1DA6">
            <w:pPr>
              <w:jc w:val="center"/>
              <w:rPr>
                <w:lang w:eastAsia="uk-UA"/>
              </w:rPr>
            </w:pPr>
            <w:proofErr w:type="gramStart"/>
            <w:r w:rsidRPr="0054186A">
              <w:rPr>
                <w:lang w:eastAsia="uk-UA"/>
              </w:rPr>
              <w:t>Б</w:t>
            </w:r>
            <w:proofErr w:type="gramEnd"/>
            <w:r w:rsidRPr="0054186A">
              <w:rPr>
                <w:lang w:eastAsia="uk-UA"/>
              </w:rPr>
              <w:t>ІЛИЙ</w:t>
            </w:r>
          </w:p>
          <w:p w14:paraId="6816E898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Данії</w:t>
            </w:r>
            <w:proofErr w:type="gramStart"/>
            <w:r w:rsidRPr="0054186A">
              <w:rPr>
                <w:lang w:eastAsia="uk-UA"/>
              </w:rPr>
              <w:t>л</w:t>
            </w:r>
            <w:proofErr w:type="gramEnd"/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60A1A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учень 3 класу Гімназії  7 Самарівської міської ради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E6ABB" w14:textId="53772810" w:rsidR="0054186A" w:rsidRPr="0054186A" w:rsidRDefault="00A83FEF" w:rsidP="003B1DA6">
            <w:pPr>
              <w:jc w:val="center"/>
              <w:rPr>
                <w:lang w:eastAsia="uk-UA"/>
              </w:rPr>
            </w:pPr>
            <w:proofErr w:type="gramStart"/>
            <w:r w:rsidRPr="0054186A">
              <w:rPr>
                <w:lang w:eastAsia="uk-UA"/>
              </w:rPr>
              <w:t>Б</w:t>
            </w:r>
            <w:proofErr w:type="gramEnd"/>
            <w:r w:rsidRPr="0054186A">
              <w:rPr>
                <w:lang w:eastAsia="uk-UA"/>
              </w:rPr>
              <w:t>ІЛА</w:t>
            </w:r>
          </w:p>
          <w:p w14:paraId="06F12EE6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Альона Сергіївна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0F26A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вчитель інформатики Гімназії  7 Самарівської 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0AF13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</w:t>
            </w:r>
          </w:p>
        </w:tc>
      </w:tr>
      <w:tr w:rsidR="0054186A" w:rsidRPr="0054186A" w14:paraId="5DF1E7DE" w14:textId="77777777" w:rsidTr="00A83FEF">
        <w:trPr>
          <w:trHeight w:val="51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A7DF4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EB7E8" w14:textId="661C0E58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ВОВК</w:t>
            </w:r>
          </w:p>
          <w:p w14:paraId="53C216F2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Дарина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72FAF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учениця 3 класу Гімназії № 7 Самарівської міської ради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D2A62" w14:textId="48E846F5" w:rsidR="0054186A" w:rsidRPr="0054186A" w:rsidRDefault="00A83FEF" w:rsidP="003B1DA6">
            <w:pPr>
              <w:jc w:val="center"/>
              <w:rPr>
                <w:lang w:eastAsia="uk-UA"/>
              </w:rPr>
            </w:pPr>
            <w:proofErr w:type="gramStart"/>
            <w:r w:rsidRPr="0054186A">
              <w:rPr>
                <w:lang w:eastAsia="uk-UA"/>
              </w:rPr>
              <w:t>Б</w:t>
            </w:r>
            <w:proofErr w:type="gramEnd"/>
            <w:r w:rsidRPr="0054186A">
              <w:rPr>
                <w:lang w:eastAsia="uk-UA"/>
              </w:rPr>
              <w:t>ІЛА</w:t>
            </w:r>
          </w:p>
          <w:p w14:paraId="657FDB53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Альона Сергіївна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DE44D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вчитель інформатики Гімназії  7 Самарівської 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C666B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</w:t>
            </w:r>
          </w:p>
        </w:tc>
      </w:tr>
      <w:tr w:rsidR="0054186A" w:rsidRPr="0054186A" w14:paraId="01751757" w14:textId="77777777" w:rsidTr="00A83FEF">
        <w:trPr>
          <w:trHeight w:val="76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9170D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61AAD" w14:textId="2A562032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ГЕРАСИМОВ </w:t>
            </w:r>
          </w:p>
          <w:p w14:paraId="18CA273B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Максим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FC7BF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учень 2 класу Марганецького ліцею №9 Марганецької міської ради Дніпропетровської області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E9E89" w14:textId="361C32C1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РЕМЕЖЕНЯ</w:t>
            </w:r>
          </w:p>
          <w:p w14:paraId="4704D7CB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Анна Володимирівна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7617D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вчитель інформатики в початкових класах Марганецького ліцею №9 Марганецької міської ради Дніпропетровської області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3AA9D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</w:t>
            </w:r>
          </w:p>
        </w:tc>
      </w:tr>
      <w:tr w:rsidR="0054186A" w:rsidRPr="0054186A" w14:paraId="7503BAA5" w14:textId="77777777" w:rsidTr="00A83FEF">
        <w:trPr>
          <w:trHeight w:val="51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D10F8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09B98" w14:textId="24734D14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КОЗЮРА </w:t>
            </w:r>
          </w:p>
          <w:p w14:paraId="236DB641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Олександр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594E5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учень 4 класу Криворізької гімназії №72 Криворізької міської ради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DFD01" w14:textId="2613D034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АНТОНЕНКО</w:t>
            </w:r>
          </w:p>
          <w:p w14:paraId="4ABFEF7F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Любов Степанівна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3B6B3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вчитель початкових класів Криворізької гімназії №72 Криворізької 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4C984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</w:t>
            </w:r>
          </w:p>
        </w:tc>
      </w:tr>
      <w:tr w:rsidR="0054186A" w:rsidRPr="0054186A" w14:paraId="5B7EA4C7" w14:textId="77777777" w:rsidTr="00A83FEF">
        <w:trPr>
          <w:trHeight w:val="127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C4926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EFE5C" w14:textId="79A2FBE9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МОРОЗ</w:t>
            </w:r>
          </w:p>
          <w:p w14:paraId="60E0FB2B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Анастасія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0821B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вихованка комунального закладу позашкільної освіти </w:t>
            </w:r>
            <w:r w:rsidRPr="0054186A">
              <w:t>“</w:t>
            </w:r>
            <w:r w:rsidRPr="0054186A">
              <w:rPr>
                <w:lang w:eastAsia="uk-UA"/>
              </w:rPr>
              <w:t>Будинок творчості дітей та юнацтва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Покровської міської ради Дніпропетровської області</w:t>
            </w:r>
            <w:r w:rsidRPr="0054186A">
              <w:t>”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C0559" w14:textId="192AFF9F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ЯКИМОВА</w:t>
            </w:r>
          </w:p>
          <w:p w14:paraId="6B46025E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Ніна Леонідівна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5C495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керівник гуртка комунального закладу позашкільної освіти </w:t>
            </w:r>
            <w:r w:rsidRPr="0054186A">
              <w:t>“</w:t>
            </w:r>
            <w:r w:rsidRPr="0054186A">
              <w:rPr>
                <w:lang w:eastAsia="uk-UA"/>
              </w:rPr>
              <w:t>Будинок творчості дітей та юнацтва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Покровської міської ради Дніпропетровської області</w:t>
            </w:r>
            <w:r w:rsidRPr="0054186A"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392AB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</w:t>
            </w:r>
          </w:p>
        </w:tc>
      </w:tr>
      <w:tr w:rsidR="0054186A" w:rsidRPr="0054186A" w14:paraId="31FC2E7E" w14:textId="77777777" w:rsidTr="00A83FEF">
        <w:trPr>
          <w:trHeight w:val="76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44D65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9F323" w14:textId="315DEE2B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ПУГАЧ</w:t>
            </w:r>
          </w:p>
          <w:p w14:paraId="67113837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Анна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68029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учениця 4 класу Марганецького ліцею №9 Марганецької міської ради Дніпропетровської області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F57C6" w14:textId="02C4FFDB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РЕМЕЖЕНЯ</w:t>
            </w:r>
          </w:p>
          <w:p w14:paraId="16270739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Анна Володимирівна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CC356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вчитель інформатики в початкових класах Марганецького ліцею №9 Марганецької міської ради Дніпропетровської області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EB757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</w:t>
            </w:r>
          </w:p>
        </w:tc>
      </w:tr>
      <w:tr w:rsidR="0054186A" w:rsidRPr="0054186A" w14:paraId="15F3C973" w14:textId="77777777" w:rsidTr="00A83FEF">
        <w:trPr>
          <w:trHeight w:val="41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05FDB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A245B" w14:textId="77D04A8B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СЛЄПОВ</w:t>
            </w:r>
          </w:p>
          <w:p w14:paraId="6B11A20E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Кирило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2DB9D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вихованець комунального закладу позашкільної освіти </w:t>
            </w:r>
            <w:r w:rsidRPr="0054186A">
              <w:t>“</w:t>
            </w:r>
            <w:r w:rsidRPr="0054186A">
              <w:rPr>
                <w:lang w:eastAsia="uk-UA"/>
              </w:rPr>
              <w:t>Центр позашкільної освіти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Шахтарської міської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FD880" w14:textId="40CFC207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КОЛЕСНІК</w:t>
            </w:r>
          </w:p>
          <w:p w14:paraId="4F915E65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Алла Василівна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F35DD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керівник гуртка комунального закладу позашкільної освіти </w:t>
            </w:r>
            <w:r w:rsidRPr="0054186A">
              <w:t>“</w:t>
            </w:r>
            <w:r w:rsidRPr="0054186A">
              <w:rPr>
                <w:lang w:eastAsia="uk-UA"/>
              </w:rPr>
              <w:t>Центр позашкільної освіти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Шахтарської міської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22BB7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</w:t>
            </w:r>
          </w:p>
        </w:tc>
      </w:tr>
      <w:tr w:rsidR="0054186A" w:rsidRPr="0054186A" w14:paraId="34FEDCDD" w14:textId="77777777" w:rsidTr="00A83FEF">
        <w:trPr>
          <w:trHeight w:val="51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3FC92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D44EF" w14:textId="077DEC2A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ТРЕГУБ</w:t>
            </w:r>
          </w:p>
          <w:p w14:paraId="5ECA3AC5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Анна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D8F61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учениця 4 класу Нікопольської гімназії №24 Нікопольської міської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240B9" w14:textId="2D3FCE1A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ВАРАВА</w:t>
            </w:r>
          </w:p>
          <w:p w14:paraId="1C69D3CC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Тетяна Дмитрівна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F03BD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вчитель інформатики Нікопольської гімназії №24 Нікопольської міської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F4034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</w:t>
            </w:r>
          </w:p>
        </w:tc>
      </w:tr>
      <w:tr w:rsidR="0054186A" w:rsidRPr="0054186A" w14:paraId="34852E11" w14:textId="77777777" w:rsidTr="00A83FEF">
        <w:trPr>
          <w:trHeight w:val="127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BD930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7C42E" w14:textId="0CCC9B95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КОЛІСНИК </w:t>
            </w:r>
          </w:p>
          <w:p w14:paraId="71ADE5F6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Софія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BF29F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вихованка комунального закладу позашкільної освіти </w:t>
            </w:r>
            <w:r w:rsidRPr="0054186A">
              <w:t>“</w:t>
            </w:r>
            <w:r w:rsidRPr="0054186A">
              <w:rPr>
                <w:lang w:eastAsia="uk-UA"/>
              </w:rPr>
              <w:t>Будинок творчості дітей та юнацтва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Покровської міської ради Дніпропетровської області</w:t>
            </w:r>
            <w:r w:rsidRPr="0054186A">
              <w:t>”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798F3" w14:textId="6949DB7F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КОНДРАТЮК</w:t>
            </w:r>
          </w:p>
          <w:p w14:paraId="50337E4A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</w:t>
            </w:r>
            <w:proofErr w:type="gramStart"/>
            <w:r w:rsidRPr="0054186A">
              <w:rPr>
                <w:lang w:eastAsia="uk-UA"/>
              </w:rPr>
              <w:t>Наталія</w:t>
            </w:r>
            <w:proofErr w:type="gramEnd"/>
            <w:r w:rsidRPr="0054186A">
              <w:rPr>
                <w:lang w:eastAsia="uk-UA"/>
              </w:rPr>
              <w:t xml:space="preserve"> Олександрівна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0B8D1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керівник гуртка комунального закладу позашкільної освіти </w:t>
            </w:r>
            <w:r w:rsidRPr="0054186A">
              <w:t>“</w:t>
            </w:r>
            <w:r w:rsidRPr="0054186A">
              <w:rPr>
                <w:lang w:eastAsia="uk-UA"/>
              </w:rPr>
              <w:t>Будинок творчості дітей та юнацтва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Покровської міської ради Дніпропетровської області</w:t>
            </w:r>
            <w:r w:rsidRPr="0054186A"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F2541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</w:t>
            </w:r>
          </w:p>
        </w:tc>
      </w:tr>
      <w:tr w:rsidR="0054186A" w:rsidRPr="0054186A" w14:paraId="417431C5" w14:textId="77777777" w:rsidTr="00A83FEF">
        <w:trPr>
          <w:trHeight w:val="51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1AF7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858F0" w14:textId="6D1B6607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НЕЧАЄВ </w:t>
            </w:r>
          </w:p>
          <w:p w14:paraId="18E8B58C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Ярослав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984D7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учень 4 класу Криворізької гімназії №58 Криворізької міської ради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A02CC" w14:textId="4D0BDC9D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ПАНЧЕНКО</w:t>
            </w:r>
          </w:p>
          <w:p w14:paraId="5B0A2C04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</w:t>
            </w:r>
            <w:proofErr w:type="gramStart"/>
            <w:r w:rsidRPr="0054186A">
              <w:rPr>
                <w:lang w:eastAsia="uk-UA"/>
              </w:rPr>
              <w:t>Над</w:t>
            </w:r>
            <w:proofErr w:type="gramEnd"/>
            <w:r w:rsidRPr="0054186A">
              <w:rPr>
                <w:lang w:eastAsia="uk-UA"/>
              </w:rPr>
              <w:t>ія Олексіївна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7827A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вчитель інформатики Криворізької гімназії №58 Криворізької 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540D0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</w:t>
            </w:r>
          </w:p>
        </w:tc>
      </w:tr>
      <w:tr w:rsidR="0054186A" w:rsidRPr="0054186A" w14:paraId="6A74A242" w14:textId="77777777" w:rsidTr="00A83FEF">
        <w:trPr>
          <w:trHeight w:val="76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633FA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4B665" w14:textId="7ED51D11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САКАЄ</w:t>
            </w:r>
            <w:proofErr w:type="gramStart"/>
            <w:r w:rsidRPr="0054186A">
              <w:rPr>
                <w:lang w:eastAsia="uk-UA"/>
              </w:rPr>
              <w:t>В</w:t>
            </w:r>
            <w:proofErr w:type="gramEnd"/>
          </w:p>
          <w:p w14:paraId="1B75F97D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Максим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0FE1D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учень 3 класу Криворізької гімназії №97 Криворізької міської ради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16E43" w14:textId="42D3CE5D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КОРЕНЬ</w:t>
            </w:r>
          </w:p>
          <w:p w14:paraId="35FFBE02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Ілона Степанівна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91903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вчитель інформатики Криворізької гімназії №97 Криворізької 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14A1A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</w:t>
            </w:r>
          </w:p>
        </w:tc>
      </w:tr>
      <w:tr w:rsidR="0054186A" w:rsidRPr="0054186A" w14:paraId="642D1FB4" w14:textId="77777777" w:rsidTr="00A83FEF">
        <w:trPr>
          <w:trHeight w:val="51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19D83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474C4" w14:textId="4EF80888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ТАРАН</w:t>
            </w:r>
          </w:p>
          <w:p w14:paraId="0E807CAA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Сефанія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B4A17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учениця 3 класу комунального закладу </w:t>
            </w:r>
            <w:r w:rsidRPr="0054186A">
              <w:t>“</w:t>
            </w:r>
            <w:r w:rsidRPr="0054186A">
              <w:rPr>
                <w:lang w:eastAsia="uk-UA"/>
              </w:rPr>
              <w:t>Ліцей № 11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Кам'янської міської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6475E" w14:textId="77D92621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ОЛІЙНИК</w:t>
            </w:r>
          </w:p>
          <w:p w14:paraId="0B3CDA76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</w:t>
            </w:r>
            <w:proofErr w:type="gramStart"/>
            <w:r w:rsidRPr="0054186A">
              <w:rPr>
                <w:lang w:eastAsia="uk-UA"/>
              </w:rPr>
              <w:t>Наталія</w:t>
            </w:r>
            <w:proofErr w:type="gramEnd"/>
            <w:r w:rsidRPr="0054186A">
              <w:rPr>
                <w:lang w:eastAsia="uk-UA"/>
              </w:rPr>
              <w:t xml:space="preserve"> Валеріївна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59744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вчитель інформатики комунального закладу </w:t>
            </w:r>
            <w:r w:rsidRPr="0054186A">
              <w:t>“</w:t>
            </w:r>
            <w:r w:rsidRPr="0054186A">
              <w:rPr>
                <w:lang w:eastAsia="uk-UA"/>
              </w:rPr>
              <w:t>Ліцей № 11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Кам'янської міської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8E098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</w:t>
            </w:r>
          </w:p>
        </w:tc>
      </w:tr>
      <w:tr w:rsidR="0054186A" w:rsidRPr="0054186A" w14:paraId="112DB25A" w14:textId="77777777" w:rsidTr="00A83FEF">
        <w:trPr>
          <w:trHeight w:val="51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6193A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2A1EE" w14:textId="7C5190E4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ШЕВЧЕНКО</w:t>
            </w:r>
          </w:p>
          <w:p w14:paraId="4C2B1BD3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Ярослав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74AF1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учень 2 класу Криворізької гімназії №41 Криворізької міської ради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2B87F" w14:textId="5DDE574F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РАУБА</w:t>
            </w:r>
          </w:p>
          <w:p w14:paraId="184CBBC7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Марина Володимирівна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C7A63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вчитель початкових класів Криворізької гімназії №41 Криворізької 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0118B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</w:t>
            </w:r>
          </w:p>
        </w:tc>
      </w:tr>
      <w:tr w:rsidR="0054186A" w:rsidRPr="0054186A" w14:paraId="4049959E" w14:textId="77777777" w:rsidTr="00A83FEF">
        <w:trPr>
          <w:trHeight w:val="76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FEAA8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9FF34" w14:textId="3DB9216B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ШИРШОВА </w:t>
            </w:r>
          </w:p>
          <w:p w14:paraId="4340555E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Вероніка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7CB12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учениця 2 класу Марганецького ліцею №9 Марганецької міської ради Дніпропетровської області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635CD" w14:textId="62CCBEDC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РЕМЕЖЕНЯ</w:t>
            </w:r>
          </w:p>
          <w:p w14:paraId="19DABF29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Анна Володимирівна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43885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вчитель інформатики в початкових класах Марганецького ліцею №9 Марганецької міської ради Дніпропетровської області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9421A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</w:t>
            </w:r>
          </w:p>
        </w:tc>
      </w:tr>
      <w:tr w:rsidR="0054186A" w:rsidRPr="0054186A" w14:paraId="5953F306" w14:textId="77777777" w:rsidTr="00A83FEF">
        <w:trPr>
          <w:trHeight w:val="51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DB4C0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C083C" w14:textId="7DF05D0F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НЕСТЕРЕНКО </w:t>
            </w:r>
          </w:p>
          <w:p w14:paraId="31A4C183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Максим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07EA8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вихованець комунального закладу позашкільної освіти </w:t>
            </w:r>
            <w:r w:rsidRPr="0054186A">
              <w:t>“</w:t>
            </w:r>
            <w:r w:rsidRPr="0054186A">
              <w:rPr>
                <w:lang w:eastAsia="uk-UA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Дніпропетровської обласної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  <w:r w:rsidRPr="0054186A">
              <w:t>”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7B21F" w14:textId="4779E761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МОРОЗ</w:t>
            </w:r>
          </w:p>
          <w:p w14:paraId="6DE926DA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Олена Валеріївна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46000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завідувач відділом комунального закладу позашкільної освіти </w:t>
            </w:r>
            <w:r w:rsidRPr="0054186A">
              <w:t>“</w:t>
            </w:r>
            <w:r w:rsidRPr="0054186A">
              <w:rPr>
                <w:lang w:eastAsia="uk-UA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Дніпропетровської обласної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  <w:r w:rsidRPr="0054186A"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39B92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</w:t>
            </w:r>
          </w:p>
        </w:tc>
      </w:tr>
      <w:tr w:rsidR="0054186A" w:rsidRPr="0054186A" w14:paraId="67940268" w14:textId="77777777" w:rsidTr="00A83FEF">
        <w:trPr>
          <w:trHeight w:val="51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F15DC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642E1" w14:textId="5DCDCDBB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ВАСИЛЕНКО</w:t>
            </w:r>
          </w:p>
          <w:p w14:paraId="7F10A726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Марк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94ED9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учень 4 класу Криворізької гімназії №97 Криворізької міської ради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29FD7" w14:textId="7BB9C9A6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МАНЖАРОВА</w:t>
            </w:r>
          </w:p>
          <w:p w14:paraId="773AE01B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Ольга Олександрівна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46651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вчитель Криворізької гімназії №97 Криворізької 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60AAB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ІІІ</w:t>
            </w:r>
          </w:p>
        </w:tc>
      </w:tr>
      <w:tr w:rsidR="0054186A" w:rsidRPr="0054186A" w14:paraId="63A0FDF4" w14:textId="77777777" w:rsidTr="00A83FEF">
        <w:trPr>
          <w:trHeight w:val="10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D4A24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2124E" w14:textId="1745707D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САБЕЛЬНІКОВА</w:t>
            </w:r>
          </w:p>
          <w:p w14:paraId="41052243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Ангелі</w:t>
            </w:r>
            <w:proofErr w:type="gramStart"/>
            <w:r w:rsidRPr="0054186A">
              <w:rPr>
                <w:lang w:eastAsia="uk-UA"/>
              </w:rPr>
              <w:t>на</w:t>
            </w:r>
            <w:proofErr w:type="gramEnd"/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03BB4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учениця 3 класу Знаменівського ліцею  </w:t>
            </w:r>
            <w:proofErr w:type="gramStart"/>
            <w:r w:rsidRPr="0054186A">
              <w:rPr>
                <w:lang w:eastAsia="uk-UA"/>
              </w:rPr>
              <w:t>П</w:t>
            </w:r>
            <w:proofErr w:type="gramEnd"/>
            <w:r w:rsidRPr="0054186A">
              <w:rPr>
                <w:lang w:eastAsia="uk-UA"/>
              </w:rPr>
              <w:t>іщанської сільської ради Самарівського району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F60A7" w14:textId="4385151D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ГЕРАСИМЕНКО</w:t>
            </w:r>
          </w:p>
          <w:p w14:paraId="3C2BAEAD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Любов Іванівна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8EBAD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керівниця </w:t>
            </w:r>
            <w:proofErr w:type="gramStart"/>
            <w:r w:rsidRPr="0054186A">
              <w:rPr>
                <w:lang w:eastAsia="uk-UA"/>
              </w:rPr>
              <w:t>студ</w:t>
            </w:r>
            <w:proofErr w:type="gramEnd"/>
            <w:r w:rsidRPr="0054186A">
              <w:rPr>
                <w:lang w:eastAsia="uk-UA"/>
              </w:rPr>
              <w:t>ії "Кадр" Знаменівського ліцею  Піщанської сільської ради Самарівського району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63AF8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ІІІ</w:t>
            </w:r>
          </w:p>
        </w:tc>
      </w:tr>
      <w:tr w:rsidR="0054186A" w:rsidRPr="0054186A" w14:paraId="2FD7C423" w14:textId="77777777" w:rsidTr="00A83FEF">
        <w:trPr>
          <w:trHeight w:val="51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6CE2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CDB84" w14:textId="3A0B91A9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РАДЧЕНКО</w:t>
            </w:r>
          </w:p>
          <w:p w14:paraId="4A0E2062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Назар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D29BE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учень 4 класу Зайцівської гімназії - філії Кислянського ліцею Зайцівської сільської ради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72534" w14:textId="6D23B747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КОВАЛЕНКО</w:t>
            </w:r>
          </w:p>
          <w:p w14:paraId="479B2B29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Неля Миколаївна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393B2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вчитель початкових класі</w:t>
            </w:r>
            <w:proofErr w:type="gramStart"/>
            <w:r w:rsidRPr="0054186A">
              <w:rPr>
                <w:lang w:eastAsia="uk-UA"/>
              </w:rPr>
              <w:t>в</w:t>
            </w:r>
            <w:proofErr w:type="gramEnd"/>
            <w:r w:rsidRPr="0054186A">
              <w:rPr>
                <w:lang w:eastAsia="uk-UA"/>
              </w:rPr>
              <w:t xml:space="preserve"> та інформатики Зайцівської гімназії - філії Кислянського ліцею Зайцівської сільської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5D84D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ІІІ</w:t>
            </w:r>
          </w:p>
        </w:tc>
      </w:tr>
      <w:tr w:rsidR="0054186A" w:rsidRPr="0054186A" w14:paraId="0FA7C316" w14:textId="77777777" w:rsidTr="00A83FEF">
        <w:trPr>
          <w:trHeight w:val="51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C351B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DFDBD" w14:textId="706A8E75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СВИСТУЛА </w:t>
            </w:r>
          </w:p>
          <w:p w14:paraId="435C0697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Акакі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59AE9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учень 3 класу Криворізької гімназії №103 Криворізької міської ради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49E23" w14:textId="09EDB352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ЛОПИРЬОНОК</w:t>
            </w:r>
          </w:p>
          <w:p w14:paraId="3FF34EC0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Валентина Василівна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0F1C4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учитель інформатики Криворізької гімназії №103 Криворізької міської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7DA20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ІІІ</w:t>
            </w:r>
          </w:p>
        </w:tc>
      </w:tr>
      <w:tr w:rsidR="0054186A" w:rsidRPr="0054186A" w14:paraId="4275C7D7" w14:textId="77777777" w:rsidTr="00A83FEF">
        <w:trPr>
          <w:trHeight w:val="76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3E515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8120B" w14:textId="59516C94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ПОТЬОМКІНА </w:t>
            </w:r>
          </w:p>
          <w:p w14:paraId="6EC931C5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Олександра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7437C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учениця 3 класу Криворізької гімназії №97 Криворізької міської ради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4BBB2" w14:textId="7E509892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КОРЕНЬ</w:t>
            </w:r>
          </w:p>
          <w:p w14:paraId="111178BA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Ілона Степанівна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141F9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вчитель інформатики  Криворізької гімназії №97 Криворізької 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CD575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ІІІ</w:t>
            </w:r>
          </w:p>
        </w:tc>
      </w:tr>
      <w:tr w:rsidR="0054186A" w:rsidRPr="0054186A" w14:paraId="622D4D0F" w14:textId="77777777" w:rsidTr="00A83FEF">
        <w:trPr>
          <w:trHeight w:val="76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050E2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BB668" w14:textId="7C5D79CC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ГАРЕЦЬ</w:t>
            </w:r>
          </w:p>
          <w:p w14:paraId="0A81987D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Лілія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3ABAF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учениця 3 класу Криворізької гімназії №97 Криворізької міської ради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E1BDB" w14:textId="3898FD6D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КОРЕНЬ</w:t>
            </w:r>
          </w:p>
          <w:p w14:paraId="4D9FA51B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Ілона Степанівна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DE317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вчитель інформатики Криворізької гімназії №97 Криворізької 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D9A82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ІІІ</w:t>
            </w:r>
          </w:p>
        </w:tc>
      </w:tr>
      <w:tr w:rsidR="0054186A" w:rsidRPr="0054186A" w14:paraId="681C5D13" w14:textId="77777777" w:rsidTr="00A83FEF">
        <w:trPr>
          <w:trHeight w:val="51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229F6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0C9B0" w14:textId="5CA5E406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ЛЯШЕНКО </w:t>
            </w:r>
          </w:p>
          <w:p w14:paraId="6F86406C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Вероніка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26720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учениця 3 класу комунального закладу </w:t>
            </w:r>
            <w:r w:rsidRPr="0054186A">
              <w:t>“</w:t>
            </w:r>
            <w:r w:rsidRPr="0054186A">
              <w:rPr>
                <w:lang w:eastAsia="uk-UA"/>
              </w:rPr>
              <w:t>Ліцей № 11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Кам'янської міської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ADBB7" w14:textId="71260082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ОЛІЙНИК</w:t>
            </w:r>
          </w:p>
          <w:p w14:paraId="3F6BD1F3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</w:t>
            </w:r>
            <w:proofErr w:type="gramStart"/>
            <w:r w:rsidRPr="0054186A">
              <w:rPr>
                <w:lang w:eastAsia="uk-UA"/>
              </w:rPr>
              <w:t>Наталія</w:t>
            </w:r>
            <w:proofErr w:type="gramEnd"/>
            <w:r w:rsidRPr="0054186A">
              <w:rPr>
                <w:lang w:eastAsia="uk-UA"/>
              </w:rPr>
              <w:t xml:space="preserve"> Валеріївна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22248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вчитель інформатики комунального закладу </w:t>
            </w:r>
            <w:r w:rsidRPr="0054186A">
              <w:t>“</w:t>
            </w:r>
            <w:r w:rsidRPr="0054186A">
              <w:rPr>
                <w:lang w:eastAsia="uk-UA"/>
              </w:rPr>
              <w:t>Ліцей № 11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Кам'янської міської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9F72E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ІІІ</w:t>
            </w:r>
          </w:p>
        </w:tc>
      </w:tr>
      <w:tr w:rsidR="0054186A" w:rsidRPr="0054186A" w14:paraId="79BCE1DD" w14:textId="77777777" w:rsidTr="00A83FEF">
        <w:trPr>
          <w:trHeight w:val="51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B990A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AE721" w14:textId="4DC9EDDC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ЧАУС</w:t>
            </w:r>
          </w:p>
          <w:p w14:paraId="03A1B64F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Віолетта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B9597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вихованка комунального закладу позашкільної освіти </w:t>
            </w:r>
            <w:r w:rsidRPr="0054186A">
              <w:t>“</w:t>
            </w:r>
            <w:r w:rsidRPr="0054186A">
              <w:rPr>
                <w:lang w:eastAsia="uk-UA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Дніпропетровської обласної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  <w:r w:rsidRPr="0054186A">
              <w:t>”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6B818" w14:textId="2DF371D9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МОРОЗ</w:t>
            </w:r>
          </w:p>
          <w:p w14:paraId="48D13C52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Олена Валеріївна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3FA32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завідувач відділом комунального закладу позашкільної освіти </w:t>
            </w:r>
            <w:r w:rsidRPr="0054186A">
              <w:t>“</w:t>
            </w:r>
            <w:r w:rsidRPr="0054186A">
              <w:rPr>
                <w:lang w:eastAsia="uk-UA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Дніпропетровської обласної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  <w:r w:rsidRPr="0054186A"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212EE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ІІІ</w:t>
            </w:r>
          </w:p>
        </w:tc>
      </w:tr>
      <w:tr w:rsidR="0054186A" w:rsidRPr="0054186A" w14:paraId="052C792C" w14:textId="77777777" w:rsidTr="00A83FEF">
        <w:trPr>
          <w:trHeight w:val="76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1DE55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B573E" w14:textId="405683A9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ШВЕЦЬ</w:t>
            </w:r>
          </w:p>
          <w:p w14:paraId="2BBEC2BC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Давид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17EA3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учень 2 класу Марганецького ліцею №9 Марганецької міської ради Дніпропетровської області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412F8" w14:textId="4F3E4FAC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РЕМЕЖЕНЯ</w:t>
            </w:r>
          </w:p>
          <w:p w14:paraId="6078B98A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Анна Володимирівна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2D04E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вчитель інформатики в початкових класах Марганецького ліцею №9 Марганецької міської ради Дніпропетровської області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E0CC3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ІІІ</w:t>
            </w:r>
          </w:p>
        </w:tc>
      </w:tr>
      <w:tr w:rsidR="0054186A" w:rsidRPr="0054186A" w14:paraId="34B58232" w14:textId="77777777" w:rsidTr="00A83FEF">
        <w:trPr>
          <w:trHeight w:val="16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148C8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1D22E" w14:textId="5CBEAD38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ШЕВЧЕНКО </w:t>
            </w:r>
          </w:p>
          <w:p w14:paraId="55A93163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Мілана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87469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учениця 3 класу Лозуватського ліцею імені Т.Г.Шевченка Лозуватської сільської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6CAFE" w14:textId="74B3FE1D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КРИВОШЕЯ</w:t>
            </w:r>
          </w:p>
          <w:p w14:paraId="3ED64CDD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Юлія Сергіївна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F84EA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вчитель інформатики  Лозуватського ліцею імені Т.Г.Шевченка Лозуватської сільської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ADB8E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ІІІ</w:t>
            </w:r>
          </w:p>
        </w:tc>
      </w:tr>
      <w:tr w:rsidR="0054186A" w:rsidRPr="0054186A" w14:paraId="0A456093" w14:textId="77777777" w:rsidTr="00A83FEF">
        <w:trPr>
          <w:trHeight w:val="1591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08711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A54EA" w14:textId="471D0D54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КОПІЙКА</w:t>
            </w:r>
          </w:p>
          <w:p w14:paraId="6278889F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Євген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E2004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вихованець комунального закладу </w:t>
            </w:r>
            <w:r w:rsidRPr="0054186A">
              <w:t>“</w:t>
            </w:r>
            <w:r w:rsidRPr="0054186A">
              <w:rPr>
                <w:lang w:eastAsia="uk-UA"/>
              </w:rPr>
              <w:t>Центр позашкільної роботи та дитячої творчості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Кам’янської міської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F14A4" w14:textId="5F310BDD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ПЕЛИХ</w:t>
            </w:r>
          </w:p>
          <w:p w14:paraId="5087B397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Сергій Борисович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183CC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керівник гуртка комунального закладу </w:t>
            </w:r>
            <w:r w:rsidRPr="0054186A">
              <w:t>“</w:t>
            </w:r>
            <w:r w:rsidRPr="0054186A">
              <w:rPr>
                <w:lang w:eastAsia="uk-UA"/>
              </w:rPr>
              <w:t>Центр позашкільної роботи та дитячої творчості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Кам’янської міської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9D7B7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ІІІ</w:t>
            </w:r>
          </w:p>
        </w:tc>
      </w:tr>
      <w:tr w:rsidR="0054186A" w:rsidRPr="0054186A" w14:paraId="78822C80" w14:textId="77777777" w:rsidTr="00A83FEF">
        <w:trPr>
          <w:trHeight w:val="1283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6A542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E9981" w14:textId="33F62A07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БРУЦЬКИЙ</w:t>
            </w:r>
          </w:p>
          <w:p w14:paraId="4A638E64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Єгор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A6E13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учень 2 класу Нікопольської гімназії №24 Нікопольської міської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DCC08" w14:textId="76EE2884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ВАРАВА</w:t>
            </w:r>
          </w:p>
          <w:p w14:paraId="0DC935C9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Тетяна Дмитрівна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122A1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вчитель інформатики Нікопольської гімназії №24 Нікопольської міської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A66AF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ІІІ</w:t>
            </w:r>
          </w:p>
        </w:tc>
      </w:tr>
      <w:tr w:rsidR="0054186A" w:rsidRPr="0054186A" w14:paraId="0BE635B0" w14:textId="77777777" w:rsidTr="00A83FEF">
        <w:trPr>
          <w:trHeight w:val="126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21E0A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742EB" w14:textId="5BD7A8D4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ПУПЧЕНКО </w:t>
            </w:r>
          </w:p>
          <w:p w14:paraId="454F10AE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Максим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FBEDA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вихованець комунального закладу позашкільної освіти </w:t>
            </w:r>
            <w:r w:rsidRPr="0054186A">
              <w:t>“</w:t>
            </w:r>
            <w:r w:rsidRPr="0054186A">
              <w:rPr>
                <w:lang w:eastAsia="uk-UA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Дніпропетровської обласної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  <w:r w:rsidRPr="0054186A">
              <w:t>”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96A4A" w14:textId="1C032579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МОРОЗ</w:t>
            </w:r>
          </w:p>
          <w:p w14:paraId="27BF8275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Олена Валеріївна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C99CB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завідувач відділом комунального закладу позашкільної освіти </w:t>
            </w:r>
            <w:r w:rsidRPr="0054186A">
              <w:t>“</w:t>
            </w:r>
            <w:r w:rsidRPr="0054186A">
              <w:rPr>
                <w:lang w:eastAsia="uk-UA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Дніпропетровської обласної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  <w:r w:rsidRPr="0054186A"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4F20B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ІІІ</w:t>
            </w:r>
          </w:p>
        </w:tc>
      </w:tr>
      <w:tr w:rsidR="0054186A" w:rsidRPr="0054186A" w14:paraId="61952748" w14:textId="77777777" w:rsidTr="00A83FEF">
        <w:trPr>
          <w:trHeight w:val="76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6626D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AC000" w14:textId="4657240A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КАЛИТА</w:t>
            </w:r>
          </w:p>
          <w:p w14:paraId="60446FA7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Максим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C4797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учень 4 класу Марганецького ліцею №9 Марганецької міської ради Дніпропетровської області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3313E" w14:textId="5104C26B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РЕМЕЖЕНЯ</w:t>
            </w:r>
          </w:p>
          <w:p w14:paraId="6F14D2A4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Анна Володимирівна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1C37C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вчитель інформатики в початкових класах Марганецького ліцею №9 Марганецької міської ради Дніпропетровської області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520B9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ІІІ</w:t>
            </w:r>
          </w:p>
        </w:tc>
      </w:tr>
      <w:tr w:rsidR="0054186A" w:rsidRPr="0054186A" w14:paraId="12FEFAE6" w14:textId="77777777" w:rsidTr="00A83FEF">
        <w:trPr>
          <w:trHeight w:val="76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0D956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E8C76" w14:textId="7CB88A8E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ГОЛОДНА </w:t>
            </w:r>
          </w:p>
          <w:p w14:paraId="6B0F6AFF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Іванна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8BA90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учениця 2 класу Марганецького ліцею №9 Марганецької міської ради Дніпропетровської області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9FECE" w14:textId="2F7BEA49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РЕМЕЖЕНЯ</w:t>
            </w:r>
          </w:p>
          <w:p w14:paraId="0660EC2C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Анна Володимирівна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10476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вчитель інформатики в початкових класах Марганецького ліцею №9 Марганецької міської ради Дніпропетровської області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510B6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ІІІ</w:t>
            </w:r>
          </w:p>
        </w:tc>
      </w:tr>
      <w:tr w:rsidR="0054186A" w:rsidRPr="0054186A" w14:paraId="365DCAB7" w14:textId="77777777" w:rsidTr="00A83FEF">
        <w:trPr>
          <w:trHeight w:val="146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C08DE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D1925" w14:textId="085BD60D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ПОДКОРИТОВ</w:t>
            </w:r>
          </w:p>
          <w:p w14:paraId="735A7AE1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Святослав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8ECCA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вихованець комунального закладу </w:t>
            </w:r>
            <w:r w:rsidRPr="0054186A">
              <w:t>“</w:t>
            </w:r>
            <w:r w:rsidRPr="0054186A">
              <w:rPr>
                <w:lang w:eastAsia="uk-UA"/>
              </w:rPr>
              <w:t>Центр позашкільної роботи та дитячої творчості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Кам’янської міської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10688" w14:textId="39565ADB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ПЕЛИХ </w:t>
            </w:r>
          </w:p>
          <w:p w14:paraId="0A3460B5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Сергій Борисович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EB64E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керівник гуртка комунального закладу </w:t>
            </w:r>
            <w:r w:rsidRPr="0054186A">
              <w:t>“</w:t>
            </w:r>
            <w:r w:rsidRPr="0054186A">
              <w:rPr>
                <w:lang w:eastAsia="uk-UA"/>
              </w:rPr>
              <w:t>Центр позашкільної роботи та дитячої творчості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Кам’янської міської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48ACE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ІІІ</w:t>
            </w:r>
          </w:p>
        </w:tc>
      </w:tr>
      <w:tr w:rsidR="0054186A" w:rsidRPr="0054186A" w14:paraId="0A16B1E4" w14:textId="77777777" w:rsidTr="00A83FEF">
        <w:trPr>
          <w:trHeight w:val="1153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4736AC11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1773DCFF" w14:textId="223534EF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СМУК</w:t>
            </w:r>
          </w:p>
          <w:p w14:paraId="52F1EDCA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Кирил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263C3F58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учень 4 класу Криворізької гімназії №58 Криворізької міської ради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7056C817" w14:textId="2D76622D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ПАНЧЕНКО</w:t>
            </w:r>
          </w:p>
          <w:p w14:paraId="4C47123E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</w:t>
            </w:r>
            <w:proofErr w:type="gramStart"/>
            <w:r w:rsidRPr="0054186A">
              <w:rPr>
                <w:lang w:eastAsia="uk-UA"/>
              </w:rPr>
              <w:t>Над</w:t>
            </w:r>
            <w:proofErr w:type="gramEnd"/>
            <w:r w:rsidRPr="0054186A">
              <w:rPr>
                <w:lang w:eastAsia="uk-UA"/>
              </w:rPr>
              <w:t>ія Олексіївга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5D939FFA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вчитель інформатики Криворізької гімназії №58 Криворізької 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D104B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ІІІ</w:t>
            </w:r>
          </w:p>
        </w:tc>
      </w:tr>
      <w:tr w:rsidR="0054186A" w:rsidRPr="0054186A" w14:paraId="655B20E0" w14:textId="77777777" w:rsidTr="00A83FEF">
        <w:trPr>
          <w:trHeight w:val="76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23B3247D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8B8CC7" w14:textId="23AD07C5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ТАРАСОВ</w:t>
            </w:r>
          </w:p>
          <w:p w14:paraId="46A47F11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Марк Олександрович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AB81AC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вихованець комунального позашкільного навчального закладу </w:t>
            </w:r>
            <w:r w:rsidRPr="0054186A">
              <w:t>“</w:t>
            </w:r>
            <w:r w:rsidRPr="0054186A">
              <w:rPr>
                <w:lang w:eastAsia="uk-UA"/>
              </w:rPr>
              <w:t>Центр науково-технічної творчості учнівської молоді Металургійного району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Криворізької міської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9A7CCC" w14:textId="0E548107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ВЛАСЕНКО</w:t>
            </w:r>
          </w:p>
          <w:p w14:paraId="7EB28BBA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Тетяна Володимирівна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A754CF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керівник гуртка комунального позашкільного навчального закладу </w:t>
            </w:r>
            <w:r w:rsidRPr="0054186A">
              <w:t>“</w:t>
            </w:r>
            <w:r w:rsidRPr="0054186A">
              <w:rPr>
                <w:lang w:eastAsia="uk-UA"/>
              </w:rPr>
              <w:t>Центр науково-технічної творчості учнівської молоді Металургійного району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Криворізької міської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D54CE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ІІІ</w:t>
            </w:r>
          </w:p>
        </w:tc>
      </w:tr>
    </w:tbl>
    <w:p w14:paraId="74091A7F" w14:textId="77777777" w:rsidR="0054186A" w:rsidRPr="0054186A" w:rsidRDefault="0054186A" w:rsidP="0054186A">
      <w:pPr>
        <w:jc w:val="center"/>
        <w:rPr>
          <w:b/>
        </w:rPr>
      </w:pPr>
      <w:r w:rsidRPr="0054186A">
        <w:rPr>
          <w:b/>
        </w:rPr>
        <w:t>Вікова категорія 5-6 клас</w:t>
      </w:r>
    </w:p>
    <w:tbl>
      <w:tblPr>
        <w:tblW w:w="15312" w:type="dxa"/>
        <w:tblInd w:w="93" w:type="dxa"/>
        <w:tblLook w:val="04A0" w:firstRow="1" w:lastRow="0" w:firstColumn="1" w:lastColumn="0" w:noHBand="0" w:noVBand="1"/>
      </w:tblPr>
      <w:tblGrid>
        <w:gridCol w:w="1008"/>
        <w:gridCol w:w="2353"/>
        <w:gridCol w:w="3827"/>
        <w:gridCol w:w="2977"/>
        <w:gridCol w:w="4025"/>
        <w:gridCol w:w="1122"/>
      </w:tblGrid>
      <w:tr w:rsidR="0054186A" w:rsidRPr="0054186A" w14:paraId="6BF56783" w14:textId="77777777" w:rsidTr="003B1DA6">
        <w:trPr>
          <w:trHeight w:val="153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A7446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B57C0" w14:textId="3E1510CC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ТАРАН </w:t>
            </w:r>
          </w:p>
          <w:p w14:paraId="1E42550B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Роман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536DF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вихованець комунального закладу позашкільної освіти </w:t>
            </w:r>
            <w:r w:rsidRPr="0054186A">
              <w:t>“</w:t>
            </w:r>
            <w:r w:rsidRPr="0054186A">
              <w:rPr>
                <w:lang w:eastAsia="uk-UA"/>
              </w:rPr>
              <w:t>Будинок творчості дітей та юнацтва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Покровської міської ради Дніпропетровської області</w:t>
            </w:r>
            <w:r w:rsidRPr="0054186A">
              <w:t>”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70BD6" w14:textId="5F30774F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КОНДРАТЮК</w:t>
            </w:r>
          </w:p>
          <w:p w14:paraId="15EDF021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</w:t>
            </w:r>
            <w:proofErr w:type="gramStart"/>
            <w:r w:rsidRPr="0054186A">
              <w:rPr>
                <w:lang w:eastAsia="uk-UA"/>
              </w:rPr>
              <w:t>Наталія</w:t>
            </w:r>
            <w:proofErr w:type="gramEnd"/>
            <w:r w:rsidRPr="0054186A">
              <w:rPr>
                <w:lang w:eastAsia="uk-UA"/>
              </w:rPr>
              <w:t xml:space="preserve"> Олександрівна</w:t>
            </w: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1DE3B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керівник гуртка комунального закладу позашкільної освіти </w:t>
            </w:r>
            <w:r w:rsidRPr="0054186A">
              <w:t>“</w:t>
            </w:r>
            <w:r w:rsidRPr="0054186A">
              <w:rPr>
                <w:lang w:eastAsia="uk-UA"/>
              </w:rPr>
              <w:t>Будинок творчості дітей та юнацтва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Покровської міської ради Дніпропетровської області</w:t>
            </w:r>
            <w:r w:rsidRPr="0054186A">
              <w:t>”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758C6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</w:t>
            </w:r>
          </w:p>
        </w:tc>
      </w:tr>
      <w:tr w:rsidR="0054186A" w:rsidRPr="0054186A" w14:paraId="29ACDC11" w14:textId="77777777" w:rsidTr="003B1DA6">
        <w:trPr>
          <w:trHeight w:val="4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106A7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8FB07" w14:textId="289FBA87" w:rsidR="0054186A" w:rsidRPr="0054186A" w:rsidRDefault="00A83FEF" w:rsidP="003B1DA6">
            <w:pPr>
              <w:jc w:val="center"/>
              <w:rPr>
                <w:color w:val="000000"/>
                <w:lang w:eastAsia="uk-UA"/>
              </w:rPr>
            </w:pPr>
            <w:r w:rsidRPr="0054186A">
              <w:rPr>
                <w:color w:val="000000"/>
                <w:lang w:eastAsia="uk-UA"/>
              </w:rPr>
              <w:t>СКЛЯР</w:t>
            </w:r>
          </w:p>
          <w:p w14:paraId="51830486" w14:textId="77777777" w:rsidR="0054186A" w:rsidRPr="0054186A" w:rsidRDefault="0054186A" w:rsidP="003B1DA6">
            <w:pPr>
              <w:jc w:val="center"/>
              <w:rPr>
                <w:color w:val="000000"/>
                <w:lang w:eastAsia="uk-UA"/>
              </w:rPr>
            </w:pPr>
            <w:r w:rsidRPr="0054186A">
              <w:rPr>
                <w:color w:val="000000"/>
                <w:lang w:eastAsia="uk-UA"/>
              </w:rPr>
              <w:t xml:space="preserve"> Кі</w:t>
            </w:r>
            <w:proofErr w:type="gramStart"/>
            <w:r w:rsidRPr="0054186A">
              <w:rPr>
                <w:color w:val="000000"/>
                <w:lang w:eastAsia="uk-UA"/>
              </w:rPr>
              <w:t>р</w:t>
            </w:r>
            <w:proofErr w:type="gramEnd"/>
            <w:r w:rsidRPr="0054186A">
              <w:rPr>
                <w:color w:val="000000"/>
                <w:lang w:eastAsia="uk-UA"/>
              </w:rPr>
              <w:t>іл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15F60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вихованець комунального закладу </w:t>
            </w:r>
            <w:r w:rsidRPr="0054186A">
              <w:t>“</w:t>
            </w:r>
            <w:r w:rsidRPr="0054186A">
              <w:rPr>
                <w:lang w:eastAsia="uk-UA"/>
              </w:rPr>
              <w:t>Центр позашкільної роботи та дитячої творчості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Кам’янської міської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49F6C" w14:textId="6F8E6BD9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ПЕЛИХ </w:t>
            </w:r>
          </w:p>
          <w:p w14:paraId="2824B8E5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Сергій Борисович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5E7AF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керівник гуртка комунального закладу </w:t>
            </w:r>
            <w:r w:rsidRPr="0054186A">
              <w:t>“</w:t>
            </w:r>
            <w:r w:rsidRPr="0054186A">
              <w:rPr>
                <w:lang w:eastAsia="uk-UA"/>
              </w:rPr>
              <w:t>Центр позашкільної роботи та дитячої творчості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Кам’янської міської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5EAC8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</w:t>
            </w:r>
          </w:p>
        </w:tc>
      </w:tr>
      <w:tr w:rsidR="0054186A" w:rsidRPr="0054186A" w14:paraId="131A2AB5" w14:textId="77777777" w:rsidTr="003B1DA6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330BF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1EE8C" w14:textId="73230918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НИЖНИК </w:t>
            </w:r>
          </w:p>
          <w:p w14:paraId="12593E90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Аліса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1DBA7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учениця 5 класу Криворізької гімназії №117 Криворізької міської ради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45822" w14:textId="4B381543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НОМИРОВСЬКА</w:t>
            </w:r>
          </w:p>
          <w:p w14:paraId="5385C83F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Юлія Валеріївна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0060F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вчитель інформатики Криворізької гімназії №117 Криворізької міської ради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539E0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</w:t>
            </w:r>
          </w:p>
        </w:tc>
      </w:tr>
      <w:tr w:rsidR="0054186A" w:rsidRPr="0054186A" w14:paraId="66E64A3E" w14:textId="77777777" w:rsidTr="003B1DA6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51D8B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B5BC1" w14:textId="61C91A3C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ЦИСЬ </w:t>
            </w:r>
          </w:p>
          <w:p w14:paraId="0DEBB124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Мілана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76422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учениця 5 класу Криворізького ліцею №129 Криворізької міської ради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92CB8" w14:textId="77BDBECA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ГОРШКОВА</w:t>
            </w:r>
          </w:p>
          <w:p w14:paraId="26C54372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Ганна </w:t>
            </w:r>
            <w:proofErr w:type="gramStart"/>
            <w:r w:rsidRPr="0054186A">
              <w:rPr>
                <w:lang w:eastAsia="uk-UA"/>
              </w:rPr>
              <w:t>Ал</w:t>
            </w:r>
            <w:proofErr w:type="gramEnd"/>
            <w:r w:rsidRPr="0054186A">
              <w:rPr>
                <w:lang w:eastAsia="uk-UA"/>
              </w:rPr>
              <w:t>імівна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93385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вчитель інформатики Криворізького ліцею №129 Криворізької міської ради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A5D9D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</w:t>
            </w:r>
          </w:p>
        </w:tc>
      </w:tr>
      <w:tr w:rsidR="0054186A" w:rsidRPr="0054186A" w14:paraId="45469A19" w14:textId="77777777" w:rsidTr="003B1DA6">
        <w:trPr>
          <w:trHeight w:val="76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B1041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B5E63" w14:textId="5962B25B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БОГДАНОВ </w:t>
            </w:r>
          </w:p>
          <w:p w14:paraId="2C10CE76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Владислав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D5E2F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учень 6 класу Криворізької гімназії №91 Криворізької міської ради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2F855" w14:textId="1E28A155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ШКОЛА</w:t>
            </w:r>
          </w:p>
          <w:p w14:paraId="771DA4C0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Ілона Володимирівна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64BB7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вчитель інформатики Криворізької гімназії №91 Криворізької міської ради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38FF5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</w:t>
            </w:r>
          </w:p>
        </w:tc>
      </w:tr>
      <w:tr w:rsidR="0054186A" w:rsidRPr="0054186A" w14:paraId="1E1D2E58" w14:textId="77777777" w:rsidTr="003B1DA6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280BB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162FE" w14:textId="3B3DE151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БОНДАРЄ</w:t>
            </w:r>
            <w:proofErr w:type="gramStart"/>
            <w:r w:rsidRPr="0054186A">
              <w:rPr>
                <w:lang w:eastAsia="uk-UA"/>
              </w:rPr>
              <w:t>В</w:t>
            </w:r>
            <w:proofErr w:type="gramEnd"/>
          </w:p>
          <w:p w14:paraId="661F9B0A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Артем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BB6A2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учень 5 класу Криворізького ліцею №129 Криворізької міської ради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A4330" w14:textId="7C6E989C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МІЩЕНКО</w:t>
            </w:r>
          </w:p>
          <w:p w14:paraId="25205637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Ольга Миколаївна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84449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вчитель інформатики Криворізького ліцею №129 Криворізької міської ради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08939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</w:t>
            </w:r>
          </w:p>
        </w:tc>
      </w:tr>
      <w:tr w:rsidR="0054186A" w:rsidRPr="0054186A" w14:paraId="47FDDC76" w14:textId="77777777" w:rsidTr="003B1DA6">
        <w:trPr>
          <w:trHeight w:val="10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7A941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500CC" w14:textId="36C83E47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АГАПОВ</w:t>
            </w:r>
          </w:p>
          <w:p w14:paraId="56AC784F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Дмитро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0659D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учень 6 класу Криворізької гімназії №91 Криворізької міської ради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6F5A1" w14:textId="0F6FE8C1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ПЕРГА</w:t>
            </w:r>
          </w:p>
          <w:p w14:paraId="3959E0CE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Сергій Михайлович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204F8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керівник гуртка  Криворізької гімназії №91 Криворізької міської ради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57887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</w:t>
            </w:r>
          </w:p>
        </w:tc>
      </w:tr>
      <w:tr w:rsidR="0054186A" w:rsidRPr="0054186A" w14:paraId="4F0C20EA" w14:textId="77777777" w:rsidTr="003B1DA6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F79A6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ACCE5" w14:textId="09097D3C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ПАРТИКА</w:t>
            </w:r>
          </w:p>
          <w:p w14:paraId="31C31CC6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Ніна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39885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учениця 6 класу Криворізької гімназії №65 Криворізької міської ради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EEFD2" w14:textId="00447A57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ІВАНИЦЬКА</w:t>
            </w:r>
          </w:p>
          <w:p w14:paraId="05F32C66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Вікторія Юріївна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B081D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вчитель інформатики Криворізької гімназії №65 Криворізької міської ради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3302E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</w:t>
            </w:r>
          </w:p>
        </w:tc>
      </w:tr>
      <w:tr w:rsidR="0054186A" w:rsidRPr="0054186A" w14:paraId="4186D2E4" w14:textId="77777777" w:rsidTr="003B1DA6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7806F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6EA7A" w14:textId="0922A846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СЕЧІН</w:t>
            </w:r>
          </w:p>
          <w:p w14:paraId="07BE4774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Михайло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7EDA8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учень 6 класу Криворізької гімназії №65 Криворізької міської ради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50891" w14:textId="4DF631FB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ІВАНИЦЬКА </w:t>
            </w:r>
          </w:p>
          <w:p w14:paraId="545687E7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Вікторія Юріївна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8920C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вчитель Інформатики Криворізької гімназії №65 Криворізької міської ради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783C4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</w:t>
            </w:r>
          </w:p>
        </w:tc>
      </w:tr>
      <w:tr w:rsidR="0054186A" w:rsidRPr="0054186A" w14:paraId="71E68C44" w14:textId="77777777" w:rsidTr="003B1DA6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542C0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EBC5C" w14:textId="1A4CFD2C" w:rsidR="0054186A" w:rsidRPr="0054186A" w:rsidRDefault="00A83FEF" w:rsidP="003B1DA6">
            <w:pPr>
              <w:jc w:val="center"/>
              <w:rPr>
                <w:color w:val="000000"/>
                <w:lang w:eastAsia="uk-UA"/>
              </w:rPr>
            </w:pPr>
            <w:proofErr w:type="gramStart"/>
            <w:r>
              <w:rPr>
                <w:color w:val="000000"/>
                <w:lang w:eastAsia="uk-UA"/>
              </w:rPr>
              <w:t>М'ЯЧ</w:t>
            </w:r>
            <w:proofErr w:type="gramEnd"/>
            <w:r w:rsidRPr="0054186A">
              <w:rPr>
                <w:color w:val="000000"/>
                <w:lang w:eastAsia="uk-UA"/>
              </w:rPr>
              <w:t xml:space="preserve"> </w:t>
            </w:r>
          </w:p>
          <w:p w14:paraId="6ABCCB98" w14:textId="77777777" w:rsidR="0054186A" w:rsidRPr="0054186A" w:rsidRDefault="0054186A" w:rsidP="003B1DA6">
            <w:pPr>
              <w:jc w:val="center"/>
              <w:rPr>
                <w:color w:val="000000"/>
                <w:lang w:eastAsia="uk-UA"/>
              </w:rPr>
            </w:pPr>
            <w:r w:rsidRPr="0054186A">
              <w:rPr>
                <w:color w:val="000000"/>
                <w:lang w:eastAsia="uk-UA"/>
              </w:rPr>
              <w:t>Олександра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B6C92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учениця 6 класу Криворізької гімназії №65 Криворізької міської ради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0FB86" w14:textId="2692B09F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ІВАНИЦЬКА </w:t>
            </w:r>
          </w:p>
          <w:p w14:paraId="3D1E1F64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Вікторія Юріївна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725C1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вчитель інформатики Криворізької гімназії №65 Криворізької міської ради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04290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</w:t>
            </w:r>
          </w:p>
        </w:tc>
      </w:tr>
      <w:tr w:rsidR="0054186A" w:rsidRPr="0054186A" w14:paraId="46A6E796" w14:textId="77777777" w:rsidTr="003B1DA6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FF395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05DBD" w14:textId="079F6546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БОЙКО</w:t>
            </w:r>
          </w:p>
          <w:p w14:paraId="612907DB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Анна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F417C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учениця 6 класу Криворізької гімназії №65 Криворізької міської ради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02597" w14:textId="576341DB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ІВАНИЦЬКА</w:t>
            </w:r>
          </w:p>
          <w:p w14:paraId="3C4EC8C7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Вікторія Юріївна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9599A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вчитель інформатика  Криворізької гімназії №65 Криворізької міської ради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F4496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</w:t>
            </w:r>
          </w:p>
        </w:tc>
      </w:tr>
      <w:tr w:rsidR="0054186A" w:rsidRPr="0054186A" w14:paraId="2CD2D26D" w14:textId="77777777" w:rsidTr="003B1DA6">
        <w:trPr>
          <w:trHeight w:val="83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F4F12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91664" w14:textId="10D72983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КІССА</w:t>
            </w:r>
          </w:p>
          <w:p w14:paraId="6EBCE4A6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Софія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CAAD7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вихованка комунального закладу </w:t>
            </w:r>
            <w:r w:rsidRPr="0054186A">
              <w:t>“</w:t>
            </w:r>
            <w:r w:rsidRPr="0054186A">
              <w:rPr>
                <w:lang w:eastAsia="uk-UA"/>
              </w:rPr>
              <w:t>Будинок творчості дітей та юнацтва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Кам’янської міської ради, учениця 5 класу комунального закладу </w:t>
            </w:r>
            <w:r w:rsidRPr="0054186A">
              <w:t>“</w:t>
            </w:r>
            <w:r w:rsidRPr="0054186A">
              <w:rPr>
                <w:lang w:eastAsia="uk-UA"/>
              </w:rPr>
              <w:t>Ліцей №11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Кам’янської міської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2E196" w14:textId="6480F1E2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ДЕСЯТЕРИК</w:t>
            </w:r>
          </w:p>
          <w:p w14:paraId="3EA4E50D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Ольга Леонідівна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3E7FB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керівник гуртка комунального закладу </w:t>
            </w:r>
            <w:r w:rsidRPr="0054186A">
              <w:t>“</w:t>
            </w:r>
            <w:r w:rsidRPr="0054186A">
              <w:rPr>
                <w:lang w:eastAsia="uk-UA"/>
              </w:rPr>
              <w:t xml:space="preserve">Будинок творчості дітей та юнацтва» Кам’янської міської ради, вчителька інформатики комунального закладу </w:t>
            </w:r>
            <w:r w:rsidRPr="0054186A">
              <w:t>“</w:t>
            </w:r>
            <w:r w:rsidRPr="0054186A">
              <w:rPr>
                <w:lang w:eastAsia="uk-UA"/>
              </w:rPr>
              <w:t>Ліцей №11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Кам’янської міської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7743A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</w:t>
            </w:r>
          </w:p>
        </w:tc>
      </w:tr>
      <w:tr w:rsidR="0054186A" w:rsidRPr="0054186A" w14:paraId="1ACFD4B9" w14:textId="77777777" w:rsidTr="003B1DA6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F7504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8F6FD" w14:textId="6EB6EC48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КРИКУН</w:t>
            </w:r>
          </w:p>
          <w:p w14:paraId="00482E44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Марія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39ED2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учениця 5 класу Криворізької гімназії №117 Криворізької міської ради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0E05E" w14:textId="0568CDB2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НОМИРОВСЬКА</w:t>
            </w:r>
          </w:p>
          <w:p w14:paraId="29FC449A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Юлія Валеріївна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0823D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вчитель інформатики Криворізької гімназії №117 Криворізької міської ради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14423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</w:t>
            </w:r>
          </w:p>
        </w:tc>
      </w:tr>
      <w:tr w:rsidR="0054186A" w:rsidRPr="0054186A" w14:paraId="3E3C75B4" w14:textId="77777777" w:rsidTr="003B1DA6">
        <w:trPr>
          <w:trHeight w:val="10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0872A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E1473" w14:textId="079B9823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ХАЦКЕЛЯН</w:t>
            </w:r>
          </w:p>
          <w:p w14:paraId="5C935079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Олександр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323DA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учень 5 класу Ліцею №67 </w:t>
            </w:r>
            <w:r w:rsidRPr="0054186A">
              <w:t>“</w:t>
            </w:r>
            <w:r w:rsidRPr="0054186A">
              <w:rPr>
                <w:lang w:eastAsia="uk-UA"/>
              </w:rPr>
              <w:t>Джерело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Дніпровської міської ради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31945" w14:textId="6F5D35CC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ЛІСОГОР</w:t>
            </w:r>
          </w:p>
          <w:p w14:paraId="75ED32F2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Ірина Василівна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867AD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вчитель інформатики Ліцею №67 </w:t>
            </w:r>
            <w:r w:rsidRPr="0054186A">
              <w:t>“</w:t>
            </w:r>
            <w:r w:rsidRPr="0054186A">
              <w:rPr>
                <w:lang w:eastAsia="uk-UA"/>
              </w:rPr>
              <w:t>Джерело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Дніпровської міської ради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E11C4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</w:t>
            </w:r>
          </w:p>
        </w:tc>
      </w:tr>
      <w:tr w:rsidR="0054186A" w:rsidRPr="0054186A" w14:paraId="15A9EF9D" w14:textId="77777777" w:rsidTr="003B1DA6">
        <w:trPr>
          <w:trHeight w:val="10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C4AA4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83DA9" w14:textId="5B2F483D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ПАНОВ</w:t>
            </w:r>
          </w:p>
          <w:p w14:paraId="0D724C32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Кирило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1DECC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учень 6 класу Роздорського ліцею Роздорської селищної ради Синельниківського району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D20A3" w14:textId="38F78321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РИБАЛКА</w:t>
            </w:r>
          </w:p>
          <w:p w14:paraId="1649CFAE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Аліна Андріївна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0FE1C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педагог-організатор, учитель інформатики Роздорського ліцею Роздорської селищної ради Синельниківського району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13EFB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</w:t>
            </w:r>
          </w:p>
        </w:tc>
      </w:tr>
      <w:tr w:rsidR="0054186A" w:rsidRPr="0054186A" w14:paraId="176C7783" w14:textId="77777777" w:rsidTr="003B1DA6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A1801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79A28" w14:textId="6FC60B7F" w:rsidR="0054186A" w:rsidRPr="0054186A" w:rsidRDefault="00A83FEF" w:rsidP="003B1DA6">
            <w:pPr>
              <w:jc w:val="center"/>
              <w:rPr>
                <w:lang w:eastAsia="uk-UA"/>
              </w:rPr>
            </w:pPr>
            <w:proofErr w:type="gramStart"/>
            <w:r w:rsidRPr="0054186A">
              <w:rPr>
                <w:lang w:eastAsia="uk-UA"/>
              </w:rPr>
              <w:t>ГОРД</w:t>
            </w:r>
            <w:proofErr w:type="gramEnd"/>
            <w:r w:rsidRPr="0054186A">
              <w:rPr>
                <w:lang w:eastAsia="uk-UA"/>
              </w:rPr>
              <w:t>ІЄНКО</w:t>
            </w:r>
          </w:p>
          <w:p w14:paraId="15C1C86D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Анастасія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2B38C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учениця 5 класу Нікопольської гімназії №2 Нікопольської міської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ED34F" w14:textId="460EE4FE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ПАВЛЕНКО</w:t>
            </w:r>
          </w:p>
          <w:p w14:paraId="139D4230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Родіон Костянтинович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0DFAA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вчитель інформатики Нікопольської гімназії №2 Нікопольської міської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14763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</w:t>
            </w:r>
          </w:p>
        </w:tc>
      </w:tr>
      <w:tr w:rsidR="0054186A" w:rsidRPr="0054186A" w14:paraId="0F75BCA1" w14:textId="77777777" w:rsidTr="003B1DA6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18833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2DB6E" w14:textId="601DD94E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КАРПЕНКО</w:t>
            </w:r>
          </w:p>
          <w:p w14:paraId="59E8C8B3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Єва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86EA5" w14:textId="77777777" w:rsidR="0054186A" w:rsidRPr="0054186A" w:rsidRDefault="0054186A" w:rsidP="003B1DA6">
            <w:pPr>
              <w:jc w:val="center"/>
              <w:rPr>
                <w:b/>
                <w:lang w:eastAsia="uk-UA"/>
              </w:rPr>
            </w:pPr>
            <w:r w:rsidRPr="0054186A">
              <w:rPr>
                <w:lang w:eastAsia="uk-UA"/>
              </w:rPr>
              <w:t xml:space="preserve">вихованка комунального закладу позашкільної освіти </w:t>
            </w:r>
            <w:r w:rsidRPr="0054186A">
              <w:t>“</w:t>
            </w:r>
            <w:r w:rsidRPr="0054186A">
              <w:rPr>
                <w:lang w:eastAsia="uk-UA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Дніпропетровської обласної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  <w:r w:rsidRPr="0054186A">
              <w:t>”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984D7" w14:textId="267999E9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МОРОЗ</w:t>
            </w:r>
          </w:p>
          <w:p w14:paraId="6A19D7DD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Олена Валеріївна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B161E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завідувач відділом комунального закладу позашкільної освіти </w:t>
            </w:r>
            <w:r w:rsidRPr="0054186A">
              <w:t>“</w:t>
            </w:r>
            <w:r w:rsidRPr="0054186A">
              <w:rPr>
                <w:lang w:eastAsia="uk-UA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Дніпропетровської обласної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  <w:r w:rsidRPr="0054186A">
              <w:t>”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C7F20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</w:t>
            </w:r>
          </w:p>
        </w:tc>
      </w:tr>
      <w:tr w:rsidR="0054186A" w:rsidRPr="0054186A" w14:paraId="75903D20" w14:textId="77777777" w:rsidTr="003B1DA6">
        <w:trPr>
          <w:trHeight w:val="76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22356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27295" w14:textId="01F5524E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КРОШКА</w:t>
            </w:r>
          </w:p>
          <w:p w14:paraId="6D129DE3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Ярослав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FEC8C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учень 5 класу Щасливської гімназії </w:t>
            </w:r>
            <w:proofErr w:type="gramStart"/>
            <w:r w:rsidRPr="0054186A">
              <w:rPr>
                <w:lang w:eastAsia="uk-UA"/>
              </w:rPr>
              <w:t>Широківського ліцею №2 Широк</w:t>
            </w:r>
            <w:proofErr w:type="gramEnd"/>
            <w:r w:rsidRPr="0054186A">
              <w:rPr>
                <w:lang w:eastAsia="uk-UA"/>
              </w:rPr>
              <w:t>івської селищної ради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2A407" w14:textId="2F821AF6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ЧУБАРА </w:t>
            </w:r>
          </w:p>
          <w:p w14:paraId="643B9368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Євгеній Костянтинович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2E827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вчитель інформатики та </w:t>
            </w:r>
            <w:proofErr w:type="gramStart"/>
            <w:r w:rsidRPr="0054186A">
              <w:rPr>
                <w:lang w:eastAsia="uk-UA"/>
              </w:rPr>
              <w:t>трудового</w:t>
            </w:r>
            <w:proofErr w:type="gramEnd"/>
            <w:r w:rsidRPr="0054186A">
              <w:rPr>
                <w:lang w:eastAsia="uk-UA"/>
              </w:rPr>
              <w:t xml:space="preserve"> навчання Щасливської гімназії Широківського ліцею №2 Широківської селищної ради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1052D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</w:t>
            </w:r>
          </w:p>
        </w:tc>
      </w:tr>
      <w:tr w:rsidR="0054186A" w:rsidRPr="0054186A" w14:paraId="104C89A6" w14:textId="77777777" w:rsidTr="003B1DA6">
        <w:trPr>
          <w:trHeight w:val="108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5F427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45BD9" w14:textId="65CD62A6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КУЦЕВИЙ</w:t>
            </w:r>
          </w:p>
          <w:p w14:paraId="5374924F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Микита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DD1EB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учень 6 класу Криворізького ліцею №129 Криворізької міської ради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AE975" w14:textId="1AE0A7DF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ГОРШКОВА </w:t>
            </w:r>
          </w:p>
          <w:p w14:paraId="2EAAF31D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Ганна </w:t>
            </w:r>
            <w:proofErr w:type="gramStart"/>
            <w:r w:rsidRPr="0054186A">
              <w:rPr>
                <w:lang w:eastAsia="uk-UA"/>
              </w:rPr>
              <w:t>Ал</w:t>
            </w:r>
            <w:proofErr w:type="gramEnd"/>
            <w:r w:rsidRPr="0054186A">
              <w:rPr>
                <w:lang w:eastAsia="uk-UA"/>
              </w:rPr>
              <w:t>імівна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D6F8E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вчитель інформатики Криворізького ліцею №129 Криворізької міської ради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D9A7E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</w:t>
            </w:r>
          </w:p>
        </w:tc>
      </w:tr>
      <w:tr w:rsidR="0054186A" w:rsidRPr="0054186A" w14:paraId="0F03EE24" w14:textId="77777777" w:rsidTr="003B1DA6">
        <w:trPr>
          <w:trHeight w:val="122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96FC8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23AA1" w14:textId="442C057E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МОТУЗ</w:t>
            </w:r>
          </w:p>
          <w:p w14:paraId="549FE656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Микола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465C2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учень 6 класу Криворізької гімназії №58 Криворізької міської ради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08842" w14:textId="65020F8D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ПАНЧЕНКО </w:t>
            </w:r>
          </w:p>
          <w:p w14:paraId="18084271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proofErr w:type="gramStart"/>
            <w:r w:rsidRPr="0054186A">
              <w:rPr>
                <w:lang w:eastAsia="uk-UA"/>
              </w:rPr>
              <w:t>Над</w:t>
            </w:r>
            <w:proofErr w:type="gramEnd"/>
            <w:r w:rsidRPr="0054186A">
              <w:rPr>
                <w:lang w:eastAsia="uk-UA"/>
              </w:rPr>
              <w:t>ія Олексіївна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9A333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вчитель інформатики Криворізької гімназії №58 Криворізької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68D35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</w:t>
            </w:r>
          </w:p>
        </w:tc>
      </w:tr>
      <w:tr w:rsidR="0054186A" w:rsidRPr="0054186A" w14:paraId="71F98D19" w14:textId="77777777" w:rsidTr="003B1DA6">
        <w:trPr>
          <w:trHeight w:val="12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A449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249C0" w14:textId="081D792F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ОРІБЕ</w:t>
            </w:r>
          </w:p>
          <w:p w14:paraId="7DE444A8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Євген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ACF2D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учень 5 класу комунального закладу </w:t>
            </w:r>
            <w:r w:rsidRPr="0054186A">
              <w:t>“</w:t>
            </w:r>
            <w:r w:rsidRPr="0054186A">
              <w:rPr>
                <w:lang w:eastAsia="uk-UA"/>
              </w:rPr>
              <w:t>Ліцей № 11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Кам'янської міської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ACBA3" w14:textId="2D5E8302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ОЛІЙНИК</w:t>
            </w:r>
          </w:p>
          <w:p w14:paraId="48430155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</w:t>
            </w:r>
            <w:proofErr w:type="gramStart"/>
            <w:r w:rsidRPr="0054186A">
              <w:rPr>
                <w:lang w:eastAsia="uk-UA"/>
              </w:rPr>
              <w:t>Наталія</w:t>
            </w:r>
            <w:proofErr w:type="gramEnd"/>
            <w:r w:rsidRPr="0054186A">
              <w:rPr>
                <w:lang w:eastAsia="uk-UA"/>
              </w:rPr>
              <w:t xml:space="preserve"> Валеріївна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700E8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вчитель інформатики комунального закладу </w:t>
            </w:r>
            <w:r w:rsidRPr="0054186A">
              <w:t>“</w:t>
            </w:r>
            <w:r w:rsidRPr="0054186A">
              <w:rPr>
                <w:lang w:eastAsia="uk-UA"/>
              </w:rPr>
              <w:t>Ліцей № 11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Кам'янської міської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A94C1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</w:t>
            </w:r>
          </w:p>
        </w:tc>
      </w:tr>
      <w:tr w:rsidR="0054186A" w:rsidRPr="0054186A" w14:paraId="196B1CC9" w14:textId="77777777" w:rsidTr="00A83FEF">
        <w:trPr>
          <w:trHeight w:val="159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6E1E2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460DC" w14:textId="48B011BF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ПОДОЛЬЧАК </w:t>
            </w:r>
          </w:p>
          <w:p w14:paraId="3274B5E2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Андрій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27066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вихованець комунального закладу позашкільної освіти </w:t>
            </w:r>
            <w:r w:rsidRPr="0054186A">
              <w:t>“</w:t>
            </w:r>
            <w:r w:rsidRPr="0054186A">
              <w:rPr>
                <w:lang w:eastAsia="uk-UA"/>
              </w:rPr>
              <w:t>Будинок творчості дітей та юнацтв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Покровської міської ради Дніпропетровської області</w:t>
            </w:r>
            <w:r w:rsidRPr="0054186A">
              <w:t>”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ED5F7" w14:textId="027C97C1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ЯКИМОВА</w:t>
            </w:r>
          </w:p>
          <w:p w14:paraId="5A73478F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Ніна Леонідівна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D2932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керівник гуртка комунального закладу позашкільної освіти </w:t>
            </w:r>
            <w:r w:rsidRPr="0054186A">
              <w:t>“</w:t>
            </w:r>
            <w:r w:rsidRPr="0054186A">
              <w:rPr>
                <w:lang w:eastAsia="uk-UA"/>
              </w:rPr>
              <w:t>Будинок творчості дітей та юнацтва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Покровської міської ради Дніпропетровської області</w:t>
            </w:r>
            <w:r w:rsidRPr="0054186A">
              <w:t>”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21A63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</w:t>
            </w:r>
          </w:p>
        </w:tc>
      </w:tr>
      <w:tr w:rsidR="0054186A" w:rsidRPr="0054186A" w14:paraId="7D53A268" w14:textId="77777777" w:rsidTr="003B1DA6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C162C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B76F1" w14:textId="602E81FF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СТРАШЕВСЬКИЙ </w:t>
            </w:r>
          </w:p>
          <w:p w14:paraId="2F7ED70A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Анатолій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C6C28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учень 5 класу Ліцею №19 Нікопольської міської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E05FB" w14:textId="3CA5E180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ЛИТВИН</w:t>
            </w:r>
          </w:p>
          <w:p w14:paraId="34586B04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Оксана Ярославівна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E4375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вчитель інформатики Ліцею №19 Нікопольської міської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EB287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</w:t>
            </w:r>
          </w:p>
        </w:tc>
      </w:tr>
      <w:tr w:rsidR="0054186A" w:rsidRPr="0054186A" w14:paraId="0E4B3460" w14:textId="77777777" w:rsidTr="003B1DA6">
        <w:trPr>
          <w:trHeight w:val="4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A66EC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B17DE" w14:textId="2E1081DA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ЛАГОДА</w:t>
            </w:r>
          </w:p>
          <w:p w14:paraId="3CEF78F7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Данії</w:t>
            </w:r>
            <w:proofErr w:type="gramStart"/>
            <w:r w:rsidRPr="0054186A">
              <w:rPr>
                <w:lang w:eastAsia="uk-UA"/>
              </w:rPr>
              <w:t>л</w:t>
            </w:r>
            <w:proofErr w:type="gram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062FD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вихованець комунального закладу позашкільної освіти</w:t>
            </w:r>
            <w:r w:rsidRPr="0054186A">
              <w:rPr>
                <w:lang w:eastAsia="uk-UA"/>
              </w:rPr>
              <w:br/>
            </w:r>
            <w:r w:rsidRPr="0054186A">
              <w:t>“</w:t>
            </w:r>
            <w:r w:rsidRPr="0054186A">
              <w:rPr>
                <w:lang w:eastAsia="uk-UA"/>
              </w:rPr>
              <w:t xml:space="preserve">Центр позашкільної освіти </w:t>
            </w:r>
            <w:r w:rsidRPr="0054186A">
              <w:t>“</w:t>
            </w:r>
            <w:r w:rsidRPr="0054186A">
              <w:rPr>
                <w:lang w:eastAsia="uk-UA"/>
              </w:rPr>
              <w:t>Зміна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Криворізької міської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253CA" w14:textId="2944A9F5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КИСЕЛЬОВА</w:t>
            </w:r>
          </w:p>
          <w:p w14:paraId="04B511A0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Тетяна Василівна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1E52B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керівник комп'ютерного гуртка комунального закладу позашкільної освіти</w:t>
            </w:r>
            <w:r w:rsidRPr="0054186A">
              <w:rPr>
                <w:lang w:eastAsia="uk-UA"/>
              </w:rPr>
              <w:br/>
            </w:r>
            <w:r w:rsidRPr="0054186A">
              <w:t>“</w:t>
            </w:r>
            <w:r w:rsidRPr="0054186A">
              <w:rPr>
                <w:lang w:eastAsia="uk-UA"/>
              </w:rPr>
              <w:t xml:space="preserve">Центр позашкільної освіти </w:t>
            </w:r>
            <w:r w:rsidRPr="0054186A">
              <w:t>“</w:t>
            </w:r>
            <w:r w:rsidRPr="0054186A">
              <w:rPr>
                <w:lang w:eastAsia="uk-UA"/>
              </w:rPr>
              <w:t>Зміна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Криворізької міської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16561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ІІІ</w:t>
            </w:r>
          </w:p>
        </w:tc>
      </w:tr>
      <w:tr w:rsidR="0054186A" w:rsidRPr="0054186A" w14:paraId="7B9C4357" w14:textId="77777777" w:rsidTr="003B1DA6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4FD32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25B75" w14:textId="50C4FBC6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СЕРДЕЧНИЙ</w:t>
            </w:r>
          </w:p>
          <w:p w14:paraId="4F4B4762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Тимофій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E5711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учень 6 класу Криворізької гімназії №97 Криворізької міської ради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EE032" w14:textId="05A6B7DF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АНТОНЮК</w:t>
            </w:r>
          </w:p>
          <w:p w14:paraId="27CBC0C6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Ганна Сергіївна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F20E7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вчитель Криворізької гімназії №97 Криворізької міської ради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E27DE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ІІІ</w:t>
            </w:r>
          </w:p>
        </w:tc>
      </w:tr>
      <w:tr w:rsidR="0054186A" w:rsidRPr="0054186A" w14:paraId="73C7EFCD" w14:textId="77777777" w:rsidTr="00A83FEF">
        <w:trPr>
          <w:trHeight w:val="89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05CB0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09DFC" w14:textId="696657CD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МАТКО</w:t>
            </w:r>
          </w:p>
          <w:p w14:paraId="3939A26A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Артем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89C7D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учень 6 класу Нікопольської гімназії №24 Нікопольської міської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85B67" w14:textId="5EE27E46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Юр"</w:t>
            </w:r>
            <w:r w:rsidR="00A83FEF" w:rsidRPr="0054186A">
              <w:rPr>
                <w:lang w:eastAsia="uk-UA"/>
              </w:rPr>
              <w:t>Єва</w:t>
            </w:r>
          </w:p>
          <w:p w14:paraId="171738CA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Анна Юріївна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A63F6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вчитель інформатики Нікопольської гімназії №24 Нікопольської міської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9D89D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ІІІ</w:t>
            </w:r>
          </w:p>
        </w:tc>
      </w:tr>
      <w:tr w:rsidR="0054186A" w:rsidRPr="0054186A" w14:paraId="793F363F" w14:textId="77777777" w:rsidTr="003B1DA6">
        <w:trPr>
          <w:trHeight w:val="2113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7738C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8A73D" w14:textId="24AC96D7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КОЗЕНЕНКО</w:t>
            </w:r>
          </w:p>
          <w:p w14:paraId="5AA49FC8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Ілля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2A693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вихованець комунального закладу позашкільної освіти </w:t>
            </w:r>
            <w:r w:rsidRPr="0054186A">
              <w:t>“</w:t>
            </w:r>
            <w:r w:rsidRPr="0054186A">
              <w:rPr>
                <w:lang w:eastAsia="uk-UA"/>
              </w:rPr>
              <w:t>Будинок творчості дітей та юнацтва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Покровської міської ради Дніпропетровської області</w:t>
            </w:r>
            <w:r w:rsidRPr="0054186A">
              <w:t>”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D5D53" w14:textId="494AE01F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КОНДРАТЮК</w:t>
            </w:r>
          </w:p>
          <w:p w14:paraId="74C1FFA8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</w:t>
            </w:r>
            <w:proofErr w:type="gramStart"/>
            <w:r w:rsidRPr="0054186A">
              <w:rPr>
                <w:lang w:eastAsia="uk-UA"/>
              </w:rPr>
              <w:t>Наталія</w:t>
            </w:r>
            <w:proofErr w:type="gramEnd"/>
            <w:r w:rsidRPr="0054186A">
              <w:rPr>
                <w:lang w:eastAsia="uk-UA"/>
              </w:rPr>
              <w:t xml:space="preserve"> Олександрівна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9CD50" w14:textId="77777777" w:rsidR="0054186A" w:rsidRPr="0054186A" w:rsidRDefault="0054186A" w:rsidP="003B1DA6">
            <w:pPr>
              <w:jc w:val="center"/>
              <w:rPr>
                <w:b/>
                <w:lang w:eastAsia="uk-UA"/>
              </w:rPr>
            </w:pPr>
            <w:r w:rsidRPr="0054186A">
              <w:rPr>
                <w:lang w:eastAsia="uk-UA"/>
              </w:rPr>
              <w:t xml:space="preserve">керівник гуртка комунального закладу позашкільної освіти </w:t>
            </w:r>
            <w:r w:rsidRPr="0054186A">
              <w:t>“</w:t>
            </w:r>
            <w:r w:rsidRPr="0054186A">
              <w:rPr>
                <w:lang w:eastAsia="uk-UA"/>
              </w:rPr>
              <w:t>Будинок творчості дітей та юнацтва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Покровської міської ради Дніпропетровської області</w:t>
            </w:r>
            <w:r w:rsidRPr="0054186A">
              <w:t>”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64483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ІІІ</w:t>
            </w:r>
          </w:p>
        </w:tc>
      </w:tr>
      <w:tr w:rsidR="0054186A" w:rsidRPr="0054186A" w14:paraId="1130E0D1" w14:textId="77777777" w:rsidTr="003B1DA6">
        <w:trPr>
          <w:trHeight w:val="117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0F4DE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EA45D" w14:textId="7F89166B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СЕМКО</w:t>
            </w:r>
          </w:p>
          <w:p w14:paraId="7D447B11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Соломія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241F9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учениця 6 класу Криворізької гімназії №65 Криворізької міської ради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9BE9A" w14:textId="0CA0D159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ІВАНИЦЬКА </w:t>
            </w:r>
          </w:p>
          <w:p w14:paraId="6CB20F48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Вікторія Юріївна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1283C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вчитель інформатики Криворізької гімназії №65 Криворізької міської ради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128A3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ІІІ</w:t>
            </w:r>
          </w:p>
        </w:tc>
      </w:tr>
      <w:tr w:rsidR="0054186A" w:rsidRPr="0054186A" w14:paraId="0E7A0B30" w14:textId="77777777" w:rsidTr="003B1DA6">
        <w:trPr>
          <w:trHeight w:val="1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D5F1C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67CF4" w14:textId="07C65F26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ШЕПЕЛЕНКО </w:t>
            </w:r>
          </w:p>
          <w:p w14:paraId="2C1476EE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Максим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35D95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вихованець комунального закладу позашкільної освіти </w:t>
            </w:r>
            <w:r w:rsidRPr="0054186A">
              <w:t>“</w:t>
            </w:r>
            <w:r w:rsidRPr="0054186A">
              <w:rPr>
                <w:lang w:eastAsia="uk-UA"/>
              </w:rPr>
              <w:t>Широківський Центр дитячої творчості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Широківської селищної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9DDCA" w14:textId="63858082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ПЕРГА</w:t>
            </w:r>
          </w:p>
          <w:p w14:paraId="2E4E8538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Сергій Михайлович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99255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керівник гуртка комунального закладу позашкільної освіти </w:t>
            </w:r>
            <w:r w:rsidRPr="0054186A">
              <w:t>“</w:t>
            </w:r>
            <w:r w:rsidRPr="0054186A">
              <w:rPr>
                <w:lang w:eastAsia="uk-UA"/>
              </w:rPr>
              <w:t>Широківський Центр дитячої творчості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Широківської селищної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F8A51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ІІІ</w:t>
            </w:r>
          </w:p>
        </w:tc>
      </w:tr>
      <w:tr w:rsidR="0054186A" w:rsidRPr="0054186A" w14:paraId="2236A9A0" w14:textId="77777777" w:rsidTr="003B1DA6">
        <w:trPr>
          <w:trHeight w:val="11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BE808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17292" w14:textId="1E682425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ДОВБНЯ</w:t>
            </w:r>
          </w:p>
          <w:p w14:paraId="082501AA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</w:t>
            </w:r>
            <w:proofErr w:type="gramStart"/>
            <w:r w:rsidRPr="0054186A">
              <w:rPr>
                <w:lang w:eastAsia="uk-UA"/>
              </w:rPr>
              <w:t>Гліб</w:t>
            </w:r>
            <w:proofErr w:type="gram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D9A32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учень 5 класу Криворізької гімназії №117 Криворізької міської ради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135ED" w14:textId="79839364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БУЛОВА</w:t>
            </w:r>
          </w:p>
          <w:p w14:paraId="670E7CB1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Юлія Миколаївна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289F6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вчитель інформатики Криворізької гімназії №117 Криворізької міської ради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37F46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ІІІ</w:t>
            </w:r>
          </w:p>
        </w:tc>
      </w:tr>
      <w:tr w:rsidR="0054186A" w:rsidRPr="0054186A" w14:paraId="2C089292" w14:textId="77777777" w:rsidTr="003B1DA6">
        <w:trPr>
          <w:trHeight w:val="1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62915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2C8D2" w14:textId="4836C6AF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ВАСИЛЕНКО</w:t>
            </w:r>
          </w:p>
          <w:p w14:paraId="264EF0FD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Нікон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FE570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учень 5 класу Криворізької гімназії №97 Криворізької міської ради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1D71F" w14:textId="53EDF123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КОРЕНЬ </w:t>
            </w:r>
          </w:p>
          <w:p w14:paraId="6BF6AD81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Ілона Степанівна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B279E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вчитель інформатики Криворізької гімназії №97 Криворізької міської ради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BDF0C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ІІІ</w:t>
            </w:r>
          </w:p>
        </w:tc>
      </w:tr>
      <w:tr w:rsidR="0054186A" w:rsidRPr="0054186A" w14:paraId="1295DA60" w14:textId="77777777" w:rsidTr="003B1DA6">
        <w:trPr>
          <w:trHeight w:val="76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BC241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821EF" w14:textId="2321E7BE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ГАРЬКАВИЙ</w:t>
            </w:r>
          </w:p>
          <w:p w14:paraId="6B8AC45C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Артем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BE4E6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учень 6 класу Лозуватського ліцею імені Т.Г.Шевченка Лозуватської сільської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91F8E" w14:textId="7FD8EC32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ГАЙДУК</w:t>
            </w:r>
          </w:p>
          <w:p w14:paraId="5B2C2F73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Оксана Андріївна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536B4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вчитель інформатики Лозуватського ліцею імені Т.Г.Шевченка Лозуватської сільської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06EC2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ІІІ</w:t>
            </w:r>
          </w:p>
        </w:tc>
      </w:tr>
    </w:tbl>
    <w:p w14:paraId="5124773D" w14:textId="77777777" w:rsidR="00E9683F" w:rsidRDefault="00E9683F" w:rsidP="0054186A">
      <w:pPr>
        <w:jc w:val="center"/>
        <w:rPr>
          <w:b/>
          <w:lang w:val="uk-UA"/>
        </w:rPr>
      </w:pPr>
    </w:p>
    <w:p w14:paraId="7EFF2D02" w14:textId="77777777" w:rsidR="00E9683F" w:rsidRDefault="00E9683F" w:rsidP="0054186A">
      <w:pPr>
        <w:jc w:val="center"/>
        <w:rPr>
          <w:b/>
          <w:lang w:val="uk-UA"/>
        </w:rPr>
      </w:pPr>
    </w:p>
    <w:p w14:paraId="19E75CCF" w14:textId="77777777" w:rsidR="0054186A" w:rsidRPr="0054186A" w:rsidRDefault="0054186A" w:rsidP="0054186A">
      <w:pPr>
        <w:jc w:val="center"/>
        <w:rPr>
          <w:b/>
        </w:rPr>
      </w:pPr>
      <w:r w:rsidRPr="0054186A">
        <w:rPr>
          <w:b/>
        </w:rPr>
        <w:t>Вікова категорія 7-8 клас</w:t>
      </w:r>
    </w:p>
    <w:tbl>
      <w:tblPr>
        <w:tblW w:w="15347" w:type="dxa"/>
        <w:tblInd w:w="93" w:type="dxa"/>
        <w:tblLook w:val="04A0" w:firstRow="1" w:lastRow="0" w:firstColumn="1" w:lastColumn="0" w:noHBand="0" w:noVBand="1"/>
      </w:tblPr>
      <w:tblGrid>
        <w:gridCol w:w="1008"/>
        <w:gridCol w:w="1984"/>
        <w:gridCol w:w="4111"/>
        <w:gridCol w:w="3141"/>
        <w:gridCol w:w="3946"/>
        <w:gridCol w:w="1157"/>
      </w:tblGrid>
      <w:tr w:rsidR="0054186A" w:rsidRPr="0054186A" w14:paraId="4DC52668" w14:textId="77777777" w:rsidTr="003B1DA6">
        <w:trPr>
          <w:trHeight w:val="10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5BE0330F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4313B9B0" w14:textId="1580B47C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АГАПОВ </w:t>
            </w:r>
          </w:p>
          <w:p w14:paraId="66C77CB6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Олександр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0E0841EA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вихованець комунального закладу позашкільної освіти </w:t>
            </w:r>
            <w:r w:rsidRPr="0054186A">
              <w:t>“</w:t>
            </w:r>
            <w:r w:rsidRPr="0054186A">
              <w:rPr>
                <w:lang w:eastAsia="uk-UA"/>
              </w:rPr>
              <w:t>Широківський Центр дитячої творчості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Широківської селищної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3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6DD561C8" w14:textId="4F4469A6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ПЕРГА</w:t>
            </w:r>
          </w:p>
          <w:p w14:paraId="2E152334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Сергій Михайлович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7BF44ACB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керівник гуртка комунального закладу позашкільної освіти </w:t>
            </w:r>
            <w:r w:rsidRPr="0054186A">
              <w:t>“</w:t>
            </w:r>
            <w:r w:rsidRPr="0054186A">
              <w:rPr>
                <w:lang w:eastAsia="uk-UA"/>
              </w:rPr>
              <w:t>Широківський Центр дитячої творчості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Широківської селищної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643D5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</w:t>
            </w:r>
          </w:p>
        </w:tc>
      </w:tr>
      <w:tr w:rsidR="0054186A" w:rsidRPr="0054186A" w14:paraId="1BEBD40C" w14:textId="77777777" w:rsidTr="003B1DA6">
        <w:trPr>
          <w:trHeight w:val="10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F506E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D4DFA" w14:textId="295320F3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ІГНАТОВИЧ</w:t>
            </w:r>
          </w:p>
          <w:p w14:paraId="7BC52444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Роман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D4A99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учень 8 класу Криворізького </w:t>
            </w:r>
            <w:proofErr w:type="gramStart"/>
            <w:r w:rsidRPr="0054186A">
              <w:rPr>
                <w:lang w:eastAsia="uk-UA"/>
              </w:rPr>
              <w:t>Центрально-М</w:t>
            </w:r>
            <w:proofErr w:type="gramEnd"/>
            <w:r w:rsidRPr="0054186A">
              <w:rPr>
                <w:lang w:eastAsia="uk-UA"/>
              </w:rPr>
              <w:t>іського ліцею Криворізької міської ради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3C032" w14:textId="5AA3EFAD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ТАБАНЕЦЬ </w:t>
            </w:r>
          </w:p>
          <w:p w14:paraId="17213E98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Ірина Валеріївна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B0D6E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вчитель Криворізького </w:t>
            </w:r>
            <w:proofErr w:type="gramStart"/>
            <w:r w:rsidRPr="0054186A">
              <w:rPr>
                <w:lang w:eastAsia="uk-UA"/>
              </w:rPr>
              <w:t>Центрально-М</w:t>
            </w:r>
            <w:proofErr w:type="gramEnd"/>
            <w:r w:rsidRPr="0054186A">
              <w:rPr>
                <w:lang w:eastAsia="uk-UA"/>
              </w:rPr>
              <w:t>іського ліцею Криворізької міської ради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F285A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</w:t>
            </w:r>
          </w:p>
        </w:tc>
      </w:tr>
      <w:tr w:rsidR="0054186A" w:rsidRPr="0054186A" w14:paraId="37DA8304" w14:textId="77777777" w:rsidTr="003B1DA6">
        <w:trPr>
          <w:trHeight w:val="55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918C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682BF" w14:textId="77C60030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КУЛІНОК </w:t>
            </w:r>
          </w:p>
          <w:p w14:paraId="30D2BFE4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Арсеній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853E3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учень 8 класу Криворізького </w:t>
            </w:r>
            <w:proofErr w:type="gramStart"/>
            <w:r w:rsidRPr="0054186A">
              <w:rPr>
                <w:lang w:eastAsia="uk-UA"/>
              </w:rPr>
              <w:t>Центрально-М</w:t>
            </w:r>
            <w:proofErr w:type="gramEnd"/>
            <w:r w:rsidRPr="0054186A">
              <w:rPr>
                <w:lang w:eastAsia="uk-UA"/>
              </w:rPr>
              <w:t>іського ліцею Криворізької міської ради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6FEEF" w14:textId="3D7CFE97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МИХАЛЬЧУК</w:t>
            </w:r>
          </w:p>
          <w:p w14:paraId="047EFE01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Олена Миколаївна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3246A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вчитель інформатики Криворізького </w:t>
            </w:r>
            <w:proofErr w:type="gramStart"/>
            <w:r w:rsidRPr="0054186A">
              <w:rPr>
                <w:lang w:eastAsia="uk-UA"/>
              </w:rPr>
              <w:t>Центрально-М</w:t>
            </w:r>
            <w:proofErr w:type="gramEnd"/>
            <w:r w:rsidRPr="0054186A">
              <w:rPr>
                <w:lang w:eastAsia="uk-UA"/>
              </w:rPr>
              <w:t>іського ліцею Криворізької міської ради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8A4E4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</w:t>
            </w:r>
          </w:p>
        </w:tc>
      </w:tr>
      <w:tr w:rsidR="0054186A" w:rsidRPr="0054186A" w14:paraId="65F792C7" w14:textId="77777777" w:rsidTr="003B1DA6">
        <w:trPr>
          <w:trHeight w:val="10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0EF2B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41FBC" w14:textId="266892A9" w:rsidR="0054186A" w:rsidRPr="0054186A" w:rsidRDefault="00A83FEF" w:rsidP="003B1DA6">
            <w:pPr>
              <w:jc w:val="center"/>
              <w:rPr>
                <w:color w:val="000000"/>
                <w:lang w:eastAsia="uk-UA"/>
              </w:rPr>
            </w:pPr>
            <w:r w:rsidRPr="0054186A">
              <w:rPr>
                <w:color w:val="000000"/>
                <w:lang w:eastAsia="uk-UA"/>
              </w:rPr>
              <w:t>ЗЕМЦОВА</w:t>
            </w:r>
          </w:p>
          <w:p w14:paraId="54824457" w14:textId="77777777" w:rsidR="0054186A" w:rsidRPr="0054186A" w:rsidRDefault="0054186A" w:rsidP="003B1DA6">
            <w:pPr>
              <w:jc w:val="center"/>
              <w:rPr>
                <w:color w:val="000000"/>
                <w:lang w:eastAsia="uk-UA"/>
              </w:rPr>
            </w:pPr>
            <w:r w:rsidRPr="0054186A">
              <w:rPr>
                <w:color w:val="000000"/>
                <w:lang w:eastAsia="uk-UA"/>
              </w:rPr>
              <w:t xml:space="preserve"> Ганна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49DAA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учениця 8 класу Криворізького </w:t>
            </w:r>
            <w:proofErr w:type="gramStart"/>
            <w:r w:rsidRPr="0054186A">
              <w:rPr>
                <w:lang w:eastAsia="uk-UA"/>
              </w:rPr>
              <w:t>Центрально-М</w:t>
            </w:r>
            <w:proofErr w:type="gramEnd"/>
            <w:r w:rsidRPr="0054186A">
              <w:rPr>
                <w:lang w:eastAsia="uk-UA"/>
              </w:rPr>
              <w:t>іського ліцей Криворізької міської ради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1575B" w14:textId="4DB3289C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ТАБАНЕЦЬ</w:t>
            </w:r>
          </w:p>
          <w:p w14:paraId="5EA0F44E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Ірина Валеріївна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941A8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вчитель Криворізького </w:t>
            </w:r>
            <w:proofErr w:type="gramStart"/>
            <w:r w:rsidRPr="0054186A">
              <w:rPr>
                <w:lang w:eastAsia="uk-UA"/>
              </w:rPr>
              <w:t>Центрально-М</w:t>
            </w:r>
            <w:proofErr w:type="gramEnd"/>
            <w:r w:rsidRPr="0054186A">
              <w:rPr>
                <w:lang w:eastAsia="uk-UA"/>
              </w:rPr>
              <w:t>іського ліцей Криворізької міської ради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8A465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</w:t>
            </w:r>
          </w:p>
        </w:tc>
      </w:tr>
      <w:tr w:rsidR="0054186A" w:rsidRPr="0054186A" w14:paraId="0D6A9D6C" w14:textId="77777777" w:rsidTr="003B1DA6">
        <w:trPr>
          <w:trHeight w:val="10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6BF32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1D861" w14:textId="66EC8201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ЗАГНОЙ </w:t>
            </w:r>
          </w:p>
          <w:p w14:paraId="1FF6B457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Михайло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142CC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учень 8 класу Нікопольської гімназії №9 Нікопольської міської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C7A1A" w14:textId="75C770E1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КАЛЄЙНІ</w:t>
            </w:r>
            <w:proofErr w:type="gramStart"/>
            <w:r w:rsidRPr="0054186A">
              <w:rPr>
                <w:lang w:eastAsia="uk-UA"/>
              </w:rPr>
              <w:t>К</w:t>
            </w:r>
            <w:proofErr w:type="gramEnd"/>
            <w:r w:rsidRPr="0054186A">
              <w:rPr>
                <w:lang w:eastAsia="uk-UA"/>
              </w:rPr>
              <w:t xml:space="preserve"> </w:t>
            </w:r>
          </w:p>
          <w:p w14:paraId="29852A2A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Дмитро Миколайович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F4441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вчитель інформатики Нікопольської гімназії №9 Нікопольської міської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A57E5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</w:t>
            </w:r>
          </w:p>
        </w:tc>
      </w:tr>
      <w:tr w:rsidR="0054186A" w:rsidRPr="0054186A" w14:paraId="0BAA64C5" w14:textId="77777777" w:rsidTr="003B1DA6">
        <w:trPr>
          <w:trHeight w:val="127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5F8AD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1D76C" w14:textId="4884D706" w:rsidR="0054186A" w:rsidRPr="0054186A" w:rsidRDefault="00A83FEF" w:rsidP="003B1DA6">
            <w:pPr>
              <w:jc w:val="center"/>
              <w:rPr>
                <w:lang w:eastAsia="uk-UA"/>
              </w:rPr>
            </w:pPr>
            <w:proofErr w:type="gramStart"/>
            <w:r w:rsidRPr="0054186A">
              <w:rPr>
                <w:lang w:eastAsia="uk-UA"/>
              </w:rPr>
              <w:t>ДОМАХ</w:t>
            </w:r>
            <w:proofErr w:type="gramEnd"/>
            <w:r w:rsidRPr="0054186A">
              <w:rPr>
                <w:lang w:eastAsia="uk-UA"/>
              </w:rPr>
              <w:t>ІН</w:t>
            </w:r>
          </w:p>
          <w:p w14:paraId="24720428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Максим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635AB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учень 7 класу Роздорського ліцею Роздорської селищної ради Синельниківського району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5B160" w14:textId="319A5A4C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ДОВГАНЬ</w:t>
            </w:r>
          </w:p>
          <w:p w14:paraId="5B425197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Антон Юрійович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10405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вчитель інформатики  Роздорського ліцею Роздорської селищної ради Синельниківського району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40616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</w:t>
            </w:r>
          </w:p>
        </w:tc>
      </w:tr>
      <w:tr w:rsidR="0054186A" w:rsidRPr="0054186A" w14:paraId="11013F20" w14:textId="77777777" w:rsidTr="003B1DA6">
        <w:trPr>
          <w:trHeight w:val="10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886D3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91B67" w14:textId="68180384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ДУБОВА</w:t>
            </w:r>
          </w:p>
          <w:p w14:paraId="1FED1496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Софія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B93FC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учениця 8 класу Криворізького </w:t>
            </w:r>
            <w:proofErr w:type="gramStart"/>
            <w:r w:rsidRPr="0054186A">
              <w:rPr>
                <w:lang w:eastAsia="uk-UA"/>
              </w:rPr>
              <w:t>Центрально-М</w:t>
            </w:r>
            <w:proofErr w:type="gramEnd"/>
            <w:r w:rsidRPr="0054186A">
              <w:rPr>
                <w:lang w:eastAsia="uk-UA"/>
              </w:rPr>
              <w:t>іського ліцей Криворізької міської ради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90E0D" w14:textId="1999D512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ТАБАНЕЦЬ</w:t>
            </w:r>
          </w:p>
          <w:p w14:paraId="258CEAF5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Ірина Валеріївна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E7180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вчитель Криворізького </w:t>
            </w:r>
            <w:proofErr w:type="gramStart"/>
            <w:r w:rsidRPr="0054186A">
              <w:rPr>
                <w:lang w:eastAsia="uk-UA"/>
              </w:rPr>
              <w:t>Центрально-М</w:t>
            </w:r>
            <w:proofErr w:type="gramEnd"/>
            <w:r w:rsidRPr="0054186A">
              <w:rPr>
                <w:lang w:eastAsia="uk-UA"/>
              </w:rPr>
              <w:t>іського ліцей Криворізької міської ради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513B0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</w:t>
            </w:r>
          </w:p>
        </w:tc>
      </w:tr>
      <w:tr w:rsidR="0054186A" w:rsidRPr="0054186A" w14:paraId="2EA8FA63" w14:textId="77777777" w:rsidTr="003B1DA6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F6F96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8B9D6" w14:textId="054F981F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ІЛЬЧЕНКО</w:t>
            </w:r>
          </w:p>
          <w:p w14:paraId="1C8E399C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Полі</w:t>
            </w:r>
            <w:proofErr w:type="gramStart"/>
            <w:r w:rsidRPr="0054186A">
              <w:rPr>
                <w:lang w:eastAsia="uk-UA"/>
              </w:rPr>
              <w:t>на</w:t>
            </w:r>
            <w:proofErr w:type="gramEnd"/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4DA9C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учениця 8 класу Криворізького </w:t>
            </w:r>
            <w:proofErr w:type="gramStart"/>
            <w:r w:rsidRPr="0054186A">
              <w:rPr>
                <w:lang w:eastAsia="uk-UA"/>
              </w:rPr>
              <w:t>Центрально-М</w:t>
            </w:r>
            <w:proofErr w:type="gramEnd"/>
            <w:r w:rsidRPr="0054186A">
              <w:rPr>
                <w:lang w:eastAsia="uk-UA"/>
              </w:rPr>
              <w:t>іського ліцей Криворізької міської ради міської ради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34A58" w14:textId="52E652B0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ШАПОРІНА </w:t>
            </w:r>
          </w:p>
          <w:p w14:paraId="12C7EA3D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Ольга Олександрівна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1D897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вчитель Криворізького </w:t>
            </w:r>
            <w:proofErr w:type="gramStart"/>
            <w:r w:rsidRPr="0054186A">
              <w:rPr>
                <w:lang w:eastAsia="uk-UA"/>
              </w:rPr>
              <w:t>Центрально-М</w:t>
            </w:r>
            <w:proofErr w:type="gramEnd"/>
            <w:r w:rsidRPr="0054186A">
              <w:rPr>
                <w:lang w:eastAsia="uk-UA"/>
              </w:rPr>
              <w:t>іського ліцей Криворізької міської ради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ED5B3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</w:t>
            </w:r>
          </w:p>
        </w:tc>
      </w:tr>
      <w:tr w:rsidR="0054186A" w:rsidRPr="0054186A" w14:paraId="46FAA85C" w14:textId="77777777" w:rsidTr="003B1DA6">
        <w:trPr>
          <w:trHeight w:val="10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A70F2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BCA9A" w14:textId="37C9C013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КОРЧЕНКО</w:t>
            </w:r>
          </w:p>
          <w:p w14:paraId="4EC87C37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Софія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236FF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учениця 8 класу Криворізького </w:t>
            </w:r>
            <w:proofErr w:type="gramStart"/>
            <w:r w:rsidRPr="0054186A">
              <w:rPr>
                <w:lang w:eastAsia="uk-UA"/>
              </w:rPr>
              <w:t>Центрально-М</w:t>
            </w:r>
            <w:proofErr w:type="gramEnd"/>
            <w:r w:rsidRPr="0054186A">
              <w:rPr>
                <w:lang w:eastAsia="uk-UA"/>
              </w:rPr>
              <w:t>іського ліцей Криворізької міської ради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4DFDA" w14:textId="1D71163D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ТАБАНЕЦЬ</w:t>
            </w:r>
          </w:p>
          <w:p w14:paraId="30DC9AC5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Ірина Валеріївна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A32B0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вчитель Криворізького </w:t>
            </w:r>
            <w:proofErr w:type="gramStart"/>
            <w:r w:rsidRPr="0054186A">
              <w:rPr>
                <w:lang w:eastAsia="uk-UA"/>
              </w:rPr>
              <w:t>Центрально-М</w:t>
            </w:r>
            <w:proofErr w:type="gramEnd"/>
            <w:r w:rsidRPr="0054186A">
              <w:rPr>
                <w:lang w:eastAsia="uk-UA"/>
              </w:rPr>
              <w:t>іського ліцей Криворізької міської ради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7497A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</w:t>
            </w:r>
          </w:p>
        </w:tc>
      </w:tr>
      <w:tr w:rsidR="0054186A" w:rsidRPr="0054186A" w14:paraId="1CA5CA8B" w14:textId="77777777" w:rsidTr="003B1DA6">
        <w:trPr>
          <w:trHeight w:val="15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99F80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8AF52" w14:textId="41ECD1AA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ПАСЬКО </w:t>
            </w:r>
          </w:p>
          <w:p w14:paraId="733A8AA4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Владислав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5BC14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вихованець комунального закладу позашкільної освіти</w:t>
            </w:r>
            <w:r w:rsidRPr="0054186A">
              <w:rPr>
                <w:lang w:eastAsia="uk-UA"/>
              </w:rPr>
              <w:br/>
            </w:r>
            <w:r w:rsidRPr="0054186A">
              <w:t>“</w:t>
            </w:r>
            <w:r w:rsidRPr="0054186A">
              <w:rPr>
                <w:lang w:eastAsia="uk-UA"/>
              </w:rPr>
              <w:t xml:space="preserve">Центр позашкільної освіти </w:t>
            </w:r>
            <w:r w:rsidRPr="0054186A">
              <w:t>“</w:t>
            </w:r>
            <w:r w:rsidRPr="0054186A">
              <w:rPr>
                <w:lang w:eastAsia="uk-UA"/>
              </w:rPr>
              <w:t>Зміна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Криворізької міської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D008A" w14:textId="574BCBB7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КИСЕЛЬОВА </w:t>
            </w:r>
          </w:p>
          <w:p w14:paraId="77BA8D97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Тетяна Василівна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6C36E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керівник комп'ютерного гуртка комунального закладу позашкільної освіти</w:t>
            </w:r>
            <w:r w:rsidRPr="0054186A">
              <w:rPr>
                <w:lang w:eastAsia="uk-UA"/>
              </w:rPr>
              <w:br/>
            </w:r>
            <w:r w:rsidRPr="0054186A">
              <w:t>“</w:t>
            </w:r>
            <w:r w:rsidRPr="0054186A">
              <w:rPr>
                <w:lang w:eastAsia="uk-UA"/>
              </w:rPr>
              <w:t xml:space="preserve">Центр позашкільної освіти </w:t>
            </w:r>
            <w:r w:rsidRPr="0054186A">
              <w:t>“</w:t>
            </w:r>
            <w:r w:rsidRPr="0054186A">
              <w:rPr>
                <w:lang w:eastAsia="uk-UA"/>
              </w:rPr>
              <w:t>Зміна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Криворізької міської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42A41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</w:t>
            </w:r>
          </w:p>
        </w:tc>
      </w:tr>
      <w:tr w:rsidR="0054186A" w:rsidRPr="0054186A" w14:paraId="07594F96" w14:textId="77777777" w:rsidTr="003B1DA6">
        <w:trPr>
          <w:trHeight w:val="76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8028D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69CB7" w14:textId="30E9BBE5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ГОРБАЧ</w:t>
            </w:r>
          </w:p>
          <w:p w14:paraId="1196C285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Вадим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117F8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учень 7 класу Лозуватського ліцею імені Т.Г.Шевченка Лозуватської сільської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17304" w14:textId="6B935D83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ГАЙДУК</w:t>
            </w:r>
          </w:p>
          <w:p w14:paraId="74D625D5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Оксана Андріївна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66439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вчитель інформатики Лозуватського ліцею імені Т.Г.Шевченка Лозуватської сільської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FC4B0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ІІІ</w:t>
            </w:r>
          </w:p>
        </w:tc>
      </w:tr>
      <w:tr w:rsidR="0054186A" w:rsidRPr="0054186A" w14:paraId="4D7FFBC1" w14:textId="77777777" w:rsidTr="003B1DA6">
        <w:trPr>
          <w:trHeight w:val="76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ED116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7F72F" w14:textId="72852BDC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ДЕРКУЛЬСЬКА</w:t>
            </w:r>
          </w:p>
          <w:p w14:paraId="769296C5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Ганна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EF574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учениця 7 класу комунального закладу </w:t>
            </w:r>
            <w:r w:rsidRPr="0054186A">
              <w:t>“</w:t>
            </w:r>
            <w:r w:rsidRPr="0054186A">
              <w:rPr>
                <w:lang w:eastAsia="uk-UA"/>
              </w:rPr>
              <w:t>Ліцей № 11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Кам'янської міської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B66F2" w14:textId="73401FCE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ДЕСЯТЕРИК</w:t>
            </w:r>
          </w:p>
          <w:p w14:paraId="6778F281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Ольга Леонідівна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C3F98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вчитель інформатики комунального закладу </w:t>
            </w:r>
            <w:r w:rsidRPr="0054186A">
              <w:t>“</w:t>
            </w:r>
            <w:r w:rsidRPr="0054186A">
              <w:rPr>
                <w:lang w:eastAsia="uk-UA"/>
              </w:rPr>
              <w:t>Ліцей № 11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Кам'янської міської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076F2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ІІІ</w:t>
            </w:r>
          </w:p>
        </w:tc>
      </w:tr>
      <w:tr w:rsidR="0054186A" w:rsidRPr="0054186A" w14:paraId="1E21D9FE" w14:textId="77777777" w:rsidTr="003B1DA6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9ECC9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DB469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МАЗАЄ</w:t>
            </w:r>
            <w:proofErr w:type="gramStart"/>
            <w:r w:rsidRPr="0054186A">
              <w:rPr>
                <w:lang w:eastAsia="uk-UA"/>
              </w:rPr>
              <w:t>В</w:t>
            </w:r>
            <w:proofErr w:type="gramEnd"/>
          </w:p>
          <w:p w14:paraId="626EEE5E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Силантій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B7E43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вихованець Центру </w:t>
            </w:r>
            <w:proofErr w:type="gramStart"/>
            <w:r w:rsidRPr="0054186A">
              <w:rPr>
                <w:lang w:eastAsia="uk-UA"/>
              </w:rPr>
              <w:t>техн</w:t>
            </w:r>
            <w:proofErr w:type="gramEnd"/>
            <w:r w:rsidRPr="0054186A">
              <w:rPr>
                <w:lang w:eastAsia="uk-UA"/>
              </w:rPr>
              <w:t>ічної творчості та професійної орієнтації шкільної молоді Дарницького району міста Києва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7C2AE" w14:textId="6E5CF91B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ХМІЛЬ</w:t>
            </w:r>
          </w:p>
          <w:p w14:paraId="51246E18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Вікторія Сергіївна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0633C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керівник гуртка Центру </w:t>
            </w:r>
            <w:proofErr w:type="gramStart"/>
            <w:r w:rsidRPr="0054186A">
              <w:rPr>
                <w:lang w:eastAsia="uk-UA"/>
              </w:rPr>
              <w:t>техн</w:t>
            </w:r>
            <w:proofErr w:type="gramEnd"/>
            <w:r w:rsidRPr="0054186A">
              <w:rPr>
                <w:lang w:eastAsia="uk-UA"/>
              </w:rPr>
              <w:t>ічної творчості та професійної орієнтації шкільної молоді Дарницького району міста Києва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BF0CE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ІІІ</w:t>
            </w:r>
          </w:p>
        </w:tc>
      </w:tr>
      <w:tr w:rsidR="0054186A" w:rsidRPr="0054186A" w14:paraId="18BA1BF9" w14:textId="77777777" w:rsidTr="003B1DA6">
        <w:trPr>
          <w:trHeight w:val="76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49FDF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5E324" w14:textId="198CEA4B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ТОКАР</w:t>
            </w:r>
          </w:p>
          <w:p w14:paraId="46C7873D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Анна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BFA9C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учениця 7 класу Лозуватського ліцею імені Т.Г.Шевченка Лозуватської сільської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A2F80" w14:textId="05ADD1F3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ГАЙДУК</w:t>
            </w:r>
          </w:p>
          <w:p w14:paraId="2C2D32DE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Оксана Андріївна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541AB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вчитель інформатики Лозуватського ліцею імені Т.Г.Шевченка Лозуватської сільської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520DA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ІІІ</w:t>
            </w:r>
          </w:p>
        </w:tc>
      </w:tr>
      <w:tr w:rsidR="0054186A" w:rsidRPr="0054186A" w14:paraId="333F1C8C" w14:textId="77777777" w:rsidTr="003B1DA6">
        <w:trPr>
          <w:trHeight w:val="76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FCB97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2392B" w14:textId="32898AB8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ГОРДЕНКО </w:t>
            </w:r>
          </w:p>
          <w:p w14:paraId="2218143E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Ельдар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D5E66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учень 8 класу комунального закладу </w:t>
            </w:r>
            <w:r w:rsidRPr="0054186A">
              <w:t>“</w:t>
            </w:r>
            <w:r w:rsidRPr="0054186A">
              <w:rPr>
                <w:lang w:eastAsia="uk-UA"/>
              </w:rPr>
              <w:t>Ліцей № 11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Кам'янської міської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B3AA9" w14:textId="7ED8D6FD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ДЕСЯТЕРИК</w:t>
            </w:r>
          </w:p>
          <w:p w14:paraId="10F62370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Ольга Леонідівна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A4273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вчитель інформатики комунального закладу </w:t>
            </w:r>
            <w:r w:rsidRPr="0054186A">
              <w:t>“</w:t>
            </w:r>
            <w:r w:rsidRPr="0054186A">
              <w:rPr>
                <w:lang w:eastAsia="uk-UA"/>
              </w:rPr>
              <w:t>Ліцей № 11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Кам'янської міської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4098B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ІІІ</w:t>
            </w:r>
          </w:p>
        </w:tc>
      </w:tr>
      <w:tr w:rsidR="0054186A" w:rsidRPr="0054186A" w14:paraId="522148D0" w14:textId="77777777" w:rsidTr="003B1DA6">
        <w:trPr>
          <w:trHeight w:val="10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6F4DD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C7922" w14:textId="278FA351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МАТУХНО</w:t>
            </w:r>
          </w:p>
          <w:p w14:paraId="209FE5B2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Андрій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B970F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вихованець комунального закладу </w:t>
            </w:r>
            <w:r w:rsidRPr="0054186A">
              <w:t>“</w:t>
            </w:r>
            <w:r w:rsidRPr="0054186A">
              <w:rPr>
                <w:lang w:eastAsia="uk-UA"/>
              </w:rPr>
              <w:t>Центр позашкільної роботи та дитячої творчості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Кам’янської міської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EF988" w14:textId="61BE46F9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ПЕЛИХ</w:t>
            </w:r>
          </w:p>
          <w:p w14:paraId="7D57C380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Сергій Борисович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3F153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керівник гуртка комунального закладу </w:t>
            </w:r>
            <w:r w:rsidRPr="0054186A">
              <w:t>“</w:t>
            </w:r>
            <w:r w:rsidRPr="0054186A">
              <w:rPr>
                <w:lang w:eastAsia="uk-UA"/>
              </w:rPr>
              <w:t>Центр позашкільної роботи та дитячої творчості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Кам’янської міської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DBF50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ІІІ</w:t>
            </w:r>
          </w:p>
        </w:tc>
      </w:tr>
      <w:tr w:rsidR="0054186A" w:rsidRPr="0054186A" w14:paraId="3BC1B513" w14:textId="77777777" w:rsidTr="003B1DA6">
        <w:trPr>
          <w:trHeight w:val="76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32ADA" w14:textId="77777777" w:rsidR="0054186A" w:rsidRPr="0054186A" w:rsidRDefault="0054186A" w:rsidP="00A83FEF">
            <w:pPr>
              <w:pStyle w:val="aa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FDE7D" w14:textId="5F27B9C6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СМАЗНИЙ</w:t>
            </w:r>
          </w:p>
          <w:p w14:paraId="03C72D77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Єгор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7EFB9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учень 8 класу Гімназії №20 Нікопольської міської 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4363F" w14:textId="62AE759D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БЕЗСМЕРТНА</w:t>
            </w:r>
          </w:p>
          <w:p w14:paraId="0641BE8C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Людмила Григорівна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7A20E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вчитель інформатики Гімназії №20 Нікопольської міської 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0B879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ІІІ</w:t>
            </w:r>
          </w:p>
        </w:tc>
      </w:tr>
      <w:tr w:rsidR="0054186A" w:rsidRPr="0054186A" w14:paraId="62426471" w14:textId="77777777" w:rsidTr="003B1DA6">
        <w:trPr>
          <w:trHeight w:val="115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C7FCF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FDCE0" w14:textId="71E5EA30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ПИСЬМЕННИЙ</w:t>
            </w:r>
          </w:p>
          <w:p w14:paraId="47594B73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Михайло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05EF5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учень 8 класу Криворізького </w:t>
            </w:r>
            <w:proofErr w:type="gramStart"/>
            <w:r w:rsidRPr="0054186A">
              <w:rPr>
                <w:lang w:eastAsia="uk-UA"/>
              </w:rPr>
              <w:t>Центрально-М</w:t>
            </w:r>
            <w:proofErr w:type="gramEnd"/>
            <w:r w:rsidRPr="0054186A">
              <w:rPr>
                <w:lang w:eastAsia="uk-UA"/>
              </w:rPr>
              <w:t>іського ліцей Криворізької міської ради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7B139" w14:textId="17943808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МИХАЛЬЧУК</w:t>
            </w:r>
          </w:p>
          <w:p w14:paraId="7796B7D6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Олена Миколаївна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78EAA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вчитель інформатики Криворізького </w:t>
            </w:r>
            <w:proofErr w:type="gramStart"/>
            <w:r w:rsidRPr="0054186A">
              <w:rPr>
                <w:lang w:eastAsia="uk-UA"/>
              </w:rPr>
              <w:t>Центрально-М</w:t>
            </w:r>
            <w:proofErr w:type="gramEnd"/>
            <w:r w:rsidRPr="0054186A">
              <w:rPr>
                <w:lang w:eastAsia="uk-UA"/>
              </w:rPr>
              <w:t>іського ліцей Криворізької міської ради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90E9C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ІІІ</w:t>
            </w:r>
          </w:p>
        </w:tc>
      </w:tr>
      <w:tr w:rsidR="0054186A" w:rsidRPr="0054186A" w14:paraId="5431BA78" w14:textId="77777777" w:rsidTr="003B1DA6">
        <w:trPr>
          <w:trHeight w:val="11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420DD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D81A6" w14:textId="31139765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СЕРГІЄНКО</w:t>
            </w:r>
          </w:p>
          <w:p w14:paraId="7DA37C17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Іван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C86CE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учень 7 класу комунального закладу </w:t>
            </w:r>
            <w:r w:rsidRPr="0054186A">
              <w:t>“</w:t>
            </w:r>
            <w:r w:rsidRPr="0054186A">
              <w:rPr>
                <w:lang w:eastAsia="uk-UA"/>
              </w:rPr>
              <w:t>Ліцей № 11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Кам'янської міської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C3778" w14:textId="5A3944AD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ДЕСЯТЕРИК</w:t>
            </w:r>
          </w:p>
          <w:p w14:paraId="4158DDFF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Ольга Леонідівна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94C97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вчитель інформатики комунального закладу </w:t>
            </w:r>
            <w:r w:rsidRPr="0054186A">
              <w:t>“</w:t>
            </w:r>
            <w:r w:rsidRPr="0054186A">
              <w:rPr>
                <w:lang w:eastAsia="uk-UA"/>
              </w:rPr>
              <w:t>Ліцей № 11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Кам'янської міської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C053C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ІІІ</w:t>
            </w:r>
          </w:p>
        </w:tc>
      </w:tr>
      <w:tr w:rsidR="0054186A" w:rsidRPr="0054186A" w14:paraId="27B864C9" w14:textId="77777777" w:rsidTr="003B1DA6">
        <w:trPr>
          <w:trHeight w:val="4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B681C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5BDD6" w14:textId="4096905A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САМКО</w:t>
            </w:r>
          </w:p>
          <w:p w14:paraId="7A306F0A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Арі</w:t>
            </w:r>
            <w:proofErr w:type="gramStart"/>
            <w:r w:rsidRPr="0054186A">
              <w:rPr>
                <w:lang w:eastAsia="uk-UA"/>
              </w:rPr>
              <w:t>на</w:t>
            </w:r>
            <w:proofErr w:type="gramEnd"/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0CA98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учениця 7 класу Нікопольської гімназії №2 Нікопольської міської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8FBB8" w14:textId="5231BB21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ГАЛИНСЬКА</w:t>
            </w:r>
          </w:p>
          <w:p w14:paraId="2BAD74CC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Карина Андріївна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67D5E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вчитель інформатики Нікопольської гімназії №2 Нікопольської міської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44F05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ІІІ</w:t>
            </w:r>
          </w:p>
        </w:tc>
      </w:tr>
      <w:tr w:rsidR="0054186A" w:rsidRPr="0054186A" w14:paraId="0CE1C4FC" w14:textId="77777777" w:rsidTr="003B1DA6">
        <w:trPr>
          <w:trHeight w:val="55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F310F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9F593" w14:textId="27DBAB86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ЛІСНЯК</w:t>
            </w:r>
          </w:p>
          <w:p w14:paraId="4D1EDC2C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Марк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160AC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учень 8 класу Криворізького </w:t>
            </w:r>
            <w:proofErr w:type="gramStart"/>
            <w:r w:rsidRPr="0054186A">
              <w:rPr>
                <w:lang w:eastAsia="uk-UA"/>
              </w:rPr>
              <w:t>Центрально-М</w:t>
            </w:r>
            <w:proofErr w:type="gramEnd"/>
            <w:r w:rsidRPr="0054186A">
              <w:rPr>
                <w:lang w:eastAsia="uk-UA"/>
              </w:rPr>
              <w:t>іського ліцей Криворізької міської ради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9435B" w14:textId="7D739FB1" w:rsidR="00A83FEF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МИХАЛЬЧУК</w:t>
            </w:r>
          </w:p>
          <w:p w14:paraId="4E167469" w14:textId="5C79D46C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Олена Миколаївна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CB663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вчитель інформатики Криворізького </w:t>
            </w:r>
            <w:proofErr w:type="gramStart"/>
            <w:r w:rsidRPr="0054186A">
              <w:rPr>
                <w:lang w:eastAsia="uk-UA"/>
              </w:rPr>
              <w:t>Центрально-М</w:t>
            </w:r>
            <w:proofErr w:type="gramEnd"/>
            <w:r w:rsidRPr="0054186A">
              <w:rPr>
                <w:lang w:eastAsia="uk-UA"/>
              </w:rPr>
              <w:t>іського ліцей Криворізької міської ради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DD06E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ІІІ</w:t>
            </w:r>
          </w:p>
        </w:tc>
      </w:tr>
      <w:tr w:rsidR="0054186A" w:rsidRPr="0054186A" w14:paraId="103EAFD4" w14:textId="77777777" w:rsidTr="003B1DA6">
        <w:trPr>
          <w:trHeight w:val="10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EB3CA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427B9" w14:textId="66E9FB93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ЛУГ</w:t>
            </w:r>
          </w:p>
          <w:p w14:paraId="7184A7CA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Михайло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5EA72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учень 8 класу комунального закладу </w:t>
            </w:r>
            <w:r w:rsidRPr="0054186A">
              <w:t>“</w:t>
            </w:r>
            <w:r w:rsidRPr="0054186A">
              <w:rPr>
                <w:lang w:eastAsia="uk-UA"/>
              </w:rPr>
              <w:t>Ліцей № 11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Кам'янської міської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FDDC6" w14:textId="3A3D1B9E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ДЕСЯТЕРИК</w:t>
            </w:r>
          </w:p>
          <w:p w14:paraId="260BBDE9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Ольга Леонідівна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16A57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вчитель інформатики комунального закладу </w:t>
            </w:r>
            <w:r w:rsidRPr="0054186A">
              <w:t>“</w:t>
            </w:r>
            <w:r w:rsidRPr="0054186A">
              <w:rPr>
                <w:lang w:eastAsia="uk-UA"/>
              </w:rPr>
              <w:t>Ліцей № 11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Кам'янської міської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94527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ІІІ</w:t>
            </w:r>
          </w:p>
        </w:tc>
      </w:tr>
      <w:tr w:rsidR="0054186A" w:rsidRPr="0054186A" w14:paraId="195642F3" w14:textId="77777777" w:rsidTr="003B1DA6">
        <w:trPr>
          <w:trHeight w:val="10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C1681" w14:textId="77777777" w:rsidR="0054186A" w:rsidRPr="0054186A" w:rsidRDefault="0054186A" w:rsidP="0054186A">
            <w:pPr>
              <w:pStyle w:val="aa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83F70" w14:textId="75F62324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ЧАПОВ</w:t>
            </w:r>
          </w:p>
          <w:p w14:paraId="361666BB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 Данило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FF2DF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вихованець комунального закладу </w:t>
            </w:r>
            <w:r w:rsidRPr="0054186A">
              <w:t>“</w:t>
            </w:r>
            <w:r w:rsidRPr="0054186A">
              <w:rPr>
                <w:lang w:eastAsia="uk-UA"/>
              </w:rPr>
              <w:t>Центр позашкільної роботи та дитячої творчості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Кам’янської міської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50DCF" w14:textId="1BCEEB15" w:rsidR="0054186A" w:rsidRPr="0054186A" w:rsidRDefault="00A83FEF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ПЕЛИХ </w:t>
            </w:r>
          </w:p>
          <w:p w14:paraId="13AF8BE7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>Сергій Борисович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6DE41" w14:textId="77777777" w:rsidR="0054186A" w:rsidRPr="0054186A" w:rsidRDefault="0054186A" w:rsidP="003B1DA6">
            <w:pPr>
              <w:jc w:val="center"/>
              <w:rPr>
                <w:lang w:eastAsia="uk-UA"/>
              </w:rPr>
            </w:pPr>
            <w:r w:rsidRPr="0054186A">
              <w:rPr>
                <w:lang w:eastAsia="uk-UA"/>
              </w:rPr>
              <w:t xml:space="preserve">керівник гуртка комунального закладу </w:t>
            </w:r>
            <w:r w:rsidRPr="0054186A">
              <w:t>“</w:t>
            </w:r>
            <w:r w:rsidRPr="0054186A">
              <w:rPr>
                <w:lang w:eastAsia="uk-UA"/>
              </w:rPr>
              <w:t>Центр позашкільної роботи та дитячої творчості</w:t>
            </w:r>
            <w:r w:rsidRPr="0054186A">
              <w:t>”</w:t>
            </w:r>
            <w:r w:rsidRPr="0054186A">
              <w:rPr>
                <w:lang w:eastAsia="uk-UA"/>
              </w:rPr>
              <w:t xml:space="preserve">  Кам’янської міської </w:t>
            </w:r>
            <w:proofErr w:type="gramStart"/>
            <w:r w:rsidRPr="0054186A">
              <w:rPr>
                <w:lang w:eastAsia="uk-UA"/>
              </w:rPr>
              <w:t>ради</w:t>
            </w:r>
            <w:proofErr w:type="gram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94C70" w14:textId="77777777" w:rsidR="0054186A" w:rsidRPr="0054186A" w:rsidRDefault="0054186A" w:rsidP="003B1DA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4186A">
              <w:rPr>
                <w:b/>
                <w:bCs/>
                <w:color w:val="000000"/>
                <w:lang w:eastAsia="uk-UA"/>
              </w:rPr>
              <w:t>ІІІ</w:t>
            </w:r>
          </w:p>
        </w:tc>
      </w:tr>
    </w:tbl>
    <w:p w14:paraId="1D532B16" w14:textId="77777777" w:rsidR="0054186A" w:rsidRPr="00C43464" w:rsidRDefault="0054186A" w:rsidP="0054186A">
      <w:pPr>
        <w:rPr>
          <w:sz w:val="28"/>
          <w:szCs w:val="28"/>
        </w:rPr>
      </w:pPr>
    </w:p>
    <w:p w14:paraId="32220997" w14:textId="5ED6B295" w:rsidR="00F55E15" w:rsidRPr="00F55E15" w:rsidRDefault="00F55E15">
      <w:pPr>
        <w:rPr>
          <w:sz w:val="28"/>
          <w:szCs w:val="28"/>
          <w:lang w:val="uk-UA"/>
        </w:rPr>
        <w:sectPr w:rsidR="00F55E15" w:rsidRPr="00F55E15" w:rsidSect="0009436F">
          <w:pgSz w:w="16838" w:h="11906" w:orient="landscape" w:code="9"/>
          <w:pgMar w:top="426" w:right="284" w:bottom="993" w:left="1134" w:header="1134" w:footer="0" w:gutter="0"/>
          <w:pgNumType w:start="1"/>
          <w:cols w:space="708"/>
          <w:docGrid w:linePitch="360"/>
        </w:sectPr>
      </w:pPr>
    </w:p>
    <w:tbl>
      <w:tblPr>
        <w:tblW w:w="5677" w:type="dxa"/>
        <w:tblInd w:w="5495" w:type="dxa"/>
        <w:tblLook w:val="04A0" w:firstRow="1" w:lastRow="0" w:firstColumn="1" w:lastColumn="0" w:noHBand="0" w:noVBand="1"/>
      </w:tblPr>
      <w:tblGrid>
        <w:gridCol w:w="306"/>
        <w:gridCol w:w="4939"/>
        <w:gridCol w:w="432"/>
      </w:tblGrid>
      <w:tr w:rsidR="00F55E15" w:rsidRPr="005E75D2" w14:paraId="44638876" w14:textId="77777777" w:rsidTr="00FC4683">
        <w:trPr>
          <w:gridBefore w:val="1"/>
          <w:gridAfter w:val="1"/>
          <w:wBefore w:w="306" w:type="dxa"/>
          <w:wAfter w:w="432" w:type="dxa"/>
        </w:trPr>
        <w:tc>
          <w:tcPr>
            <w:tcW w:w="4939" w:type="dxa"/>
          </w:tcPr>
          <w:p w14:paraId="4F6DDA7B" w14:textId="0EF65072" w:rsidR="00F55E15" w:rsidRPr="005E75D2" w:rsidRDefault="00FC4683" w:rsidP="00FC4683">
            <w:pPr>
              <w:ind w:left="-131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</w:t>
            </w:r>
            <w:r w:rsidR="00F55E15">
              <w:rPr>
                <w:lang w:val="uk-UA"/>
              </w:rPr>
              <w:t>Додаток 2</w:t>
            </w:r>
          </w:p>
        </w:tc>
      </w:tr>
      <w:tr w:rsidR="00F55E15" w:rsidRPr="005E75D2" w14:paraId="0DBB95EF" w14:textId="77777777" w:rsidTr="00F55E15">
        <w:trPr>
          <w:trHeight w:val="1721"/>
        </w:trPr>
        <w:tc>
          <w:tcPr>
            <w:tcW w:w="5677" w:type="dxa"/>
            <w:gridSpan w:val="3"/>
          </w:tcPr>
          <w:p w14:paraId="3976E04C" w14:textId="77777777" w:rsidR="00F55E15" w:rsidRPr="005E75D2" w:rsidRDefault="00F55E15" w:rsidP="0053127C">
            <w:pPr>
              <w:ind w:left="175" w:right="-1"/>
              <w:rPr>
                <w:lang w:val="uk-UA"/>
              </w:rPr>
            </w:pPr>
            <w:r w:rsidRPr="005E75D2">
              <w:rPr>
                <w:lang w:val="uk-UA"/>
              </w:rPr>
              <w:t xml:space="preserve">до наказу комунального закладу позашкільної освіти </w:t>
            </w:r>
            <w:r w:rsidRPr="005E75D2">
              <w:rPr>
                <w:color w:val="000000" w:themeColor="text1"/>
                <w:lang w:val="uk-UA"/>
              </w:rPr>
              <w:t>“Дніпропетровський обласний центр науково-технічної творчості та інформаційних технологій учнівської молоді</w:t>
            </w:r>
            <w:r w:rsidRPr="005E75D2">
              <w:rPr>
                <w:lang w:val="uk-UA"/>
              </w:rPr>
              <w:t>”</w:t>
            </w:r>
            <w:r w:rsidRPr="005E75D2">
              <w:rPr>
                <w:color w:val="000000" w:themeColor="text1"/>
                <w:lang w:val="uk-UA"/>
              </w:rPr>
              <w:t xml:space="preserve"> Дніпропетровської обласної ради</w:t>
            </w:r>
            <w:r w:rsidRPr="005E75D2">
              <w:rPr>
                <w:lang w:val="uk-UA"/>
              </w:rPr>
              <w:t xml:space="preserve">” </w:t>
            </w:r>
          </w:p>
          <w:p w14:paraId="20879DC0" w14:textId="5C1A7001" w:rsidR="00F55E15" w:rsidRPr="005E75D2" w:rsidRDefault="00F55E15" w:rsidP="0053127C">
            <w:pPr>
              <w:ind w:left="175" w:right="-1"/>
              <w:rPr>
                <w:lang w:val="uk-UA"/>
              </w:rPr>
            </w:pPr>
            <w:r w:rsidRPr="005E75D2">
              <w:rPr>
                <w:lang w:val="uk-UA"/>
              </w:rPr>
              <w:t>від</w:t>
            </w:r>
            <w:r w:rsidRPr="005E75D2">
              <w:rPr>
                <w:u w:val="single"/>
                <w:lang w:val="uk-UA"/>
              </w:rPr>
              <w:t xml:space="preserve">  </w:t>
            </w:r>
            <w:r w:rsidR="00E9683F">
              <w:rPr>
                <w:u w:val="single"/>
                <w:lang w:val="uk-UA"/>
              </w:rPr>
              <w:t>21</w:t>
            </w:r>
            <w:r w:rsidR="007E69D5">
              <w:rPr>
                <w:u w:val="single"/>
                <w:lang w:val="uk-UA"/>
              </w:rPr>
              <w:t>.02</w:t>
            </w:r>
            <w:r w:rsidRPr="00CB4379">
              <w:rPr>
                <w:u w:val="single"/>
                <w:lang w:val="uk-UA"/>
              </w:rPr>
              <w:t>.202</w:t>
            </w:r>
            <w:r>
              <w:rPr>
                <w:u w:val="single"/>
                <w:lang w:val="uk-UA"/>
              </w:rPr>
              <w:t>5</w:t>
            </w:r>
            <w:r w:rsidRPr="00CB4379">
              <w:rPr>
                <w:lang w:val="uk-UA"/>
              </w:rPr>
              <w:t xml:space="preserve"> № </w:t>
            </w:r>
            <w:r>
              <w:rPr>
                <w:u w:val="single"/>
                <w:lang w:val="uk-UA"/>
              </w:rPr>
              <w:t>   </w:t>
            </w:r>
            <w:r w:rsidR="007E69D5">
              <w:rPr>
                <w:u w:val="single"/>
                <w:lang w:val="uk-UA"/>
              </w:rPr>
              <w:t>  </w:t>
            </w:r>
            <w:r w:rsidR="00E9683F">
              <w:rPr>
                <w:u w:val="single"/>
                <w:lang w:val="uk-UA"/>
              </w:rPr>
              <w:t>29</w:t>
            </w:r>
            <w:r w:rsidRPr="00CB4379">
              <w:rPr>
                <w:u w:val="single"/>
                <w:lang w:val="uk-UA"/>
              </w:rPr>
              <w:t>      </w:t>
            </w:r>
          </w:p>
        </w:tc>
      </w:tr>
    </w:tbl>
    <w:p w14:paraId="19CFC136" w14:textId="77777777" w:rsidR="008942EB" w:rsidRDefault="008942EB" w:rsidP="008942EB">
      <w:pPr>
        <w:spacing w:line="216" w:lineRule="auto"/>
        <w:ind w:firstLine="567"/>
        <w:jc w:val="both"/>
        <w:rPr>
          <w:sz w:val="28"/>
          <w:szCs w:val="28"/>
          <w:lang w:val="uk-UA"/>
        </w:rPr>
      </w:pPr>
    </w:p>
    <w:p w14:paraId="7EC30E4A" w14:textId="77777777" w:rsidR="00F55E15" w:rsidRPr="007F7140" w:rsidRDefault="00F55E15" w:rsidP="00F55E15">
      <w:pPr>
        <w:jc w:val="center"/>
        <w:rPr>
          <w:sz w:val="28"/>
          <w:szCs w:val="28"/>
          <w:lang w:val="uk-UA" w:eastAsia="en-US"/>
        </w:rPr>
      </w:pPr>
      <w:r w:rsidRPr="007F7140">
        <w:rPr>
          <w:sz w:val="28"/>
          <w:szCs w:val="28"/>
          <w:lang w:val="uk-UA" w:eastAsia="en-US"/>
        </w:rPr>
        <w:t>ІНФОРМАЦІЙНА ДОВІДКА</w:t>
      </w:r>
    </w:p>
    <w:p w14:paraId="7348B75F" w14:textId="144B1F5F" w:rsidR="00F55E15" w:rsidRPr="0015300D" w:rsidRDefault="00F55E15" w:rsidP="00F55E15">
      <w:pPr>
        <w:jc w:val="center"/>
        <w:rPr>
          <w:lang w:val="uk-UA"/>
        </w:rPr>
      </w:pPr>
      <w:r w:rsidRPr="0015300D">
        <w:rPr>
          <w:lang w:val="uk-UA" w:eastAsia="en-US"/>
        </w:rPr>
        <w:t xml:space="preserve">про підсумки проведення </w:t>
      </w:r>
      <w:r w:rsidRPr="0015300D">
        <w:rPr>
          <w:lang w:val="uk-UA"/>
        </w:rPr>
        <w:t xml:space="preserve">обласного конкурсу </w:t>
      </w:r>
      <w:r w:rsidRPr="0015300D">
        <w:rPr>
          <w:lang w:val="uk-UA"/>
        </w:rPr>
        <w:br/>
      </w:r>
      <w:r w:rsidR="00E9683F" w:rsidRPr="00E9683F">
        <w:rPr>
          <w:color w:val="000000" w:themeColor="text1"/>
        </w:rPr>
        <w:t>“</w:t>
      </w:r>
      <w:r w:rsidR="00E9683F" w:rsidRPr="00E9683F">
        <w:rPr>
          <w:lang w:val="en-US"/>
        </w:rPr>
        <w:t>Lego</w:t>
      </w:r>
      <w:r w:rsidR="00E9683F" w:rsidRPr="00E9683F">
        <w:t xml:space="preserve"> </w:t>
      </w:r>
      <w:r w:rsidR="00E9683F" w:rsidRPr="00E9683F">
        <w:rPr>
          <w:lang w:val="en-US"/>
        </w:rPr>
        <w:t>Digital</w:t>
      </w:r>
      <w:r w:rsidR="00E9683F" w:rsidRPr="00E9683F">
        <w:t xml:space="preserve"> </w:t>
      </w:r>
      <w:r w:rsidR="00E9683F" w:rsidRPr="00E9683F">
        <w:rPr>
          <w:lang w:val="en-US"/>
        </w:rPr>
        <w:t>Designer</w:t>
      </w:r>
      <w:r w:rsidR="00E9683F" w:rsidRPr="00E9683F">
        <w:t>”</w:t>
      </w:r>
    </w:p>
    <w:p w14:paraId="33CA141E" w14:textId="56B7EFD6" w:rsidR="0015300D" w:rsidRPr="003B1DA6" w:rsidRDefault="0015300D" w:rsidP="003B1DA6">
      <w:pPr>
        <w:tabs>
          <w:tab w:val="left" w:pos="2977"/>
        </w:tabs>
        <w:ind w:left="709" w:firstLine="709"/>
        <w:jc w:val="both"/>
        <w:rPr>
          <w:lang w:val="uk-UA"/>
        </w:rPr>
      </w:pPr>
      <w:r w:rsidRPr="003B1DA6">
        <w:rPr>
          <w:color w:val="000000"/>
          <w:lang w:val="uk-UA" w:eastAsia="uk-UA"/>
        </w:rPr>
        <w:t xml:space="preserve">З метою </w:t>
      </w:r>
      <w:r w:rsidR="003B1DA6" w:rsidRPr="003B1DA6">
        <w:rPr>
          <w:lang w:val="uk-UA"/>
        </w:rPr>
        <w:t>виявлення та підтримки обдарованих дітей та молоді, які здійснюють науковий пошук у сфері новітніх інформаційних  технологій, – залучення дітей та молоді до поглибленого вивчення інформаційних технологій,   розвитку інженерної думки серед  учнівської молоді</w:t>
      </w:r>
      <w:r w:rsidR="003B1DA6">
        <w:rPr>
          <w:lang w:val="uk-UA"/>
        </w:rPr>
        <w:t xml:space="preserve"> </w:t>
      </w:r>
      <w:r w:rsidR="003B1DA6">
        <w:rPr>
          <w:color w:val="000000"/>
          <w:lang w:val="uk-UA" w:eastAsia="uk-UA"/>
        </w:rPr>
        <w:t>18</w:t>
      </w:r>
      <w:r>
        <w:rPr>
          <w:color w:val="000000"/>
          <w:lang w:val="uk-UA" w:eastAsia="uk-UA"/>
        </w:rPr>
        <w:t xml:space="preserve"> </w:t>
      </w:r>
      <w:r w:rsidR="003B1DA6">
        <w:rPr>
          <w:color w:val="000000"/>
          <w:lang w:val="uk-UA" w:eastAsia="uk-UA"/>
        </w:rPr>
        <w:t>лютого</w:t>
      </w:r>
      <w:r>
        <w:rPr>
          <w:color w:val="000000"/>
          <w:lang w:val="uk-UA" w:eastAsia="uk-UA"/>
        </w:rPr>
        <w:t xml:space="preserve"> 2025 року було проведено обласний конкурс</w:t>
      </w:r>
      <w:r w:rsidRPr="0015300D">
        <w:rPr>
          <w:color w:val="000000"/>
          <w:lang w:val="uk-UA" w:eastAsia="uk-UA"/>
        </w:rPr>
        <w:t xml:space="preserve"> з інформаційних технологій </w:t>
      </w:r>
      <w:r w:rsidR="003B1DA6" w:rsidRPr="003B1DA6">
        <w:rPr>
          <w:color w:val="000000" w:themeColor="text1"/>
          <w:lang w:val="uk-UA"/>
        </w:rPr>
        <w:t>“</w:t>
      </w:r>
      <w:r w:rsidR="003B1DA6" w:rsidRPr="00E9683F">
        <w:rPr>
          <w:lang w:val="en-US"/>
        </w:rPr>
        <w:t>Lego</w:t>
      </w:r>
      <w:r w:rsidR="003B1DA6" w:rsidRPr="003B1DA6">
        <w:rPr>
          <w:lang w:val="uk-UA"/>
        </w:rPr>
        <w:t xml:space="preserve"> </w:t>
      </w:r>
      <w:r w:rsidR="003B1DA6" w:rsidRPr="00E9683F">
        <w:rPr>
          <w:lang w:val="en-US"/>
        </w:rPr>
        <w:t>Digital</w:t>
      </w:r>
      <w:r w:rsidR="003B1DA6" w:rsidRPr="003B1DA6">
        <w:rPr>
          <w:lang w:val="uk-UA"/>
        </w:rPr>
        <w:t xml:space="preserve"> </w:t>
      </w:r>
      <w:r w:rsidR="003B1DA6" w:rsidRPr="00E9683F">
        <w:rPr>
          <w:lang w:val="en-US"/>
        </w:rPr>
        <w:t>Designer</w:t>
      </w:r>
      <w:r w:rsidR="003B1DA6" w:rsidRPr="003B1DA6">
        <w:rPr>
          <w:lang w:val="uk-UA"/>
        </w:rPr>
        <w:t>”</w:t>
      </w:r>
      <w:r w:rsidR="003B1DA6">
        <w:rPr>
          <w:lang w:val="uk-UA"/>
        </w:rPr>
        <w:t>.</w:t>
      </w:r>
    </w:p>
    <w:p w14:paraId="6A728ECC" w14:textId="257CEEE9" w:rsidR="0015300D" w:rsidRPr="0015300D" w:rsidRDefault="0015300D" w:rsidP="0015300D">
      <w:pPr>
        <w:ind w:left="709" w:firstLine="567"/>
        <w:jc w:val="both"/>
        <w:rPr>
          <w:lang w:val="uk-UA"/>
        </w:rPr>
      </w:pPr>
      <w:r w:rsidRPr="0015300D">
        <w:rPr>
          <w:color w:val="000000"/>
          <w:lang w:val="uk-UA" w:eastAsia="uk-UA"/>
        </w:rPr>
        <w:t>Враховуючи рекомендації щодо діяльності закладів освіти в умовах правового режиму воєнного стану в Україні, для забезпечення безпеки учасників освітнього процесу,</w:t>
      </w:r>
      <w:r w:rsidRPr="0015300D">
        <w:rPr>
          <w:color w:val="000000"/>
          <w:lang w:val="uk-UA"/>
        </w:rPr>
        <w:t xml:space="preserve"> </w:t>
      </w:r>
      <w:r>
        <w:rPr>
          <w:color w:val="000000"/>
          <w:lang w:val="uk-UA" w:eastAsia="uk-UA"/>
        </w:rPr>
        <w:t xml:space="preserve"> конкурс проходв</w:t>
      </w:r>
      <w:r w:rsidRPr="0015300D">
        <w:rPr>
          <w:color w:val="000000"/>
          <w:lang w:val="uk-UA" w:eastAsia="uk-UA"/>
        </w:rPr>
        <w:t xml:space="preserve"> дистанційно.</w:t>
      </w:r>
    </w:p>
    <w:p w14:paraId="2666D448" w14:textId="6241FB42" w:rsidR="0015300D" w:rsidRDefault="0015300D" w:rsidP="0015300D">
      <w:pPr>
        <w:ind w:left="709" w:firstLine="567"/>
        <w:jc w:val="both"/>
        <w:rPr>
          <w:color w:val="080809"/>
          <w:shd w:val="clear" w:color="auto" w:fill="FFFFFF"/>
          <w:lang w:val="uk-UA"/>
        </w:rPr>
      </w:pPr>
      <w:r w:rsidRPr="004711F3">
        <w:rPr>
          <w:color w:val="080809"/>
          <w:shd w:val="clear" w:color="auto" w:fill="FFFFFF"/>
          <w:lang w:val="uk-UA"/>
        </w:rPr>
        <w:t>Цього року</w:t>
      </w:r>
      <w:r w:rsidR="004711F3" w:rsidRPr="004711F3">
        <w:rPr>
          <w:color w:val="080809"/>
          <w:shd w:val="clear" w:color="auto" w:fill="FFFFFF"/>
          <w:lang w:val="uk-UA"/>
        </w:rPr>
        <w:t xml:space="preserve"> в ньому прийняли участь 264 учня з закладів освіти Дніпропетровської, Хмельницької облас</w:t>
      </w:r>
      <w:r w:rsidR="00792968">
        <w:rPr>
          <w:color w:val="080809"/>
          <w:shd w:val="clear" w:color="auto" w:fill="FFFFFF"/>
          <w:lang w:val="uk-UA"/>
        </w:rPr>
        <w:t>тей та міста Києва. Це 131 учень</w:t>
      </w:r>
      <w:r w:rsidR="004711F3" w:rsidRPr="004711F3">
        <w:rPr>
          <w:color w:val="080809"/>
          <w:shd w:val="clear" w:color="auto" w:fill="FFFFFF"/>
          <w:lang w:val="uk-UA"/>
        </w:rPr>
        <w:t xml:space="preserve"> 2-4 класів, 90 учнів 5-6 класів і 43 учня 7-8 класів.</w:t>
      </w:r>
    </w:p>
    <w:p w14:paraId="1A86EA1B" w14:textId="0C9870B8" w:rsidR="00572D16" w:rsidRPr="00572D16" w:rsidRDefault="00572D16" w:rsidP="00572D16">
      <w:pPr>
        <w:shd w:val="clear" w:color="auto" w:fill="FFFFFF"/>
        <w:tabs>
          <w:tab w:val="left" w:pos="709"/>
        </w:tabs>
        <w:ind w:left="709" w:firstLine="567"/>
        <w:rPr>
          <w:rFonts w:ascii="inherit" w:hAnsi="inherit" w:cs="Segoe UI"/>
          <w:color w:val="080809"/>
          <w:sz w:val="23"/>
          <w:szCs w:val="23"/>
          <w:lang w:val="uk-UA"/>
        </w:rPr>
      </w:pPr>
      <w:r w:rsidRPr="004711F3">
        <w:rPr>
          <w:b/>
          <w:lang w:val="uk-UA"/>
        </w:rPr>
        <w:t>Вікова</w:t>
      </w:r>
      <w:r w:rsidRPr="00572D16">
        <w:rPr>
          <w:rStyle w:val="af3"/>
          <w:rFonts w:ascii="inherit" w:hAnsi="inherit" w:cs="Segoe UI"/>
          <w:color w:val="080809"/>
          <w:sz w:val="23"/>
          <w:szCs w:val="23"/>
          <w:lang w:val="uk-UA"/>
        </w:rPr>
        <w:t xml:space="preserve"> </w:t>
      </w:r>
      <w:r w:rsidRPr="00572D16">
        <w:rPr>
          <w:rStyle w:val="af3"/>
          <w:rFonts w:ascii="inherit" w:hAnsi="inherit" w:cs="Segoe UI"/>
          <w:color w:val="080809"/>
          <w:sz w:val="23"/>
          <w:szCs w:val="23"/>
          <w:lang w:val="uk-UA"/>
        </w:rPr>
        <w:t>категорія 2-4 клас</w:t>
      </w:r>
      <w:r>
        <w:rPr>
          <w:rStyle w:val="af3"/>
          <w:rFonts w:ascii="inherit" w:hAnsi="inherit" w:cs="Segoe UI"/>
          <w:color w:val="080809"/>
          <w:sz w:val="23"/>
          <w:szCs w:val="23"/>
          <w:lang w:val="uk-UA"/>
        </w:rPr>
        <w:t>.</w:t>
      </w:r>
    </w:p>
    <w:p w14:paraId="44CFCDCC" w14:textId="555E5F08" w:rsidR="00572D16" w:rsidRPr="00572D16" w:rsidRDefault="00572D16" w:rsidP="00E85515">
      <w:pPr>
        <w:shd w:val="clear" w:color="auto" w:fill="FFFFFF"/>
        <w:tabs>
          <w:tab w:val="left" w:pos="709"/>
        </w:tabs>
        <w:spacing w:line="276" w:lineRule="auto"/>
        <w:ind w:left="709" w:firstLine="851"/>
        <w:jc w:val="both"/>
        <w:rPr>
          <w:rFonts w:ascii="inherit" w:hAnsi="inherit" w:cs="Segoe UI"/>
          <w:color w:val="080809"/>
          <w:sz w:val="23"/>
          <w:szCs w:val="23"/>
          <w:lang w:val="uk-UA"/>
        </w:rPr>
      </w:pPr>
      <w:r w:rsidRPr="00572D16">
        <w:rPr>
          <w:rStyle w:val="x193iq5w"/>
          <w:rFonts w:ascii="inherit" w:eastAsia="Batang" w:hAnsi="inherit" w:cs="Segoe UI"/>
          <w:color w:val="080809"/>
          <w:sz w:val="23"/>
          <w:szCs w:val="23"/>
          <w:lang w:val="uk-UA"/>
        </w:rPr>
        <w:t>Юні учасники дуже старалися, і незважаючи на свій вік, в</w:t>
      </w:r>
      <w:r w:rsidRPr="00572D16">
        <w:rPr>
          <w:rStyle w:val="x193iq5w"/>
          <w:rFonts w:ascii="inherit" w:eastAsia="Batang" w:hAnsi="inherit" w:cs="Segoe UI"/>
          <w:color w:val="080809"/>
          <w:sz w:val="23"/>
          <w:szCs w:val="23"/>
          <w:lang w:val="uk-UA"/>
        </w:rPr>
        <w:t>они впоралися з завданням гідно</w:t>
      </w:r>
      <w:r>
        <w:rPr>
          <w:rStyle w:val="x193iq5w"/>
          <w:rFonts w:ascii="inherit" w:eastAsia="Batang" w:hAnsi="inherit" w:cs="Segoe UI"/>
          <w:color w:val="080809"/>
          <w:sz w:val="23"/>
          <w:szCs w:val="23"/>
          <w:lang w:val="uk-UA"/>
        </w:rPr>
        <w:t>.</w:t>
      </w:r>
      <w:r w:rsidRPr="00572D16">
        <w:rPr>
          <w:rStyle w:val="x193iq5w"/>
          <w:rFonts w:ascii="inherit" w:eastAsia="Batang" w:hAnsi="inherit" w:cs="Segoe UI"/>
          <w:color w:val="080809"/>
          <w:sz w:val="23"/>
          <w:szCs w:val="23"/>
          <w:lang w:val="uk-UA"/>
        </w:rPr>
        <w:t xml:space="preserve"> Однак під час оцінювання ми звернули увагу на кілька важливих моментів, які варто врахувати надалі:</w:t>
      </w:r>
    </w:p>
    <w:p w14:paraId="1C3B6031" w14:textId="77777777" w:rsidR="00572D16" w:rsidRPr="00572D16" w:rsidRDefault="00572D16" w:rsidP="00E85515">
      <w:pPr>
        <w:pStyle w:val="aa"/>
        <w:numPr>
          <w:ilvl w:val="0"/>
          <w:numId w:val="24"/>
        </w:numPr>
        <w:shd w:val="clear" w:color="auto" w:fill="FFFFFF"/>
        <w:tabs>
          <w:tab w:val="left" w:pos="709"/>
        </w:tabs>
        <w:ind w:left="709" w:firstLine="567"/>
        <w:jc w:val="both"/>
        <w:rPr>
          <w:rStyle w:val="x193iq5w"/>
          <w:rFonts w:ascii="inherit" w:hAnsi="inherit" w:cs="Segoe UI"/>
          <w:color w:val="080809"/>
          <w:sz w:val="23"/>
          <w:szCs w:val="23"/>
        </w:rPr>
      </w:pPr>
      <w:r w:rsidRPr="00572D16">
        <w:rPr>
          <w:rStyle w:val="af3"/>
          <w:rFonts w:ascii="inherit" w:hAnsi="inherit" w:cs="Segoe UI"/>
          <w:color w:val="080809"/>
          <w:sz w:val="23"/>
          <w:szCs w:val="23"/>
          <w:lang w:val="uk-UA"/>
        </w:rPr>
        <w:t xml:space="preserve">Відповідність стилю </w:t>
      </w:r>
      <w:r w:rsidRPr="00572D16">
        <w:rPr>
          <w:rStyle w:val="af3"/>
          <w:rFonts w:ascii="inherit" w:hAnsi="inherit" w:cs="Segoe UI"/>
          <w:color w:val="080809"/>
          <w:sz w:val="23"/>
          <w:szCs w:val="23"/>
        </w:rPr>
        <w:t>Lego</w:t>
      </w:r>
      <w:r w:rsidRPr="00572D16">
        <w:rPr>
          <w:rStyle w:val="af3"/>
          <w:rFonts w:ascii="inherit" w:hAnsi="inherit" w:cs="Segoe UI"/>
          <w:color w:val="080809"/>
          <w:sz w:val="23"/>
          <w:szCs w:val="23"/>
          <w:lang w:val="uk-UA"/>
        </w:rPr>
        <w:t xml:space="preserve"> </w:t>
      </w:r>
      <w:r w:rsidRPr="00572D16">
        <w:rPr>
          <w:rStyle w:val="af3"/>
          <w:rFonts w:ascii="inherit" w:hAnsi="inherit" w:cs="Segoe UI"/>
          <w:color w:val="080809"/>
          <w:sz w:val="23"/>
          <w:szCs w:val="23"/>
        </w:rPr>
        <w:t>Art</w:t>
      </w:r>
      <w:r w:rsidRPr="00572D16">
        <w:rPr>
          <w:rStyle w:val="x193iq5w"/>
          <w:rFonts w:ascii="inherit" w:eastAsia="Batang" w:hAnsi="inherit" w:cs="Segoe UI"/>
          <w:color w:val="080809"/>
          <w:sz w:val="23"/>
          <w:szCs w:val="23"/>
        </w:rPr>
        <w:t> – завданням було створити </w:t>
      </w:r>
      <w:r w:rsidRPr="00572D16">
        <w:rPr>
          <w:rStyle w:val="af3"/>
          <w:rFonts w:ascii="inherit" w:hAnsi="inherit" w:cs="Segoe UI"/>
          <w:color w:val="080809"/>
          <w:sz w:val="23"/>
          <w:szCs w:val="23"/>
        </w:rPr>
        <w:t>плоску картину тварини у стилі Lego Art</w:t>
      </w:r>
      <w:r w:rsidRPr="00572D16">
        <w:rPr>
          <w:rStyle w:val="x193iq5w"/>
          <w:rFonts w:ascii="inherit" w:eastAsia="Batang" w:hAnsi="inherit" w:cs="Segoe UI"/>
          <w:color w:val="080809"/>
          <w:sz w:val="23"/>
          <w:szCs w:val="23"/>
        </w:rPr>
        <w:t>. Це означа</w:t>
      </w:r>
      <w:proofErr w:type="gramStart"/>
      <w:r w:rsidRPr="00572D16">
        <w:rPr>
          <w:rStyle w:val="x193iq5w"/>
          <w:rFonts w:ascii="inherit" w:eastAsia="Batang" w:hAnsi="inherit" w:cs="Segoe UI"/>
          <w:color w:val="080809"/>
          <w:sz w:val="23"/>
          <w:szCs w:val="23"/>
        </w:rPr>
        <w:t>є,</w:t>
      </w:r>
      <w:proofErr w:type="gramEnd"/>
      <w:r w:rsidRPr="00572D16">
        <w:rPr>
          <w:rStyle w:val="x193iq5w"/>
          <w:rFonts w:ascii="inherit" w:eastAsia="Batang" w:hAnsi="inherit" w:cs="Segoe UI"/>
          <w:color w:val="080809"/>
          <w:sz w:val="23"/>
          <w:szCs w:val="23"/>
        </w:rPr>
        <w:t xml:space="preserve"> що всі деталі мали розміщуватися в один шар, максимум два – якщо додавався фоновий рівень. Проте багато учасників використали до 10 шарі</w:t>
      </w:r>
      <w:proofErr w:type="gramStart"/>
      <w:r w:rsidRPr="00572D16">
        <w:rPr>
          <w:rStyle w:val="x193iq5w"/>
          <w:rFonts w:ascii="inherit" w:eastAsia="Batang" w:hAnsi="inherit" w:cs="Segoe UI"/>
          <w:color w:val="080809"/>
          <w:sz w:val="23"/>
          <w:szCs w:val="23"/>
        </w:rPr>
        <w:t>в</w:t>
      </w:r>
      <w:proofErr w:type="gramEnd"/>
      <w:r w:rsidRPr="00572D16">
        <w:rPr>
          <w:rStyle w:val="x193iq5w"/>
          <w:rFonts w:ascii="inherit" w:eastAsia="Batang" w:hAnsi="inherit" w:cs="Segoe UI"/>
          <w:color w:val="080809"/>
          <w:sz w:val="23"/>
          <w:szCs w:val="23"/>
        </w:rPr>
        <w:t xml:space="preserve"> деталей, що зробило роботи об'ємними та не відповідними вимогам. Lego Art – це стиль мозаїчного зображення, де вся композиція складається з деталей, викладених </w:t>
      </w:r>
      <w:proofErr w:type="gramStart"/>
      <w:r w:rsidRPr="00572D16">
        <w:rPr>
          <w:rStyle w:val="x193iq5w"/>
          <w:rFonts w:ascii="inherit" w:eastAsia="Batang" w:hAnsi="inherit" w:cs="Segoe UI"/>
          <w:color w:val="080809"/>
          <w:sz w:val="23"/>
          <w:szCs w:val="23"/>
        </w:rPr>
        <w:t>р</w:t>
      </w:r>
      <w:proofErr w:type="gramEnd"/>
      <w:r w:rsidRPr="00572D16">
        <w:rPr>
          <w:rStyle w:val="x193iq5w"/>
          <w:rFonts w:ascii="inherit" w:eastAsia="Batang" w:hAnsi="inherit" w:cs="Segoe UI"/>
          <w:color w:val="080809"/>
          <w:sz w:val="23"/>
          <w:szCs w:val="23"/>
        </w:rPr>
        <w:t>івно в один шар, подібно до піксельного мистецтва.</w:t>
      </w:r>
    </w:p>
    <w:p w14:paraId="0DFE4BED" w14:textId="77777777" w:rsidR="00E85515" w:rsidRPr="00E85515" w:rsidRDefault="00572D16" w:rsidP="00E85515">
      <w:pPr>
        <w:pStyle w:val="aa"/>
        <w:numPr>
          <w:ilvl w:val="0"/>
          <w:numId w:val="24"/>
        </w:numPr>
        <w:shd w:val="clear" w:color="auto" w:fill="FFFFFF"/>
        <w:tabs>
          <w:tab w:val="left" w:pos="709"/>
        </w:tabs>
        <w:ind w:left="709" w:firstLine="567"/>
        <w:jc w:val="both"/>
        <w:rPr>
          <w:rStyle w:val="x193iq5w"/>
          <w:rFonts w:ascii="inherit" w:hAnsi="inherit" w:cs="Segoe UI"/>
          <w:color w:val="080809"/>
          <w:sz w:val="23"/>
          <w:szCs w:val="23"/>
        </w:rPr>
      </w:pPr>
      <w:r w:rsidRPr="00572D16">
        <w:rPr>
          <w:rStyle w:val="x193iq5w"/>
          <w:rFonts w:ascii="inherit" w:eastAsia="Batang" w:hAnsi="inherit" w:cs="Segoe UI"/>
          <w:color w:val="080809"/>
          <w:sz w:val="23"/>
          <w:szCs w:val="23"/>
        </w:rPr>
        <w:t> </w:t>
      </w:r>
      <w:r w:rsidRPr="00572D16">
        <w:rPr>
          <w:rStyle w:val="af3"/>
          <w:rFonts w:ascii="inherit" w:hAnsi="inherit" w:cs="Segoe UI"/>
          <w:color w:val="080809"/>
          <w:sz w:val="23"/>
          <w:szCs w:val="23"/>
        </w:rPr>
        <w:t>Охайність і завершеність робі</w:t>
      </w:r>
      <w:proofErr w:type="gramStart"/>
      <w:r w:rsidRPr="00572D16">
        <w:rPr>
          <w:rStyle w:val="af3"/>
          <w:rFonts w:ascii="inherit" w:hAnsi="inherit" w:cs="Segoe UI"/>
          <w:color w:val="080809"/>
          <w:sz w:val="23"/>
          <w:szCs w:val="23"/>
        </w:rPr>
        <w:t>т</w:t>
      </w:r>
      <w:r w:rsidRPr="00572D16">
        <w:rPr>
          <w:rStyle w:val="x193iq5w"/>
          <w:rFonts w:ascii="inherit" w:eastAsia="Batang" w:hAnsi="inherit" w:cs="Segoe UI"/>
          <w:color w:val="080809"/>
          <w:sz w:val="23"/>
          <w:szCs w:val="23"/>
        </w:rPr>
        <w:t>–</w:t>
      </w:r>
      <w:proofErr w:type="gramEnd"/>
      <w:r w:rsidRPr="00572D16">
        <w:rPr>
          <w:rStyle w:val="x193iq5w"/>
          <w:rFonts w:ascii="inherit" w:eastAsia="Batang" w:hAnsi="inherit" w:cs="Segoe UI"/>
          <w:color w:val="080809"/>
          <w:sz w:val="23"/>
          <w:szCs w:val="23"/>
        </w:rPr>
        <w:t xml:space="preserve"> деякі проєкти залишилися незавершеними або виконані недостатньо акуратно. Це могло вплинути на загальне сприйняття та оцінку робі</w:t>
      </w:r>
      <w:proofErr w:type="gramStart"/>
      <w:r w:rsidRPr="00572D16">
        <w:rPr>
          <w:rStyle w:val="x193iq5w"/>
          <w:rFonts w:ascii="inherit" w:eastAsia="Batang" w:hAnsi="inherit" w:cs="Segoe UI"/>
          <w:color w:val="080809"/>
          <w:sz w:val="23"/>
          <w:szCs w:val="23"/>
        </w:rPr>
        <w:t>т</w:t>
      </w:r>
      <w:proofErr w:type="gramEnd"/>
      <w:r w:rsidRPr="00572D16">
        <w:rPr>
          <w:rStyle w:val="x193iq5w"/>
          <w:rFonts w:ascii="inherit" w:eastAsia="Batang" w:hAnsi="inherit" w:cs="Segoe UI"/>
          <w:color w:val="080809"/>
          <w:sz w:val="23"/>
          <w:szCs w:val="23"/>
        </w:rPr>
        <w:t>.</w:t>
      </w:r>
    </w:p>
    <w:p w14:paraId="4EE904C5" w14:textId="77777777" w:rsidR="00E85515" w:rsidRPr="00E85515" w:rsidRDefault="00572D16" w:rsidP="00E85515">
      <w:pPr>
        <w:pStyle w:val="aa"/>
        <w:numPr>
          <w:ilvl w:val="0"/>
          <w:numId w:val="24"/>
        </w:numPr>
        <w:shd w:val="clear" w:color="auto" w:fill="FFFFFF"/>
        <w:tabs>
          <w:tab w:val="left" w:pos="709"/>
        </w:tabs>
        <w:ind w:left="709" w:firstLine="567"/>
        <w:jc w:val="both"/>
        <w:rPr>
          <w:rStyle w:val="x193iq5w"/>
          <w:rFonts w:ascii="inherit" w:hAnsi="inherit" w:cs="Segoe UI"/>
          <w:color w:val="080809"/>
          <w:sz w:val="23"/>
          <w:szCs w:val="23"/>
        </w:rPr>
      </w:pPr>
      <w:r w:rsidRPr="00E85515">
        <w:rPr>
          <w:rStyle w:val="af3"/>
          <w:rFonts w:ascii="inherit" w:hAnsi="inherit" w:cs="Segoe UI"/>
          <w:color w:val="080809"/>
          <w:sz w:val="23"/>
          <w:szCs w:val="23"/>
        </w:rPr>
        <w:t>Чіткість зображення тварини</w:t>
      </w:r>
      <w:r w:rsidRPr="00E85515">
        <w:rPr>
          <w:rStyle w:val="x193iq5w"/>
          <w:rFonts w:ascii="inherit" w:eastAsia="Batang" w:hAnsi="inherit" w:cs="Segoe UI"/>
          <w:color w:val="080809"/>
          <w:sz w:val="23"/>
          <w:szCs w:val="23"/>
        </w:rPr>
        <w:t xml:space="preserve"> – у деяких </w:t>
      </w:r>
      <w:proofErr w:type="gramStart"/>
      <w:r w:rsidRPr="00E85515">
        <w:rPr>
          <w:rStyle w:val="x193iq5w"/>
          <w:rFonts w:ascii="inherit" w:eastAsia="Batang" w:hAnsi="inherit" w:cs="Segoe UI"/>
          <w:color w:val="080809"/>
          <w:sz w:val="23"/>
          <w:szCs w:val="23"/>
        </w:rPr>
        <w:t>роботах</w:t>
      </w:r>
      <w:proofErr w:type="gramEnd"/>
      <w:r w:rsidRPr="00E85515">
        <w:rPr>
          <w:rStyle w:val="x193iq5w"/>
          <w:rFonts w:ascii="inherit" w:eastAsia="Batang" w:hAnsi="inherit" w:cs="Segoe UI"/>
          <w:color w:val="080809"/>
          <w:sz w:val="23"/>
          <w:szCs w:val="23"/>
        </w:rPr>
        <w:t xml:space="preserve"> було важко зрозуміти, яку саме тварину зображено. Важливо ретельно продумувати форму, кольорову гаму та деталі, щоб композиція була впізнаваною.</w:t>
      </w:r>
    </w:p>
    <w:p w14:paraId="5D41F8EB" w14:textId="0A7855A2" w:rsidR="00572D16" w:rsidRPr="00E85515" w:rsidRDefault="00572D16" w:rsidP="00E85515">
      <w:pPr>
        <w:pStyle w:val="aa"/>
        <w:numPr>
          <w:ilvl w:val="0"/>
          <w:numId w:val="24"/>
        </w:numPr>
        <w:shd w:val="clear" w:color="auto" w:fill="FFFFFF"/>
        <w:tabs>
          <w:tab w:val="left" w:pos="709"/>
        </w:tabs>
        <w:spacing w:before="120" w:after="0"/>
        <w:ind w:left="709" w:firstLine="567"/>
        <w:jc w:val="both"/>
        <w:rPr>
          <w:rFonts w:ascii="inherit" w:hAnsi="inherit" w:cs="Segoe UI"/>
          <w:color w:val="080809"/>
          <w:sz w:val="23"/>
          <w:szCs w:val="23"/>
        </w:rPr>
      </w:pPr>
      <w:r w:rsidRPr="00E85515">
        <w:rPr>
          <w:rStyle w:val="af3"/>
          <w:rFonts w:ascii="inherit" w:hAnsi="inherit" w:cs="Segoe UI"/>
          <w:color w:val="080809"/>
          <w:sz w:val="23"/>
          <w:szCs w:val="23"/>
          <w:lang w:val="uk-UA"/>
        </w:rPr>
        <w:t>Перевірка автентичності робіт</w:t>
      </w:r>
      <w:r w:rsidRPr="00E85515">
        <w:rPr>
          <w:rStyle w:val="x193iq5w"/>
          <w:rFonts w:ascii="inherit" w:eastAsia="Batang" w:hAnsi="inherit" w:cs="Segoe UI"/>
          <w:color w:val="080809"/>
          <w:sz w:val="23"/>
          <w:szCs w:val="23"/>
        </w:rPr>
        <w:t> </w:t>
      </w:r>
      <w:r w:rsidRPr="00E85515">
        <w:rPr>
          <w:rStyle w:val="x193iq5w"/>
          <w:rFonts w:ascii="inherit" w:eastAsia="Batang" w:hAnsi="inherit" w:cs="Segoe UI"/>
          <w:color w:val="080809"/>
          <w:sz w:val="23"/>
          <w:szCs w:val="23"/>
          <w:lang w:val="uk-UA"/>
        </w:rPr>
        <w:t>– щоб усі могли впевнитися, що роботи виконувалися саме в програмі</w:t>
      </w:r>
      <w:r w:rsidRPr="00E85515">
        <w:rPr>
          <w:rStyle w:val="x193iq5w"/>
          <w:rFonts w:ascii="inherit" w:eastAsia="Batang" w:hAnsi="inherit" w:cs="Segoe UI"/>
          <w:color w:val="080809"/>
          <w:sz w:val="23"/>
          <w:szCs w:val="23"/>
        </w:rPr>
        <w:t> </w:t>
      </w:r>
      <w:r w:rsidRPr="00E85515">
        <w:rPr>
          <w:rStyle w:val="af3"/>
          <w:rFonts w:ascii="inherit" w:hAnsi="inherit" w:cs="Segoe UI"/>
          <w:color w:val="080809"/>
          <w:sz w:val="23"/>
          <w:szCs w:val="23"/>
        </w:rPr>
        <w:t>Lego</w:t>
      </w:r>
      <w:r w:rsidRPr="00E85515">
        <w:rPr>
          <w:rStyle w:val="af3"/>
          <w:rFonts w:ascii="inherit" w:hAnsi="inherit" w:cs="Segoe UI"/>
          <w:color w:val="080809"/>
          <w:sz w:val="23"/>
          <w:szCs w:val="23"/>
          <w:lang w:val="uk-UA"/>
        </w:rPr>
        <w:t xml:space="preserve"> </w:t>
      </w:r>
      <w:r w:rsidRPr="00E85515">
        <w:rPr>
          <w:rStyle w:val="af3"/>
          <w:rFonts w:ascii="inherit" w:hAnsi="inherit" w:cs="Segoe UI"/>
          <w:color w:val="080809"/>
          <w:sz w:val="23"/>
          <w:szCs w:val="23"/>
        </w:rPr>
        <w:t>Digital</w:t>
      </w:r>
      <w:r w:rsidRPr="00E85515">
        <w:rPr>
          <w:rStyle w:val="af3"/>
          <w:rFonts w:ascii="inherit" w:hAnsi="inherit" w:cs="Segoe UI"/>
          <w:color w:val="080809"/>
          <w:sz w:val="23"/>
          <w:szCs w:val="23"/>
          <w:lang w:val="uk-UA"/>
        </w:rPr>
        <w:t xml:space="preserve"> </w:t>
      </w:r>
      <w:r w:rsidRPr="00E85515">
        <w:rPr>
          <w:rStyle w:val="af3"/>
          <w:rFonts w:ascii="inherit" w:hAnsi="inherit" w:cs="Segoe UI"/>
          <w:color w:val="080809"/>
          <w:sz w:val="23"/>
          <w:szCs w:val="23"/>
        </w:rPr>
        <w:t>Designer</w:t>
      </w:r>
      <w:r w:rsidRPr="00E85515">
        <w:rPr>
          <w:rStyle w:val="x193iq5w"/>
          <w:rFonts w:ascii="inherit" w:eastAsia="Batang" w:hAnsi="inherit" w:cs="Segoe UI"/>
          <w:color w:val="080809"/>
          <w:sz w:val="23"/>
          <w:szCs w:val="23"/>
          <w:lang w:val="uk-UA"/>
        </w:rPr>
        <w:t xml:space="preserve">, а не були зібрані з фізичного конструктора, </w:t>
      </w:r>
      <w:r w:rsidR="00E85515">
        <w:rPr>
          <w:rStyle w:val="x193iq5w"/>
          <w:rFonts w:ascii="inherit" w:eastAsia="Batang" w:hAnsi="inherit" w:cs="Segoe UI"/>
          <w:color w:val="080809"/>
          <w:sz w:val="23"/>
          <w:szCs w:val="23"/>
          <w:lang w:val="uk-UA"/>
        </w:rPr>
        <w:t>члени журі навмисно демонстрували</w:t>
      </w:r>
      <w:r w:rsidRPr="00E85515">
        <w:rPr>
          <w:rStyle w:val="x193iq5w"/>
          <w:rFonts w:ascii="inherit" w:eastAsia="Batang" w:hAnsi="inherit" w:cs="Segoe UI"/>
          <w:color w:val="080809"/>
          <w:sz w:val="23"/>
          <w:szCs w:val="23"/>
          <w:lang w:val="uk-UA"/>
        </w:rPr>
        <w:t xml:space="preserve"> скриншоти, зроблені під час перевірки робіт. </w:t>
      </w:r>
      <w:r w:rsidRPr="00E85515">
        <w:rPr>
          <w:rStyle w:val="x193iq5w"/>
          <w:rFonts w:ascii="inherit" w:eastAsia="Batang" w:hAnsi="inherit" w:cs="Segoe UI"/>
          <w:color w:val="080809"/>
          <w:sz w:val="23"/>
          <w:szCs w:val="23"/>
        </w:rPr>
        <w:t>Це підтверджує, що учасники використовували цифровий формат для створення своїх моделей.</w:t>
      </w:r>
    </w:p>
    <w:p w14:paraId="3278212A" w14:textId="0EB87E44" w:rsidR="004711F3" w:rsidRPr="004711F3" w:rsidRDefault="004711F3" w:rsidP="00E85515">
      <w:pPr>
        <w:ind w:left="709" w:firstLine="567"/>
        <w:rPr>
          <w:b/>
          <w:lang w:val="uk-UA"/>
        </w:rPr>
      </w:pPr>
      <w:r w:rsidRPr="004711F3">
        <w:rPr>
          <w:b/>
          <w:lang w:val="uk-UA"/>
        </w:rPr>
        <w:t>Вікова категорія 5-6 клас.</w:t>
      </w:r>
    </w:p>
    <w:p w14:paraId="459D22B2" w14:textId="56D0BA23" w:rsidR="004711F3" w:rsidRPr="004711F3" w:rsidRDefault="004711F3" w:rsidP="004711F3">
      <w:pPr>
        <w:ind w:left="709" w:firstLine="567"/>
        <w:jc w:val="both"/>
      </w:pPr>
      <w:r w:rsidRPr="004711F3">
        <w:t>Завдання у цій категорії було непростим – створити власний унікальний парк атракціонів. Учасники мали продумати американські гірки, каруселі для LEGO-людей (або навіть для LEGO-драконів!), ігрові зони, наприклад, тир, де замість кульок використовуються веселі смайлики.</w:t>
      </w:r>
    </w:p>
    <w:p w14:paraId="3848E9B8" w14:textId="77777777" w:rsidR="004711F3" w:rsidRPr="004711F3" w:rsidRDefault="004711F3" w:rsidP="004711F3">
      <w:pPr>
        <w:ind w:left="709" w:firstLine="567"/>
        <w:jc w:val="both"/>
      </w:pPr>
      <w:r w:rsidRPr="004711F3">
        <w:t xml:space="preserve">Багато учнів гідно впоралися із завданням, продемонструвавши фантазію та </w:t>
      </w:r>
      <w:proofErr w:type="gramStart"/>
      <w:r w:rsidRPr="004711F3">
        <w:t>техн</w:t>
      </w:r>
      <w:proofErr w:type="gramEnd"/>
      <w:r w:rsidRPr="004711F3">
        <w:t xml:space="preserve">ічні навички. Проте деякі роботи складалися лише з готових фігурок LEGO, розставлених на полотні, без власних конструкцій та унікальних </w:t>
      </w:r>
      <w:proofErr w:type="gramStart"/>
      <w:r w:rsidRPr="004711F3">
        <w:t>р</w:t>
      </w:r>
      <w:proofErr w:type="gramEnd"/>
      <w:r w:rsidRPr="004711F3">
        <w:t>ішень. На жаль, такі роботи не могли стати переможцями.</w:t>
      </w:r>
    </w:p>
    <w:p w14:paraId="603B16A0" w14:textId="11111329" w:rsidR="004711F3" w:rsidRPr="004711F3" w:rsidRDefault="004711F3" w:rsidP="004711F3">
      <w:pPr>
        <w:ind w:left="709" w:firstLine="567"/>
        <w:rPr>
          <w:lang w:val="uk-UA"/>
        </w:rPr>
      </w:pPr>
      <w:r w:rsidRPr="004711F3">
        <w:t>Ж</w:t>
      </w:r>
      <w:bookmarkStart w:id="11" w:name="_GoBack"/>
      <w:bookmarkEnd w:id="11"/>
      <w:r w:rsidRPr="004711F3">
        <w:t xml:space="preserve">урі </w:t>
      </w:r>
      <w:r>
        <w:t>високо оцінювало</w:t>
      </w:r>
      <w:r>
        <w:rPr>
          <w:lang w:val="uk-UA"/>
        </w:rPr>
        <w:t>:</w:t>
      </w:r>
    </w:p>
    <w:p w14:paraId="55DFEFB6" w14:textId="14CBD004" w:rsidR="004711F3" w:rsidRPr="004711F3" w:rsidRDefault="004711F3" w:rsidP="004711F3">
      <w:pPr>
        <w:pStyle w:val="aa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4711F3">
        <w:rPr>
          <w:rFonts w:ascii="Times New Roman" w:hAnsi="Times New Roman"/>
          <w:sz w:val="24"/>
          <w:szCs w:val="24"/>
        </w:rPr>
        <w:t xml:space="preserve">Креативність – цікаві, нестандартні </w:t>
      </w:r>
      <w:proofErr w:type="gramStart"/>
      <w:r w:rsidRPr="004711F3">
        <w:rPr>
          <w:rFonts w:ascii="Times New Roman" w:hAnsi="Times New Roman"/>
          <w:sz w:val="24"/>
          <w:szCs w:val="24"/>
        </w:rPr>
        <w:t>р</w:t>
      </w:r>
      <w:proofErr w:type="gramEnd"/>
      <w:r w:rsidRPr="004711F3">
        <w:rPr>
          <w:rFonts w:ascii="Times New Roman" w:hAnsi="Times New Roman"/>
          <w:sz w:val="24"/>
          <w:szCs w:val="24"/>
        </w:rPr>
        <w:t>ішення</w:t>
      </w:r>
    </w:p>
    <w:p w14:paraId="0AFBEF10" w14:textId="379D39B0" w:rsidR="004711F3" w:rsidRPr="004711F3" w:rsidRDefault="004711F3" w:rsidP="004E0569">
      <w:pPr>
        <w:pStyle w:val="aa"/>
        <w:numPr>
          <w:ilvl w:val="0"/>
          <w:numId w:val="2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4711F3">
        <w:rPr>
          <w:rFonts w:ascii="Times New Roman" w:hAnsi="Times New Roman"/>
          <w:sz w:val="24"/>
          <w:szCs w:val="24"/>
        </w:rPr>
        <w:lastRenderedPageBreak/>
        <w:t>Складність роботи – власні конструкції, детальне опрацювання</w:t>
      </w:r>
    </w:p>
    <w:p w14:paraId="49B93825" w14:textId="0FDCF4AA" w:rsidR="0015300D" w:rsidRPr="00792968" w:rsidRDefault="004711F3" w:rsidP="004E0569">
      <w:pPr>
        <w:pStyle w:val="aa"/>
        <w:numPr>
          <w:ilvl w:val="0"/>
          <w:numId w:val="2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4711F3">
        <w:rPr>
          <w:rFonts w:ascii="Times New Roman" w:hAnsi="Times New Roman"/>
          <w:sz w:val="24"/>
          <w:szCs w:val="24"/>
        </w:rPr>
        <w:t>Дизайн парку – гармонійне розташування об’єкті</w:t>
      </w:r>
      <w:proofErr w:type="gramStart"/>
      <w:r w:rsidRPr="004711F3">
        <w:rPr>
          <w:rFonts w:ascii="Times New Roman" w:hAnsi="Times New Roman"/>
          <w:sz w:val="24"/>
          <w:szCs w:val="24"/>
        </w:rPr>
        <w:t>в</w:t>
      </w:r>
      <w:proofErr w:type="gramEnd"/>
      <w:r w:rsidRPr="004711F3">
        <w:rPr>
          <w:rFonts w:ascii="Times New Roman" w:hAnsi="Times New Roman"/>
          <w:sz w:val="24"/>
          <w:szCs w:val="24"/>
        </w:rPr>
        <w:t xml:space="preserve"> та продумана композиція</w:t>
      </w:r>
    </w:p>
    <w:p w14:paraId="411F1F36" w14:textId="5FD47D33" w:rsidR="00792968" w:rsidRPr="00792968" w:rsidRDefault="00792968" w:rsidP="004E0569">
      <w:pPr>
        <w:ind w:left="709" w:firstLine="567"/>
        <w:jc w:val="both"/>
        <w:rPr>
          <w:lang w:val="uk-UA"/>
        </w:rPr>
      </w:pPr>
      <w:r w:rsidRPr="00792968">
        <w:rPr>
          <w:lang w:val="uk-UA"/>
        </w:rPr>
        <w:t xml:space="preserve">Тема завдання у </w:t>
      </w:r>
      <w:r w:rsidRPr="00792968">
        <w:rPr>
          <w:b/>
          <w:lang w:val="uk-UA"/>
        </w:rPr>
        <w:t xml:space="preserve">категорії 7-8 клас </w:t>
      </w:r>
      <w:r w:rsidRPr="00792968">
        <w:rPr>
          <w:lang w:val="uk-UA"/>
        </w:rPr>
        <w:t>була справді масштабною – «Космічна база на Марсі».  NASA активно готується до висадки людей на Червоній планеті, і саме учасники конкурсу повинні були придумати, як виглядатиме база для колоністів: житлові модулі, техніка, дослідницькі станції та все, що необхідно для жи</w:t>
      </w:r>
      <w:r>
        <w:rPr>
          <w:lang w:val="uk-UA"/>
        </w:rPr>
        <w:t>ття у складних космічних умовах.</w:t>
      </w:r>
    </w:p>
    <w:p w14:paraId="5E799D26" w14:textId="7A8E9D55" w:rsidR="00792968" w:rsidRPr="004711F3" w:rsidRDefault="00792968" w:rsidP="00E85515">
      <w:pPr>
        <w:ind w:left="709" w:firstLine="567"/>
        <w:jc w:val="both"/>
        <w:rPr>
          <w:lang w:val="uk-UA"/>
        </w:rPr>
      </w:pPr>
      <w:r w:rsidRPr="004711F3">
        <w:t xml:space="preserve">Журі </w:t>
      </w:r>
      <w:r>
        <w:t>оцінювало</w:t>
      </w:r>
      <w:r>
        <w:rPr>
          <w:lang w:val="uk-UA"/>
        </w:rPr>
        <w:t>:</w:t>
      </w:r>
    </w:p>
    <w:p w14:paraId="49CF5E4E" w14:textId="6B880EE4" w:rsidR="00792968" w:rsidRPr="00792968" w:rsidRDefault="00792968" w:rsidP="00E85515">
      <w:pPr>
        <w:pStyle w:val="aa"/>
        <w:numPr>
          <w:ilvl w:val="0"/>
          <w:numId w:val="23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  <w:lang w:val="uk-UA"/>
        </w:rPr>
      </w:pPr>
      <w:r w:rsidRPr="00792968">
        <w:rPr>
          <w:rFonts w:ascii="Times New Roman" w:hAnsi="Times New Roman"/>
          <w:sz w:val="24"/>
          <w:szCs w:val="24"/>
          <w:lang w:val="uk-UA"/>
        </w:rPr>
        <w:t>Розташування об'єктів на базі – чи логічно спроектовано споруди та зони</w:t>
      </w:r>
    </w:p>
    <w:p w14:paraId="3361B3D9" w14:textId="49187724" w:rsidR="00792968" w:rsidRPr="00792968" w:rsidRDefault="00792968" w:rsidP="00E85515">
      <w:pPr>
        <w:pStyle w:val="aa"/>
        <w:numPr>
          <w:ilvl w:val="0"/>
          <w:numId w:val="23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  <w:lang w:val="uk-UA"/>
        </w:rPr>
      </w:pPr>
      <w:r w:rsidRPr="00792968">
        <w:rPr>
          <w:rFonts w:ascii="Times New Roman" w:hAnsi="Times New Roman"/>
          <w:sz w:val="24"/>
          <w:szCs w:val="24"/>
          <w:lang w:val="uk-UA"/>
        </w:rPr>
        <w:t>Матеріали модулів – чи враховано, що будівлі мають витримувати марсіанські умови</w:t>
      </w:r>
    </w:p>
    <w:p w14:paraId="463D59AF" w14:textId="617430CB" w:rsidR="00792968" w:rsidRPr="00792968" w:rsidRDefault="00792968" w:rsidP="00E85515">
      <w:pPr>
        <w:pStyle w:val="aa"/>
        <w:numPr>
          <w:ilvl w:val="0"/>
          <w:numId w:val="23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  <w:lang w:val="uk-UA"/>
        </w:rPr>
      </w:pPr>
      <w:r w:rsidRPr="00792968">
        <w:rPr>
          <w:rFonts w:ascii="Times New Roman" w:hAnsi="Times New Roman"/>
          <w:sz w:val="24"/>
          <w:szCs w:val="24"/>
          <w:lang w:val="uk-UA"/>
        </w:rPr>
        <w:t>Дизайн майданчиків та техніки – чи є на базі цікаві технологічні рішення</w:t>
      </w:r>
    </w:p>
    <w:p w14:paraId="3AA65DD9" w14:textId="36E0B789" w:rsidR="00792968" w:rsidRPr="00792968" w:rsidRDefault="00792968" w:rsidP="00E85515">
      <w:pPr>
        <w:ind w:left="709" w:firstLine="567"/>
        <w:jc w:val="both"/>
        <w:rPr>
          <w:lang w:val="uk-UA"/>
        </w:rPr>
      </w:pPr>
      <w:r w:rsidRPr="00792968">
        <w:rPr>
          <w:lang w:val="uk-UA"/>
        </w:rPr>
        <w:t xml:space="preserve">Деякі роботи були настільки реалістичними, що їх можна було б включити до концепції </w:t>
      </w:r>
      <w:r>
        <w:rPr>
          <w:lang w:val="uk-UA"/>
        </w:rPr>
        <w:t>справжніх марсіанських поселень.</w:t>
      </w:r>
      <w:r w:rsidRPr="00792968">
        <w:rPr>
          <w:lang w:val="uk-UA"/>
        </w:rPr>
        <w:t xml:space="preserve"> Але, звісно, були й ті, хто, мабуть, вирішив, що на Марс просто переїдуть звичайні архітектори із Землі. Деякі учасники будували звичайні будинки, як на Землі – затишні двоповерхові котеджі, які виглядали чудово... але не відповідали завданню.</w:t>
      </w:r>
    </w:p>
    <w:p w14:paraId="77D58ED7" w14:textId="0EA4A206" w:rsidR="00792968" w:rsidRPr="00792968" w:rsidRDefault="00792968" w:rsidP="00E85515">
      <w:pPr>
        <w:ind w:left="709" w:firstLine="567"/>
        <w:jc w:val="both"/>
        <w:rPr>
          <w:lang w:val="uk-UA"/>
        </w:rPr>
      </w:pPr>
      <w:r w:rsidRPr="00792968">
        <w:rPr>
          <w:lang w:val="uk-UA"/>
        </w:rPr>
        <w:t>Ми рекомендуємо учасникам уважно проаналізувати свої роботи та помилки, особливо якщо вони не стали переможцями. Адже у реальному житті кожен проект проходить аналіз і доопрацювання перед тим, як втілитися в реальніс</w:t>
      </w:r>
      <w:r>
        <w:rPr>
          <w:lang w:val="uk-UA"/>
        </w:rPr>
        <w:t>ть.</w:t>
      </w:r>
    </w:p>
    <w:p w14:paraId="0C36760F" w14:textId="77777777" w:rsidR="00226A07" w:rsidRPr="0015300D" w:rsidRDefault="00226A07" w:rsidP="00E85515">
      <w:pPr>
        <w:ind w:firstLine="851"/>
        <w:jc w:val="both"/>
        <w:rPr>
          <w:lang w:val="uk-UA"/>
        </w:rPr>
      </w:pPr>
      <w:r w:rsidRPr="0015300D">
        <w:rPr>
          <w:lang w:val="uk-UA"/>
        </w:rPr>
        <w:t>Розподіл учасників по територіальним громадам:</w:t>
      </w:r>
    </w:p>
    <w:tbl>
      <w:tblPr>
        <w:tblW w:w="9237" w:type="dxa"/>
        <w:tblInd w:w="959" w:type="dxa"/>
        <w:tblLook w:val="04A0" w:firstRow="1" w:lastRow="0" w:firstColumn="1" w:lastColumn="0" w:noHBand="0" w:noVBand="1"/>
      </w:tblPr>
      <w:tblGrid>
        <w:gridCol w:w="960"/>
        <w:gridCol w:w="6978"/>
        <w:gridCol w:w="1299"/>
      </w:tblGrid>
      <w:tr w:rsidR="0091452C" w:rsidRPr="0091452C" w14:paraId="5CB39697" w14:textId="77777777" w:rsidTr="00D80848">
        <w:trPr>
          <w:trHeight w:val="462"/>
        </w:trPr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E6C2BF" w14:textId="08FC32DC" w:rsidR="0091452C" w:rsidRPr="0091452C" w:rsidRDefault="0091452C" w:rsidP="0091452C">
            <w:pPr>
              <w:rPr>
                <w:b/>
                <w:color w:val="FF0000"/>
                <w:lang w:val="en-US"/>
              </w:rPr>
            </w:pPr>
            <w:r w:rsidRPr="0091452C">
              <w:rPr>
                <w:b/>
              </w:rPr>
              <w:t>Дніпровський район 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007B1" w14:textId="77777777" w:rsidR="0091452C" w:rsidRPr="0091452C" w:rsidRDefault="0091452C" w:rsidP="0091452C">
            <w:pPr>
              <w:jc w:val="center"/>
            </w:pPr>
            <w:r w:rsidRPr="0091452C">
              <w:t>кількість учасників</w:t>
            </w:r>
          </w:p>
        </w:tc>
      </w:tr>
      <w:tr w:rsidR="0091452C" w:rsidRPr="0091452C" w14:paraId="7022A043" w14:textId="77777777" w:rsidTr="00D80848">
        <w:trPr>
          <w:trHeight w:val="35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4F8D7" w14:textId="77777777" w:rsidR="0091452C" w:rsidRPr="0091452C" w:rsidRDefault="0091452C" w:rsidP="0091452C">
            <w:pPr>
              <w:jc w:val="center"/>
              <w:rPr>
                <w:color w:val="000000"/>
              </w:rPr>
            </w:pPr>
            <w:r w:rsidRPr="0091452C">
              <w:rPr>
                <w:color w:val="000000"/>
              </w:rPr>
              <w:t>1</w:t>
            </w:r>
          </w:p>
        </w:tc>
        <w:tc>
          <w:tcPr>
            <w:tcW w:w="6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B5615" w14:textId="77777777" w:rsidR="0091452C" w:rsidRPr="0091452C" w:rsidRDefault="0091452C" w:rsidP="0091452C">
            <w:pPr>
              <w:rPr>
                <w:color w:val="000000"/>
              </w:rPr>
            </w:pPr>
            <w:r w:rsidRPr="0091452C">
              <w:rPr>
                <w:color w:val="000000"/>
              </w:rPr>
              <w:t>Дніпровська міська територіальна громада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E6D22" w14:textId="77777777" w:rsidR="0091452C" w:rsidRPr="0091452C" w:rsidRDefault="0091452C" w:rsidP="0091452C">
            <w:pPr>
              <w:jc w:val="center"/>
              <w:rPr>
                <w:rFonts w:ascii="Calibri" w:hAnsi="Calibri"/>
                <w:color w:val="000000"/>
              </w:rPr>
            </w:pPr>
            <w:r w:rsidRPr="0091452C">
              <w:rPr>
                <w:rFonts w:ascii="Calibri" w:hAnsi="Calibri"/>
                <w:color w:val="000000"/>
              </w:rPr>
              <w:t>18</w:t>
            </w:r>
          </w:p>
        </w:tc>
      </w:tr>
      <w:tr w:rsidR="0091452C" w:rsidRPr="0091452C" w14:paraId="7CA23A3F" w14:textId="77777777" w:rsidTr="00D80848">
        <w:trPr>
          <w:trHeight w:val="42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CD384" w14:textId="5D051054" w:rsidR="0091452C" w:rsidRPr="0091452C" w:rsidRDefault="00D80848" w:rsidP="0091452C">
            <w:pPr>
              <w:jc w:val="center"/>
              <w:rPr>
                <w:color w:val="000000"/>
                <w:lang w:val="uk-UA"/>
              </w:rPr>
            </w:pPr>
            <w:r w:rsidRPr="004E0569">
              <w:rPr>
                <w:color w:val="000000"/>
                <w:lang w:val="uk-UA"/>
              </w:rPr>
              <w:t>2</w:t>
            </w:r>
          </w:p>
        </w:tc>
        <w:tc>
          <w:tcPr>
            <w:tcW w:w="6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B4340" w14:textId="77777777" w:rsidR="0091452C" w:rsidRPr="0091452C" w:rsidRDefault="0091452C" w:rsidP="0091452C">
            <w:pPr>
              <w:rPr>
                <w:color w:val="000000"/>
              </w:rPr>
            </w:pPr>
            <w:r w:rsidRPr="0091452C">
              <w:rPr>
                <w:color w:val="000000"/>
              </w:rPr>
              <w:t>Новоолександрівська сільська територіальна громада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65E82" w14:textId="77777777" w:rsidR="0091452C" w:rsidRPr="0091452C" w:rsidRDefault="0091452C" w:rsidP="0091452C">
            <w:pPr>
              <w:jc w:val="center"/>
              <w:rPr>
                <w:rFonts w:ascii="Calibri" w:hAnsi="Calibri"/>
                <w:color w:val="000000"/>
              </w:rPr>
            </w:pPr>
            <w:r w:rsidRPr="0091452C">
              <w:rPr>
                <w:rFonts w:ascii="Calibri" w:hAnsi="Calibri"/>
                <w:color w:val="000000"/>
              </w:rPr>
              <w:t>3</w:t>
            </w:r>
          </w:p>
        </w:tc>
      </w:tr>
      <w:tr w:rsidR="0091452C" w:rsidRPr="0091452C" w14:paraId="204BD83A" w14:textId="77777777" w:rsidTr="0091452C">
        <w:trPr>
          <w:trHeight w:val="360"/>
        </w:trPr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2DA86" w14:textId="77777777" w:rsidR="0091452C" w:rsidRPr="0091452C" w:rsidRDefault="0091452C" w:rsidP="00D80848">
            <w:pPr>
              <w:rPr>
                <w:b/>
                <w:color w:val="FF0000"/>
              </w:rPr>
            </w:pPr>
            <w:r w:rsidRPr="0091452C">
              <w:rPr>
                <w:b/>
              </w:rPr>
              <w:t>Кам’янський район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13062" w14:textId="77777777" w:rsidR="0091452C" w:rsidRPr="0091452C" w:rsidRDefault="0091452C" w:rsidP="0091452C">
            <w:pPr>
              <w:jc w:val="center"/>
              <w:rPr>
                <w:rFonts w:ascii="Calibri" w:hAnsi="Calibri"/>
                <w:color w:val="000000"/>
              </w:rPr>
            </w:pPr>
            <w:r w:rsidRPr="0091452C">
              <w:rPr>
                <w:rFonts w:ascii="Calibri" w:hAnsi="Calibri"/>
                <w:color w:val="000000"/>
              </w:rPr>
              <w:t> </w:t>
            </w:r>
          </w:p>
        </w:tc>
      </w:tr>
      <w:tr w:rsidR="0091452C" w:rsidRPr="0091452C" w14:paraId="23108BDC" w14:textId="77777777" w:rsidTr="00D80848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5522F" w14:textId="72933444" w:rsidR="0091452C" w:rsidRPr="0091452C" w:rsidRDefault="00D80848" w:rsidP="0091452C">
            <w:pPr>
              <w:jc w:val="center"/>
              <w:rPr>
                <w:color w:val="000000"/>
                <w:lang w:val="uk-UA"/>
              </w:rPr>
            </w:pPr>
            <w:r w:rsidRPr="004E0569">
              <w:rPr>
                <w:color w:val="000000"/>
                <w:lang w:val="uk-UA"/>
              </w:rPr>
              <w:t>3</w:t>
            </w:r>
          </w:p>
        </w:tc>
        <w:tc>
          <w:tcPr>
            <w:tcW w:w="6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E9031" w14:textId="77777777" w:rsidR="0091452C" w:rsidRPr="0091452C" w:rsidRDefault="0091452C" w:rsidP="0091452C">
            <w:pPr>
              <w:rPr>
                <w:color w:val="000000"/>
              </w:rPr>
            </w:pPr>
            <w:r w:rsidRPr="0091452C">
              <w:rPr>
                <w:color w:val="000000"/>
              </w:rPr>
              <w:t>Кам’янська міська територіальна громада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40EBD" w14:textId="77777777" w:rsidR="0091452C" w:rsidRPr="0091452C" w:rsidRDefault="0091452C" w:rsidP="0091452C">
            <w:pPr>
              <w:jc w:val="center"/>
              <w:rPr>
                <w:rFonts w:ascii="Calibri" w:hAnsi="Calibri"/>
                <w:color w:val="000000"/>
              </w:rPr>
            </w:pPr>
            <w:r w:rsidRPr="0091452C">
              <w:rPr>
                <w:rFonts w:ascii="Calibri" w:hAnsi="Calibri"/>
                <w:color w:val="000000"/>
              </w:rPr>
              <w:t>56</w:t>
            </w:r>
          </w:p>
        </w:tc>
      </w:tr>
      <w:tr w:rsidR="00D80848" w:rsidRPr="0091452C" w14:paraId="58399120" w14:textId="77777777" w:rsidTr="00CB22A8">
        <w:trPr>
          <w:trHeight w:val="360"/>
        </w:trPr>
        <w:tc>
          <w:tcPr>
            <w:tcW w:w="7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5A9C3" w14:textId="3B6A3CAA" w:rsidR="00D80848" w:rsidRPr="0091452C" w:rsidRDefault="00D80848" w:rsidP="00D80848">
            <w:pPr>
              <w:rPr>
                <w:b/>
              </w:rPr>
            </w:pPr>
            <w:r w:rsidRPr="0091452C">
              <w:rPr>
                <w:b/>
              </w:rPr>
              <w:t> Криворізький район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6CF25" w14:textId="77777777" w:rsidR="00D80848" w:rsidRPr="0091452C" w:rsidRDefault="00D80848" w:rsidP="0091452C">
            <w:pPr>
              <w:jc w:val="center"/>
              <w:rPr>
                <w:rFonts w:ascii="Calibri" w:hAnsi="Calibri"/>
                <w:color w:val="000000"/>
              </w:rPr>
            </w:pPr>
            <w:r w:rsidRPr="0091452C">
              <w:rPr>
                <w:rFonts w:ascii="Calibri" w:hAnsi="Calibri"/>
                <w:color w:val="000000"/>
              </w:rPr>
              <w:t> </w:t>
            </w:r>
          </w:p>
        </w:tc>
      </w:tr>
      <w:tr w:rsidR="0091452C" w:rsidRPr="0091452C" w14:paraId="394216DB" w14:textId="77777777" w:rsidTr="00D80848">
        <w:trPr>
          <w:trHeight w:val="32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755B7" w14:textId="52D93845" w:rsidR="0091452C" w:rsidRPr="0091452C" w:rsidRDefault="00D80848" w:rsidP="0091452C">
            <w:pPr>
              <w:jc w:val="center"/>
              <w:rPr>
                <w:color w:val="000000"/>
                <w:lang w:val="uk-UA"/>
              </w:rPr>
            </w:pPr>
            <w:r w:rsidRPr="004E0569">
              <w:rPr>
                <w:color w:val="000000"/>
                <w:lang w:val="uk-UA"/>
              </w:rPr>
              <w:t>4</w:t>
            </w:r>
          </w:p>
        </w:tc>
        <w:tc>
          <w:tcPr>
            <w:tcW w:w="6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00839" w14:textId="77777777" w:rsidR="0091452C" w:rsidRPr="0091452C" w:rsidRDefault="0091452C" w:rsidP="0091452C">
            <w:pPr>
              <w:rPr>
                <w:color w:val="000000"/>
              </w:rPr>
            </w:pPr>
            <w:r w:rsidRPr="0091452C">
              <w:rPr>
                <w:color w:val="000000"/>
              </w:rPr>
              <w:t>Криворізька міська територіальна громада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0AFBE" w14:textId="77777777" w:rsidR="0091452C" w:rsidRPr="0091452C" w:rsidRDefault="0091452C" w:rsidP="0091452C">
            <w:pPr>
              <w:jc w:val="center"/>
              <w:rPr>
                <w:rFonts w:ascii="Calibri" w:hAnsi="Calibri"/>
                <w:color w:val="000000"/>
              </w:rPr>
            </w:pPr>
            <w:r w:rsidRPr="0091452C">
              <w:rPr>
                <w:rFonts w:ascii="Calibri" w:hAnsi="Calibri"/>
                <w:color w:val="000000"/>
              </w:rPr>
              <w:t>78</w:t>
            </w:r>
          </w:p>
        </w:tc>
      </w:tr>
      <w:tr w:rsidR="0091452C" w:rsidRPr="0091452C" w14:paraId="50057F7B" w14:textId="77777777" w:rsidTr="00D80848">
        <w:trPr>
          <w:trHeight w:val="27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38FEC" w14:textId="3E92A7FA" w:rsidR="0091452C" w:rsidRPr="0091452C" w:rsidRDefault="00D80848" w:rsidP="0091452C">
            <w:pPr>
              <w:jc w:val="center"/>
              <w:rPr>
                <w:color w:val="000000"/>
                <w:lang w:val="uk-UA"/>
              </w:rPr>
            </w:pPr>
            <w:r w:rsidRPr="004E0569">
              <w:rPr>
                <w:color w:val="000000"/>
                <w:lang w:val="uk-UA"/>
              </w:rPr>
              <w:t>5</w:t>
            </w:r>
          </w:p>
        </w:tc>
        <w:tc>
          <w:tcPr>
            <w:tcW w:w="6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52BB2" w14:textId="77777777" w:rsidR="0091452C" w:rsidRPr="0091452C" w:rsidRDefault="0091452C" w:rsidP="0091452C">
            <w:pPr>
              <w:rPr>
                <w:color w:val="000000"/>
              </w:rPr>
            </w:pPr>
            <w:r w:rsidRPr="0091452C">
              <w:rPr>
                <w:color w:val="000000"/>
              </w:rPr>
              <w:t>Лозуватська сільська територіальна громада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63D5B" w14:textId="77777777" w:rsidR="0091452C" w:rsidRPr="0091452C" w:rsidRDefault="0091452C" w:rsidP="0091452C">
            <w:pPr>
              <w:jc w:val="center"/>
              <w:rPr>
                <w:rFonts w:ascii="Calibri" w:hAnsi="Calibri"/>
                <w:color w:val="000000"/>
              </w:rPr>
            </w:pPr>
            <w:r w:rsidRPr="0091452C">
              <w:rPr>
                <w:rFonts w:ascii="Calibri" w:hAnsi="Calibri"/>
                <w:color w:val="000000"/>
              </w:rPr>
              <w:t>19</w:t>
            </w:r>
          </w:p>
        </w:tc>
      </w:tr>
      <w:tr w:rsidR="0091452C" w:rsidRPr="0091452C" w14:paraId="01E01DA0" w14:textId="77777777" w:rsidTr="00D80848">
        <w:trPr>
          <w:trHeight w:val="36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4CFD6" w14:textId="007A94A5" w:rsidR="0091452C" w:rsidRPr="0091452C" w:rsidRDefault="00D80848" w:rsidP="0091452C">
            <w:pPr>
              <w:jc w:val="center"/>
              <w:rPr>
                <w:color w:val="000000"/>
                <w:lang w:val="uk-UA"/>
              </w:rPr>
            </w:pPr>
            <w:r w:rsidRPr="004E0569">
              <w:rPr>
                <w:color w:val="000000"/>
                <w:lang w:val="uk-UA"/>
              </w:rPr>
              <w:t>6</w:t>
            </w:r>
          </w:p>
        </w:tc>
        <w:tc>
          <w:tcPr>
            <w:tcW w:w="6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5FCA3" w14:textId="77777777" w:rsidR="0091452C" w:rsidRPr="0091452C" w:rsidRDefault="0091452C" w:rsidP="0091452C">
            <w:pPr>
              <w:rPr>
                <w:color w:val="000000"/>
              </w:rPr>
            </w:pPr>
            <w:proofErr w:type="gramStart"/>
            <w:r w:rsidRPr="0091452C">
              <w:rPr>
                <w:color w:val="000000"/>
              </w:rPr>
              <w:t>Широк</w:t>
            </w:r>
            <w:proofErr w:type="gramEnd"/>
            <w:r w:rsidRPr="0091452C">
              <w:rPr>
                <w:color w:val="000000"/>
              </w:rPr>
              <w:t>івська селищна територіальна громада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D094E" w14:textId="77777777" w:rsidR="0091452C" w:rsidRPr="0091452C" w:rsidRDefault="0091452C" w:rsidP="0091452C">
            <w:pPr>
              <w:jc w:val="center"/>
              <w:rPr>
                <w:rFonts w:ascii="Calibri" w:hAnsi="Calibri"/>
                <w:color w:val="000000"/>
              </w:rPr>
            </w:pPr>
            <w:r w:rsidRPr="0091452C">
              <w:rPr>
                <w:rFonts w:ascii="Calibri" w:hAnsi="Calibri"/>
                <w:color w:val="000000"/>
              </w:rPr>
              <w:t>5</w:t>
            </w:r>
          </w:p>
        </w:tc>
      </w:tr>
      <w:tr w:rsidR="00D80848" w:rsidRPr="0091452C" w14:paraId="54E5F85A" w14:textId="77777777" w:rsidTr="00B018E3">
        <w:trPr>
          <w:trHeight w:val="360"/>
        </w:trPr>
        <w:tc>
          <w:tcPr>
            <w:tcW w:w="7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6E168" w14:textId="47576814" w:rsidR="00D80848" w:rsidRPr="0091452C" w:rsidRDefault="00D80848" w:rsidP="00D80848">
            <w:pPr>
              <w:rPr>
                <w:b/>
              </w:rPr>
            </w:pPr>
            <w:r w:rsidRPr="0091452C">
              <w:rPr>
                <w:b/>
              </w:rPr>
              <w:t xml:space="preserve"> Нікопольський район 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60BFA" w14:textId="77777777" w:rsidR="00D80848" w:rsidRPr="0091452C" w:rsidRDefault="00D80848" w:rsidP="0091452C">
            <w:pPr>
              <w:jc w:val="center"/>
              <w:rPr>
                <w:rFonts w:ascii="Calibri" w:hAnsi="Calibri"/>
                <w:color w:val="000000"/>
              </w:rPr>
            </w:pPr>
            <w:r w:rsidRPr="0091452C">
              <w:rPr>
                <w:rFonts w:ascii="Calibri" w:hAnsi="Calibri"/>
                <w:color w:val="000000"/>
              </w:rPr>
              <w:t> </w:t>
            </w:r>
          </w:p>
        </w:tc>
      </w:tr>
      <w:tr w:rsidR="0091452C" w:rsidRPr="0091452C" w14:paraId="40464C0E" w14:textId="77777777" w:rsidTr="00D80848">
        <w:trPr>
          <w:trHeight w:val="3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56CF7" w14:textId="50C4AEC9" w:rsidR="0091452C" w:rsidRPr="0091452C" w:rsidRDefault="00D80848" w:rsidP="0091452C">
            <w:pPr>
              <w:jc w:val="center"/>
              <w:rPr>
                <w:color w:val="000000"/>
                <w:lang w:val="uk-UA"/>
              </w:rPr>
            </w:pPr>
            <w:r w:rsidRPr="004E0569">
              <w:rPr>
                <w:color w:val="000000"/>
                <w:lang w:val="uk-UA"/>
              </w:rPr>
              <w:t>7</w:t>
            </w:r>
          </w:p>
        </w:tc>
        <w:tc>
          <w:tcPr>
            <w:tcW w:w="6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1F228" w14:textId="77777777" w:rsidR="0091452C" w:rsidRPr="0091452C" w:rsidRDefault="0091452C" w:rsidP="0091452C">
            <w:pPr>
              <w:rPr>
                <w:color w:val="000000"/>
              </w:rPr>
            </w:pPr>
            <w:r w:rsidRPr="0091452C">
              <w:rPr>
                <w:color w:val="000000"/>
              </w:rPr>
              <w:t>Марганецька міська територіальна громада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C1B6D" w14:textId="77777777" w:rsidR="0091452C" w:rsidRPr="0091452C" w:rsidRDefault="0091452C" w:rsidP="0091452C">
            <w:pPr>
              <w:jc w:val="center"/>
              <w:rPr>
                <w:rFonts w:ascii="Calibri" w:hAnsi="Calibri"/>
                <w:color w:val="000000"/>
              </w:rPr>
            </w:pPr>
            <w:r w:rsidRPr="0091452C">
              <w:rPr>
                <w:rFonts w:ascii="Calibri" w:hAnsi="Calibri"/>
                <w:color w:val="000000"/>
              </w:rPr>
              <w:t>15</w:t>
            </w:r>
          </w:p>
        </w:tc>
      </w:tr>
      <w:tr w:rsidR="0091452C" w:rsidRPr="0091452C" w14:paraId="7A455CBC" w14:textId="77777777" w:rsidTr="00D80848">
        <w:trPr>
          <w:trHeight w:val="4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888D5" w14:textId="4D3CEB6B" w:rsidR="0091452C" w:rsidRPr="0091452C" w:rsidRDefault="00D80848" w:rsidP="0091452C">
            <w:pPr>
              <w:jc w:val="center"/>
              <w:rPr>
                <w:color w:val="000000"/>
                <w:lang w:val="uk-UA"/>
              </w:rPr>
            </w:pPr>
            <w:r w:rsidRPr="004E0569">
              <w:rPr>
                <w:color w:val="000000"/>
                <w:lang w:val="uk-UA"/>
              </w:rPr>
              <w:t>8</w:t>
            </w:r>
          </w:p>
        </w:tc>
        <w:tc>
          <w:tcPr>
            <w:tcW w:w="6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640EC" w14:textId="77777777" w:rsidR="0091452C" w:rsidRPr="0091452C" w:rsidRDefault="0091452C" w:rsidP="0091452C">
            <w:pPr>
              <w:rPr>
                <w:color w:val="000000"/>
              </w:rPr>
            </w:pPr>
            <w:r w:rsidRPr="0091452C">
              <w:rPr>
                <w:color w:val="000000"/>
              </w:rPr>
              <w:t>Нікопольська  міська територіальна громада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D834F" w14:textId="77777777" w:rsidR="0091452C" w:rsidRPr="0091452C" w:rsidRDefault="0091452C" w:rsidP="0091452C">
            <w:pPr>
              <w:jc w:val="center"/>
              <w:rPr>
                <w:rFonts w:ascii="Calibri" w:hAnsi="Calibri"/>
                <w:color w:val="000000"/>
              </w:rPr>
            </w:pPr>
            <w:r w:rsidRPr="0091452C">
              <w:rPr>
                <w:rFonts w:ascii="Calibri" w:hAnsi="Calibri"/>
                <w:color w:val="000000"/>
              </w:rPr>
              <w:t>24</w:t>
            </w:r>
          </w:p>
        </w:tc>
      </w:tr>
      <w:tr w:rsidR="0091452C" w:rsidRPr="0091452C" w14:paraId="12F41587" w14:textId="77777777" w:rsidTr="00D80848">
        <w:trPr>
          <w:trHeight w:val="26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776CC" w14:textId="32D8E588" w:rsidR="0091452C" w:rsidRPr="0091452C" w:rsidRDefault="00D80848" w:rsidP="0091452C">
            <w:pPr>
              <w:jc w:val="center"/>
              <w:rPr>
                <w:color w:val="000000"/>
                <w:lang w:val="uk-UA"/>
              </w:rPr>
            </w:pPr>
            <w:r w:rsidRPr="004E0569">
              <w:rPr>
                <w:color w:val="000000"/>
                <w:lang w:val="uk-UA"/>
              </w:rPr>
              <w:t>9</w:t>
            </w:r>
          </w:p>
        </w:tc>
        <w:tc>
          <w:tcPr>
            <w:tcW w:w="6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572B7" w14:textId="77777777" w:rsidR="0091452C" w:rsidRPr="0091452C" w:rsidRDefault="0091452C" w:rsidP="0091452C">
            <w:pPr>
              <w:rPr>
                <w:color w:val="000000"/>
              </w:rPr>
            </w:pPr>
            <w:r w:rsidRPr="0091452C">
              <w:rPr>
                <w:color w:val="000000"/>
              </w:rPr>
              <w:t>Покровська міська територіальна громада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FDFF9" w14:textId="77777777" w:rsidR="0091452C" w:rsidRPr="0091452C" w:rsidRDefault="0091452C" w:rsidP="0091452C">
            <w:pPr>
              <w:jc w:val="center"/>
              <w:rPr>
                <w:rFonts w:ascii="Calibri" w:hAnsi="Calibri"/>
                <w:color w:val="000000"/>
              </w:rPr>
            </w:pPr>
            <w:r w:rsidRPr="0091452C">
              <w:rPr>
                <w:rFonts w:ascii="Calibri" w:hAnsi="Calibri"/>
                <w:color w:val="000000"/>
              </w:rPr>
              <w:t>13</w:t>
            </w:r>
          </w:p>
        </w:tc>
      </w:tr>
      <w:tr w:rsidR="00D80848" w:rsidRPr="0091452C" w14:paraId="09230D2C" w14:textId="77777777" w:rsidTr="00F13BFF">
        <w:trPr>
          <w:trHeight w:val="360"/>
        </w:trPr>
        <w:tc>
          <w:tcPr>
            <w:tcW w:w="7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87821" w14:textId="288B2016" w:rsidR="00D80848" w:rsidRPr="0091452C" w:rsidRDefault="00D80848" w:rsidP="0091452C">
            <w:pPr>
              <w:rPr>
                <w:b/>
              </w:rPr>
            </w:pPr>
            <w:r w:rsidRPr="0091452C">
              <w:rPr>
                <w:b/>
              </w:rPr>
              <w:t> Самарівський район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ABEB5" w14:textId="77777777" w:rsidR="00D80848" w:rsidRPr="0091452C" w:rsidRDefault="00D80848" w:rsidP="0091452C">
            <w:pPr>
              <w:jc w:val="center"/>
              <w:rPr>
                <w:rFonts w:ascii="Calibri" w:hAnsi="Calibri"/>
                <w:color w:val="000000"/>
              </w:rPr>
            </w:pPr>
            <w:r w:rsidRPr="0091452C">
              <w:rPr>
                <w:rFonts w:ascii="Calibri" w:hAnsi="Calibri"/>
                <w:color w:val="000000"/>
              </w:rPr>
              <w:t> </w:t>
            </w:r>
          </w:p>
        </w:tc>
      </w:tr>
      <w:tr w:rsidR="0091452C" w:rsidRPr="0091452C" w14:paraId="0C2B6F4F" w14:textId="77777777" w:rsidTr="00D80848">
        <w:trPr>
          <w:trHeight w:val="2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2F1B6" w14:textId="4953AC15" w:rsidR="0091452C" w:rsidRPr="0091452C" w:rsidRDefault="00D80848" w:rsidP="0091452C">
            <w:pPr>
              <w:jc w:val="center"/>
              <w:rPr>
                <w:color w:val="000000"/>
                <w:lang w:val="uk-UA"/>
              </w:rPr>
            </w:pPr>
            <w:r w:rsidRPr="004E0569">
              <w:rPr>
                <w:color w:val="000000"/>
                <w:lang w:val="uk-UA"/>
              </w:rPr>
              <w:t>10</w:t>
            </w:r>
          </w:p>
        </w:tc>
        <w:tc>
          <w:tcPr>
            <w:tcW w:w="6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F9F3E" w14:textId="77777777" w:rsidR="0091452C" w:rsidRPr="0091452C" w:rsidRDefault="0091452C" w:rsidP="0091452C">
            <w:pPr>
              <w:rPr>
                <w:color w:val="000000"/>
              </w:rPr>
            </w:pPr>
            <w:r w:rsidRPr="0091452C">
              <w:rPr>
                <w:color w:val="000000"/>
              </w:rPr>
              <w:t>Самарська міська територіальна громада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043FE" w14:textId="77777777" w:rsidR="0091452C" w:rsidRPr="0091452C" w:rsidRDefault="0091452C" w:rsidP="0091452C">
            <w:pPr>
              <w:jc w:val="center"/>
              <w:rPr>
                <w:rFonts w:ascii="Calibri" w:hAnsi="Calibri"/>
                <w:color w:val="000000"/>
              </w:rPr>
            </w:pPr>
            <w:r w:rsidRPr="0091452C">
              <w:rPr>
                <w:rFonts w:ascii="Calibri" w:hAnsi="Calibri"/>
                <w:color w:val="000000"/>
              </w:rPr>
              <w:t>8</w:t>
            </w:r>
          </w:p>
        </w:tc>
      </w:tr>
      <w:tr w:rsidR="0091452C" w:rsidRPr="0091452C" w14:paraId="3E19CA77" w14:textId="77777777" w:rsidTr="00D80848">
        <w:trPr>
          <w:trHeight w:val="36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64DF6" w14:textId="7B514974" w:rsidR="0091452C" w:rsidRPr="0091452C" w:rsidRDefault="00D80848" w:rsidP="0091452C">
            <w:pPr>
              <w:jc w:val="center"/>
              <w:rPr>
                <w:color w:val="000000"/>
                <w:lang w:val="uk-UA"/>
              </w:rPr>
            </w:pPr>
            <w:r w:rsidRPr="004E0569">
              <w:rPr>
                <w:color w:val="000000"/>
                <w:lang w:val="uk-UA"/>
              </w:rPr>
              <w:t>11</w:t>
            </w:r>
          </w:p>
        </w:tc>
        <w:tc>
          <w:tcPr>
            <w:tcW w:w="6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9D334" w14:textId="77777777" w:rsidR="0091452C" w:rsidRPr="0091452C" w:rsidRDefault="0091452C" w:rsidP="0091452C">
            <w:pPr>
              <w:rPr>
                <w:color w:val="000000"/>
              </w:rPr>
            </w:pPr>
            <w:proofErr w:type="gramStart"/>
            <w:r w:rsidRPr="0091452C">
              <w:rPr>
                <w:color w:val="000000"/>
              </w:rPr>
              <w:t>П</w:t>
            </w:r>
            <w:proofErr w:type="gramEnd"/>
            <w:r w:rsidRPr="0091452C">
              <w:rPr>
                <w:color w:val="000000"/>
              </w:rPr>
              <w:t>іщанська сільська територіальна громада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13359" w14:textId="77777777" w:rsidR="0091452C" w:rsidRPr="0091452C" w:rsidRDefault="0091452C" w:rsidP="0091452C">
            <w:pPr>
              <w:jc w:val="center"/>
              <w:rPr>
                <w:rFonts w:ascii="Calibri" w:hAnsi="Calibri"/>
                <w:color w:val="000000"/>
              </w:rPr>
            </w:pPr>
            <w:r w:rsidRPr="0091452C">
              <w:rPr>
                <w:rFonts w:ascii="Calibri" w:hAnsi="Calibri"/>
                <w:color w:val="000000"/>
              </w:rPr>
              <w:t>8</w:t>
            </w:r>
          </w:p>
        </w:tc>
      </w:tr>
      <w:tr w:rsidR="00D80848" w:rsidRPr="0091452C" w14:paraId="2638F3A9" w14:textId="77777777" w:rsidTr="0027745F">
        <w:trPr>
          <w:trHeight w:val="360"/>
        </w:trPr>
        <w:tc>
          <w:tcPr>
            <w:tcW w:w="7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C963C" w14:textId="3A1A9975" w:rsidR="00D80848" w:rsidRPr="0091452C" w:rsidRDefault="00D80848" w:rsidP="0091452C">
            <w:pPr>
              <w:rPr>
                <w:b/>
              </w:rPr>
            </w:pPr>
            <w:r w:rsidRPr="0091452C">
              <w:rPr>
                <w:b/>
              </w:rPr>
              <w:t xml:space="preserve"> Павлоградський район 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08258" w14:textId="77777777" w:rsidR="00D80848" w:rsidRPr="0091452C" w:rsidRDefault="00D80848" w:rsidP="0091452C">
            <w:pPr>
              <w:jc w:val="center"/>
              <w:rPr>
                <w:rFonts w:ascii="Calibri" w:hAnsi="Calibri"/>
                <w:color w:val="000000"/>
              </w:rPr>
            </w:pPr>
            <w:r w:rsidRPr="0091452C">
              <w:rPr>
                <w:rFonts w:ascii="Calibri" w:hAnsi="Calibri"/>
                <w:color w:val="000000"/>
              </w:rPr>
              <w:t> </w:t>
            </w:r>
          </w:p>
        </w:tc>
      </w:tr>
      <w:tr w:rsidR="0091452C" w:rsidRPr="0091452C" w14:paraId="4A04E3EE" w14:textId="77777777" w:rsidTr="00D80848">
        <w:trPr>
          <w:trHeight w:val="32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CA230" w14:textId="44167056" w:rsidR="0091452C" w:rsidRPr="0091452C" w:rsidRDefault="00D80848" w:rsidP="0091452C">
            <w:pPr>
              <w:jc w:val="center"/>
              <w:rPr>
                <w:color w:val="000000"/>
                <w:lang w:val="uk-UA"/>
              </w:rPr>
            </w:pPr>
            <w:r w:rsidRPr="004E0569">
              <w:rPr>
                <w:color w:val="000000"/>
                <w:lang w:val="uk-UA"/>
              </w:rPr>
              <w:t>12</w:t>
            </w:r>
          </w:p>
        </w:tc>
        <w:tc>
          <w:tcPr>
            <w:tcW w:w="6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6C2A9" w14:textId="77777777" w:rsidR="0091452C" w:rsidRPr="0091452C" w:rsidRDefault="0091452C" w:rsidP="0091452C">
            <w:pPr>
              <w:rPr>
                <w:color w:val="000000"/>
              </w:rPr>
            </w:pPr>
            <w:r w:rsidRPr="0091452C">
              <w:rPr>
                <w:color w:val="000000"/>
              </w:rPr>
              <w:t>Шахтарська міська територіальна громада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DC6C3" w14:textId="77777777" w:rsidR="0091452C" w:rsidRPr="0091452C" w:rsidRDefault="0091452C" w:rsidP="0091452C">
            <w:pPr>
              <w:jc w:val="center"/>
              <w:rPr>
                <w:rFonts w:ascii="Calibri" w:hAnsi="Calibri"/>
                <w:color w:val="000000"/>
              </w:rPr>
            </w:pPr>
            <w:r w:rsidRPr="0091452C">
              <w:rPr>
                <w:rFonts w:ascii="Calibri" w:hAnsi="Calibri"/>
                <w:color w:val="000000"/>
              </w:rPr>
              <w:t>8</w:t>
            </w:r>
          </w:p>
        </w:tc>
      </w:tr>
      <w:tr w:rsidR="00D80848" w:rsidRPr="0091452C" w14:paraId="5EEF57C3" w14:textId="77777777" w:rsidTr="00084F3F">
        <w:trPr>
          <w:trHeight w:val="360"/>
        </w:trPr>
        <w:tc>
          <w:tcPr>
            <w:tcW w:w="7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C952A" w14:textId="5033F4E4" w:rsidR="00D80848" w:rsidRPr="0091452C" w:rsidRDefault="00D80848" w:rsidP="00D80848">
            <w:pPr>
              <w:rPr>
                <w:b/>
              </w:rPr>
            </w:pPr>
            <w:r w:rsidRPr="0091452C">
              <w:rPr>
                <w:b/>
              </w:rPr>
              <w:t> Синельниківський район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B7A8B" w14:textId="52C76B58" w:rsidR="00D80848" w:rsidRPr="0091452C" w:rsidRDefault="00D80848" w:rsidP="0091452C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91452C" w:rsidRPr="0091452C" w14:paraId="0E7C433D" w14:textId="77777777" w:rsidTr="00D80848">
        <w:trPr>
          <w:trHeight w:val="29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C3350" w14:textId="5CCE0467" w:rsidR="0091452C" w:rsidRPr="0091452C" w:rsidRDefault="00D80848" w:rsidP="0091452C">
            <w:pPr>
              <w:jc w:val="center"/>
              <w:rPr>
                <w:color w:val="000000"/>
                <w:lang w:val="uk-UA"/>
              </w:rPr>
            </w:pPr>
            <w:r w:rsidRPr="004E0569">
              <w:rPr>
                <w:color w:val="000000"/>
                <w:lang w:val="uk-UA"/>
              </w:rPr>
              <w:t>13</w:t>
            </w:r>
          </w:p>
        </w:tc>
        <w:tc>
          <w:tcPr>
            <w:tcW w:w="6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95B35" w14:textId="77777777" w:rsidR="0091452C" w:rsidRPr="0091452C" w:rsidRDefault="0091452C" w:rsidP="0091452C">
            <w:pPr>
              <w:rPr>
                <w:color w:val="000000"/>
              </w:rPr>
            </w:pPr>
            <w:r w:rsidRPr="0091452C">
              <w:rPr>
                <w:color w:val="000000"/>
              </w:rPr>
              <w:t>Зайцівська сільська територіальна громада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05C06" w14:textId="77777777" w:rsidR="0091452C" w:rsidRPr="0091452C" w:rsidRDefault="0091452C" w:rsidP="0091452C">
            <w:pPr>
              <w:jc w:val="center"/>
              <w:rPr>
                <w:rFonts w:ascii="Calibri" w:hAnsi="Calibri"/>
                <w:color w:val="000000"/>
              </w:rPr>
            </w:pPr>
            <w:r w:rsidRPr="0091452C">
              <w:rPr>
                <w:rFonts w:ascii="Calibri" w:hAnsi="Calibri"/>
                <w:color w:val="000000"/>
              </w:rPr>
              <w:t>1</w:t>
            </w:r>
          </w:p>
        </w:tc>
      </w:tr>
      <w:tr w:rsidR="0091452C" w:rsidRPr="0091452C" w14:paraId="2F4B2051" w14:textId="77777777" w:rsidTr="00D80848">
        <w:trPr>
          <w:trHeight w:val="29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98C30" w14:textId="1A8397AB" w:rsidR="0091452C" w:rsidRPr="0091452C" w:rsidRDefault="0091452C" w:rsidP="0091452C">
            <w:pPr>
              <w:jc w:val="center"/>
              <w:rPr>
                <w:color w:val="000000"/>
                <w:lang w:val="uk-UA"/>
              </w:rPr>
            </w:pPr>
            <w:r w:rsidRPr="0091452C">
              <w:rPr>
                <w:color w:val="000000"/>
              </w:rPr>
              <w:t>1</w:t>
            </w:r>
            <w:r w:rsidR="00D80848" w:rsidRPr="004E0569">
              <w:rPr>
                <w:color w:val="000000"/>
                <w:lang w:val="uk-UA"/>
              </w:rPr>
              <w:t>4</w:t>
            </w:r>
          </w:p>
        </w:tc>
        <w:tc>
          <w:tcPr>
            <w:tcW w:w="6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3DC6B" w14:textId="77777777" w:rsidR="0091452C" w:rsidRPr="0091452C" w:rsidRDefault="0091452C" w:rsidP="0091452C">
            <w:pPr>
              <w:rPr>
                <w:color w:val="000000"/>
              </w:rPr>
            </w:pPr>
            <w:r w:rsidRPr="0091452C">
              <w:rPr>
                <w:color w:val="000000"/>
              </w:rPr>
              <w:t>Роздорська селищна територіальна громада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85D25" w14:textId="77777777" w:rsidR="0091452C" w:rsidRPr="0091452C" w:rsidRDefault="0091452C" w:rsidP="0091452C">
            <w:pPr>
              <w:jc w:val="center"/>
              <w:rPr>
                <w:rFonts w:ascii="Calibri" w:hAnsi="Calibri"/>
                <w:color w:val="000000"/>
              </w:rPr>
            </w:pPr>
            <w:r w:rsidRPr="0091452C">
              <w:rPr>
                <w:rFonts w:ascii="Calibri" w:hAnsi="Calibri"/>
                <w:color w:val="000000"/>
              </w:rPr>
              <w:t>5</w:t>
            </w:r>
          </w:p>
        </w:tc>
      </w:tr>
      <w:tr w:rsidR="00D80848" w:rsidRPr="0091452C" w14:paraId="22C32AC7" w14:textId="77777777" w:rsidTr="00260E6B">
        <w:trPr>
          <w:trHeight w:val="360"/>
        </w:trPr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B377F" w14:textId="1FC3F10F" w:rsidR="00D80848" w:rsidRPr="0091452C" w:rsidRDefault="00D80848" w:rsidP="00D80848">
            <w:pPr>
              <w:rPr>
                <w:b/>
              </w:rPr>
            </w:pPr>
            <w:r w:rsidRPr="0091452C">
              <w:rPr>
                <w:rFonts w:ascii="Calibri" w:hAnsi="Calibri"/>
              </w:rPr>
              <w:t> </w:t>
            </w:r>
            <w:r w:rsidRPr="0091452C">
              <w:rPr>
                <w:b/>
              </w:rPr>
              <w:t>Громади інших областей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E541F" w14:textId="77777777" w:rsidR="00D80848" w:rsidRPr="0091452C" w:rsidRDefault="00D80848" w:rsidP="0091452C">
            <w:pPr>
              <w:jc w:val="center"/>
              <w:rPr>
                <w:rFonts w:ascii="Calibri" w:hAnsi="Calibri"/>
                <w:color w:val="000000"/>
              </w:rPr>
            </w:pPr>
            <w:r w:rsidRPr="0091452C">
              <w:rPr>
                <w:rFonts w:ascii="Calibri" w:hAnsi="Calibri"/>
                <w:color w:val="000000"/>
              </w:rPr>
              <w:t> </w:t>
            </w:r>
          </w:p>
        </w:tc>
      </w:tr>
      <w:tr w:rsidR="0091452C" w:rsidRPr="0091452C" w14:paraId="6A1F0D91" w14:textId="77777777" w:rsidTr="00D80848">
        <w:trPr>
          <w:trHeight w:val="4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26495" w14:textId="4A4268D7" w:rsidR="0091452C" w:rsidRPr="0091452C" w:rsidRDefault="0091452C" w:rsidP="0091452C">
            <w:pPr>
              <w:jc w:val="center"/>
              <w:rPr>
                <w:color w:val="000000"/>
                <w:lang w:val="uk-UA"/>
              </w:rPr>
            </w:pPr>
            <w:r w:rsidRPr="0091452C">
              <w:rPr>
                <w:color w:val="000000"/>
              </w:rPr>
              <w:t>1</w:t>
            </w:r>
            <w:r w:rsidR="00D80848" w:rsidRPr="004E0569">
              <w:rPr>
                <w:color w:val="000000"/>
                <w:lang w:val="uk-UA"/>
              </w:rPr>
              <w:t>5</w:t>
            </w:r>
          </w:p>
        </w:tc>
        <w:tc>
          <w:tcPr>
            <w:tcW w:w="6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966B2" w14:textId="77777777" w:rsidR="0091452C" w:rsidRPr="0091452C" w:rsidRDefault="0091452C" w:rsidP="0091452C">
            <w:pPr>
              <w:rPr>
                <w:color w:val="000000"/>
              </w:rPr>
            </w:pPr>
            <w:r w:rsidRPr="0091452C">
              <w:rPr>
                <w:color w:val="000000"/>
              </w:rPr>
              <w:t>Судилківська сільська Т</w:t>
            </w:r>
            <w:proofErr w:type="gramStart"/>
            <w:r w:rsidRPr="0091452C">
              <w:rPr>
                <w:color w:val="000000"/>
              </w:rPr>
              <w:t>Г(</w:t>
            </w:r>
            <w:proofErr w:type="gramEnd"/>
            <w:r w:rsidRPr="0091452C">
              <w:rPr>
                <w:color w:val="000000"/>
              </w:rPr>
              <w:t>Хмельницька область)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B1F1A" w14:textId="77777777" w:rsidR="0091452C" w:rsidRPr="0091452C" w:rsidRDefault="0091452C" w:rsidP="0091452C">
            <w:pPr>
              <w:jc w:val="center"/>
              <w:rPr>
                <w:rFonts w:ascii="Calibri" w:hAnsi="Calibri"/>
                <w:color w:val="000000"/>
              </w:rPr>
            </w:pPr>
            <w:r w:rsidRPr="0091452C">
              <w:rPr>
                <w:rFonts w:ascii="Calibri" w:hAnsi="Calibri"/>
                <w:color w:val="000000"/>
              </w:rPr>
              <w:t>2</w:t>
            </w:r>
          </w:p>
        </w:tc>
      </w:tr>
      <w:tr w:rsidR="0091452C" w:rsidRPr="0091452C" w14:paraId="49DDE306" w14:textId="77777777" w:rsidTr="0091452C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857DB" w14:textId="1624C00F" w:rsidR="0091452C" w:rsidRPr="0091452C" w:rsidRDefault="0091452C" w:rsidP="0091452C">
            <w:pPr>
              <w:jc w:val="center"/>
              <w:rPr>
                <w:color w:val="000000"/>
                <w:lang w:val="uk-UA"/>
              </w:rPr>
            </w:pPr>
            <w:r w:rsidRPr="0091452C">
              <w:rPr>
                <w:color w:val="000000"/>
              </w:rPr>
              <w:t>1</w:t>
            </w:r>
            <w:r w:rsidR="00D80848" w:rsidRPr="004E0569">
              <w:rPr>
                <w:color w:val="000000"/>
                <w:lang w:val="uk-UA"/>
              </w:rPr>
              <w:t>6</w:t>
            </w:r>
          </w:p>
        </w:tc>
        <w:tc>
          <w:tcPr>
            <w:tcW w:w="6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F40C8" w14:textId="77777777" w:rsidR="0091452C" w:rsidRPr="0091452C" w:rsidRDefault="0091452C" w:rsidP="0091452C">
            <w:pPr>
              <w:rPr>
                <w:color w:val="000000"/>
              </w:rPr>
            </w:pPr>
            <w:r w:rsidRPr="0091452C">
              <w:rPr>
                <w:color w:val="000000"/>
              </w:rPr>
              <w:t>Київська міська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21516" w14:textId="77777777" w:rsidR="0091452C" w:rsidRPr="0091452C" w:rsidRDefault="0091452C" w:rsidP="0091452C">
            <w:pPr>
              <w:jc w:val="center"/>
              <w:rPr>
                <w:rFonts w:ascii="Calibri" w:hAnsi="Calibri"/>
                <w:color w:val="000000"/>
              </w:rPr>
            </w:pPr>
            <w:r w:rsidRPr="0091452C">
              <w:rPr>
                <w:rFonts w:ascii="Calibri" w:hAnsi="Calibri"/>
                <w:color w:val="000000"/>
              </w:rPr>
              <w:t>1</w:t>
            </w:r>
          </w:p>
        </w:tc>
      </w:tr>
      <w:tr w:rsidR="0091452C" w:rsidRPr="0091452C" w14:paraId="65C364C1" w14:textId="77777777" w:rsidTr="0091452C">
        <w:trPr>
          <w:trHeight w:val="34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E2DB5" w14:textId="77777777" w:rsidR="0091452C" w:rsidRPr="0091452C" w:rsidRDefault="0091452C" w:rsidP="0091452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9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C69F8" w14:textId="77777777" w:rsidR="0091452C" w:rsidRPr="0091452C" w:rsidRDefault="0091452C" w:rsidP="0091452C">
            <w:pPr>
              <w:jc w:val="right"/>
              <w:rPr>
                <w:b/>
                <w:bCs/>
                <w:color w:val="000000"/>
              </w:rPr>
            </w:pPr>
            <w:r w:rsidRPr="0091452C">
              <w:rPr>
                <w:b/>
                <w:bCs/>
                <w:color w:val="000000"/>
              </w:rPr>
              <w:t>Загальна кількість учасників: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7E6AF" w14:textId="77777777" w:rsidR="0091452C" w:rsidRPr="0091452C" w:rsidRDefault="0091452C" w:rsidP="0091452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91452C">
              <w:rPr>
                <w:rFonts w:ascii="Calibri" w:hAnsi="Calibri"/>
                <w:b/>
                <w:bCs/>
                <w:color w:val="000000"/>
              </w:rPr>
              <w:t>264</w:t>
            </w:r>
          </w:p>
        </w:tc>
      </w:tr>
    </w:tbl>
    <w:p w14:paraId="205BE442" w14:textId="77777777" w:rsidR="00226A07" w:rsidRPr="00226A07" w:rsidRDefault="00226A07" w:rsidP="008942EB">
      <w:pPr>
        <w:spacing w:line="216" w:lineRule="auto"/>
        <w:ind w:firstLine="567"/>
        <w:jc w:val="both"/>
        <w:rPr>
          <w:sz w:val="28"/>
          <w:szCs w:val="28"/>
          <w:lang w:val="uk-UA"/>
        </w:rPr>
      </w:pPr>
    </w:p>
    <w:sectPr w:rsidR="00226A07" w:rsidRPr="00226A07" w:rsidSect="004E0569">
      <w:pgSz w:w="11906" w:h="16838" w:code="9"/>
      <w:pgMar w:top="284" w:right="991" w:bottom="851" w:left="426" w:header="277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53FEE4" w14:textId="77777777" w:rsidR="003B1DA6" w:rsidRDefault="003B1DA6">
      <w:r>
        <w:separator/>
      </w:r>
    </w:p>
  </w:endnote>
  <w:endnote w:type="continuationSeparator" w:id="0">
    <w:p w14:paraId="79A08AED" w14:textId="77777777" w:rsidR="003B1DA6" w:rsidRDefault="003B1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27ED90" w14:textId="77777777" w:rsidR="003B1DA6" w:rsidRDefault="003B1DA6" w:rsidP="009479EF">
    <w:pPr>
      <w:pStyle w:val="a8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32</w:t>
    </w:r>
    <w:r>
      <w:rPr>
        <w:rStyle w:val="ab"/>
      </w:rPr>
      <w:fldChar w:fldCharType="end"/>
    </w:r>
  </w:p>
  <w:p w14:paraId="77D18F8A" w14:textId="77777777" w:rsidR="003B1DA6" w:rsidRDefault="003B1DA6" w:rsidP="00843CD7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06C965" w14:textId="77777777" w:rsidR="003B1DA6" w:rsidRPr="00C109C3" w:rsidRDefault="003B1DA6" w:rsidP="009479EF">
    <w:pPr>
      <w:pStyle w:val="a8"/>
      <w:framePr w:wrap="around" w:vAnchor="text" w:hAnchor="margin" w:xAlign="right" w:y="1"/>
      <w:rPr>
        <w:rStyle w:val="ab"/>
        <w:lang w:val="uk-UA"/>
      </w:rPr>
    </w:pPr>
  </w:p>
  <w:p w14:paraId="09692DD1" w14:textId="77777777" w:rsidR="003B1DA6" w:rsidRDefault="003B1DA6" w:rsidP="00843CD7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BE12FE" w14:textId="77777777" w:rsidR="003B1DA6" w:rsidRDefault="003B1DA6">
      <w:r>
        <w:separator/>
      </w:r>
    </w:p>
  </w:footnote>
  <w:footnote w:type="continuationSeparator" w:id="0">
    <w:p w14:paraId="31F75582" w14:textId="77777777" w:rsidR="003B1DA6" w:rsidRDefault="003B1D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99E89B" w14:textId="77777777" w:rsidR="003B1DA6" w:rsidRDefault="003B1DA6" w:rsidP="0004180A">
    <w:pPr>
      <w:pStyle w:val="a6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32</w:t>
    </w:r>
    <w:r>
      <w:rPr>
        <w:rStyle w:val="ab"/>
      </w:rPr>
      <w:fldChar w:fldCharType="end"/>
    </w:r>
  </w:p>
  <w:p w14:paraId="737D6403" w14:textId="77777777" w:rsidR="003B1DA6" w:rsidRDefault="003B1DA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85634E" w14:textId="4018BC3B" w:rsidR="003B1DA6" w:rsidRDefault="003B1DA6" w:rsidP="00F55E15">
    <w:pPr>
      <w:pStyle w:val="a6"/>
      <w:jc w:val="center"/>
    </w:pPr>
  </w:p>
  <w:p w14:paraId="1D3F7D82" w14:textId="77777777" w:rsidR="003B1DA6" w:rsidRPr="0004180A" w:rsidRDefault="003B1DA6" w:rsidP="0004180A">
    <w:pPr>
      <w:pStyle w:val="a6"/>
      <w:jc w:val="center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8E6587" w14:textId="2554981A" w:rsidR="003B1DA6" w:rsidRDefault="003B1DA6">
    <w:pPr>
      <w:pStyle w:val="a6"/>
      <w:jc w:val="center"/>
    </w:pPr>
    <w:bookmarkStart w:id="1" w:name="_Hlk159929852"/>
    <w:bookmarkStart w:id="2" w:name="_Hlk159929853"/>
    <w:bookmarkStart w:id="3" w:name="_Hlk159929855"/>
    <w:bookmarkStart w:id="4" w:name="_Hlk159929856"/>
    <w:bookmarkStart w:id="5" w:name="_Hlk159929857"/>
    <w:bookmarkStart w:id="6" w:name="_Hlk159929858"/>
    <w:bookmarkStart w:id="7" w:name="_Hlk159929859"/>
    <w:bookmarkStart w:id="8" w:name="_Hlk159929860"/>
    <w:bookmarkStart w:id="9" w:name="_Hlk159929861"/>
    <w:bookmarkStart w:id="10" w:name="_Hlk159929862"/>
  </w:p>
  <w:p w14:paraId="74A3574D" w14:textId="2872D199" w:rsidR="003B1DA6" w:rsidRDefault="003B1DA6" w:rsidP="00DD1437">
    <w:pPr>
      <w:tabs>
        <w:tab w:val="left" w:pos="13608"/>
      </w:tabs>
      <w:rPr>
        <w:b/>
        <w:color w:val="000000"/>
        <w:lang w:val="uk-UA"/>
      </w:rPr>
    </w:pPr>
    <w:r>
      <w:rPr>
        <w:b/>
        <w:color w:val="000000"/>
        <w:lang w:val="uk-UA"/>
      </w:rPr>
      <w:tab/>
    </w:r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E75F6"/>
    <w:multiLevelType w:val="multilevel"/>
    <w:tmpl w:val="4E962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1422DA"/>
    <w:multiLevelType w:val="hybridMultilevel"/>
    <w:tmpl w:val="99C6EFD6"/>
    <w:lvl w:ilvl="0" w:tplc="8BACBF68">
      <w:start w:val="1"/>
      <w:numFmt w:val="decimal"/>
      <w:lvlText w:val="%1."/>
      <w:lvlJc w:val="left"/>
      <w:pPr>
        <w:ind w:left="1283" w:hanging="432"/>
      </w:pPr>
      <w:rPr>
        <w:w w:val="95"/>
        <w:lang w:val="uk-UA" w:eastAsia="uk-UA" w:bidi="uk-UA"/>
      </w:rPr>
    </w:lvl>
    <w:lvl w:ilvl="1" w:tplc="8FC84D4E">
      <w:numFmt w:val="bullet"/>
      <w:lvlText w:val="•"/>
      <w:lvlJc w:val="left"/>
      <w:pPr>
        <w:ind w:left="2252" w:hanging="432"/>
      </w:pPr>
      <w:rPr>
        <w:lang w:val="uk-UA" w:eastAsia="uk-UA" w:bidi="uk-UA"/>
      </w:rPr>
    </w:lvl>
    <w:lvl w:ilvl="2" w:tplc="3E6E86EC">
      <w:numFmt w:val="bullet"/>
      <w:lvlText w:val="•"/>
      <w:lvlJc w:val="left"/>
      <w:pPr>
        <w:ind w:left="3212" w:hanging="432"/>
      </w:pPr>
      <w:rPr>
        <w:lang w:val="uk-UA" w:eastAsia="uk-UA" w:bidi="uk-UA"/>
      </w:rPr>
    </w:lvl>
    <w:lvl w:ilvl="3" w:tplc="A86242CC">
      <w:numFmt w:val="bullet"/>
      <w:lvlText w:val="•"/>
      <w:lvlJc w:val="left"/>
      <w:pPr>
        <w:ind w:left="4172" w:hanging="432"/>
      </w:pPr>
      <w:rPr>
        <w:lang w:val="uk-UA" w:eastAsia="uk-UA" w:bidi="uk-UA"/>
      </w:rPr>
    </w:lvl>
    <w:lvl w:ilvl="4" w:tplc="07F46526">
      <w:numFmt w:val="bullet"/>
      <w:lvlText w:val="•"/>
      <w:lvlJc w:val="left"/>
      <w:pPr>
        <w:ind w:left="5132" w:hanging="432"/>
      </w:pPr>
      <w:rPr>
        <w:lang w:val="uk-UA" w:eastAsia="uk-UA" w:bidi="uk-UA"/>
      </w:rPr>
    </w:lvl>
    <w:lvl w:ilvl="5" w:tplc="C63EF29C">
      <w:numFmt w:val="bullet"/>
      <w:lvlText w:val="•"/>
      <w:lvlJc w:val="left"/>
      <w:pPr>
        <w:ind w:left="6092" w:hanging="432"/>
      </w:pPr>
      <w:rPr>
        <w:lang w:val="uk-UA" w:eastAsia="uk-UA" w:bidi="uk-UA"/>
      </w:rPr>
    </w:lvl>
    <w:lvl w:ilvl="6" w:tplc="0C3CCA40">
      <w:numFmt w:val="bullet"/>
      <w:lvlText w:val="•"/>
      <w:lvlJc w:val="left"/>
      <w:pPr>
        <w:ind w:left="7052" w:hanging="432"/>
      </w:pPr>
      <w:rPr>
        <w:lang w:val="uk-UA" w:eastAsia="uk-UA" w:bidi="uk-UA"/>
      </w:rPr>
    </w:lvl>
    <w:lvl w:ilvl="7" w:tplc="9D44A410">
      <w:numFmt w:val="bullet"/>
      <w:lvlText w:val="•"/>
      <w:lvlJc w:val="left"/>
      <w:pPr>
        <w:ind w:left="8012" w:hanging="432"/>
      </w:pPr>
      <w:rPr>
        <w:lang w:val="uk-UA" w:eastAsia="uk-UA" w:bidi="uk-UA"/>
      </w:rPr>
    </w:lvl>
    <w:lvl w:ilvl="8" w:tplc="7F3E0EB0">
      <w:numFmt w:val="bullet"/>
      <w:lvlText w:val="•"/>
      <w:lvlJc w:val="left"/>
      <w:pPr>
        <w:ind w:left="8972" w:hanging="432"/>
      </w:pPr>
      <w:rPr>
        <w:lang w:val="uk-UA" w:eastAsia="uk-UA" w:bidi="uk-UA"/>
      </w:rPr>
    </w:lvl>
  </w:abstractNum>
  <w:abstractNum w:abstractNumId="2">
    <w:nsid w:val="0BF30F80"/>
    <w:multiLevelType w:val="hybridMultilevel"/>
    <w:tmpl w:val="4C5A8072"/>
    <w:lvl w:ilvl="0" w:tplc="F39415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21D0C"/>
    <w:multiLevelType w:val="hybridMultilevel"/>
    <w:tmpl w:val="0CAC66F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1BF41E4C"/>
    <w:multiLevelType w:val="hybridMultilevel"/>
    <w:tmpl w:val="99C6EFD6"/>
    <w:lvl w:ilvl="0" w:tplc="FFFFFFFF">
      <w:start w:val="1"/>
      <w:numFmt w:val="decimal"/>
      <w:lvlText w:val="%1."/>
      <w:lvlJc w:val="left"/>
      <w:pPr>
        <w:ind w:left="111" w:hanging="432"/>
      </w:pPr>
      <w:rPr>
        <w:w w:val="95"/>
        <w:lang w:val="uk-UA" w:eastAsia="uk-UA" w:bidi="uk-UA"/>
      </w:rPr>
    </w:lvl>
    <w:lvl w:ilvl="1" w:tplc="FFFFFFFF">
      <w:numFmt w:val="bullet"/>
      <w:lvlText w:val="•"/>
      <w:lvlJc w:val="left"/>
      <w:pPr>
        <w:ind w:left="1080" w:hanging="432"/>
      </w:pPr>
      <w:rPr>
        <w:lang w:val="uk-UA" w:eastAsia="uk-UA" w:bidi="uk-UA"/>
      </w:rPr>
    </w:lvl>
    <w:lvl w:ilvl="2" w:tplc="FFFFFFFF">
      <w:numFmt w:val="bullet"/>
      <w:lvlText w:val="•"/>
      <w:lvlJc w:val="left"/>
      <w:pPr>
        <w:ind w:left="2040" w:hanging="432"/>
      </w:pPr>
      <w:rPr>
        <w:lang w:val="uk-UA" w:eastAsia="uk-UA" w:bidi="uk-UA"/>
      </w:rPr>
    </w:lvl>
    <w:lvl w:ilvl="3" w:tplc="FFFFFFFF">
      <w:numFmt w:val="bullet"/>
      <w:lvlText w:val="•"/>
      <w:lvlJc w:val="left"/>
      <w:pPr>
        <w:ind w:left="3000" w:hanging="432"/>
      </w:pPr>
      <w:rPr>
        <w:lang w:val="uk-UA" w:eastAsia="uk-UA" w:bidi="uk-UA"/>
      </w:rPr>
    </w:lvl>
    <w:lvl w:ilvl="4" w:tplc="FFFFFFFF">
      <w:numFmt w:val="bullet"/>
      <w:lvlText w:val="•"/>
      <w:lvlJc w:val="left"/>
      <w:pPr>
        <w:ind w:left="3960" w:hanging="432"/>
      </w:pPr>
      <w:rPr>
        <w:lang w:val="uk-UA" w:eastAsia="uk-UA" w:bidi="uk-UA"/>
      </w:rPr>
    </w:lvl>
    <w:lvl w:ilvl="5" w:tplc="FFFFFFFF">
      <w:numFmt w:val="bullet"/>
      <w:lvlText w:val="•"/>
      <w:lvlJc w:val="left"/>
      <w:pPr>
        <w:ind w:left="4920" w:hanging="432"/>
      </w:pPr>
      <w:rPr>
        <w:lang w:val="uk-UA" w:eastAsia="uk-UA" w:bidi="uk-UA"/>
      </w:rPr>
    </w:lvl>
    <w:lvl w:ilvl="6" w:tplc="FFFFFFFF">
      <w:numFmt w:val="bullet"/>
      <w:lvlText w:val="•"/>
      <w:lvlJc w:val="left"/>
      <w:pPr>
        <w:ind w:left="5880" w:hanging="432"/>
      </w:pPr>
      <w:rPr>
        <w:lang w:val="uk-UA" w:eastAsia="uk-UA" w:bidi="uk-UA"/>
      </w:rPr>
    </w:lvl>
    <w:lvl w:ilvl="7" w:tplc="FFFFFFFF">
      <w:numFmt w:val="bullet"/>
      <w:lvlText w:val="•"/>
      <w:lvlJc w:val="left"/>
      <w:pPr>
        <w:ind w:left="6840" w:hanging="432"/>
      </w:pPr>
      <w:rPr>
        <w:lang w:val="uk-UA" w:eastAsia="uk-UA" w:bidi="uk-UA"/>
      </w:rPr>
    </w:lvl>
    <w:lvl w:ilvl="8" w:tplc="FFFFFFFF">
      <w:numFmt w:val="bullet"/>
      <w:lvlText w:val="•"/>
      <w:lvlJc w:val="left"/>
      <w:pPr>
        <w:ind w:left="7800" w:hanging="432"/>
      </w:pPr>
      <w:rPr>
        <w:lang w:val="uk-UA" w:eastAsia="uk-UA" w:bidi="uk-UA"/>
      </w:rPr>
    </w:lvl>
  </w:abstractNum>
  <w:abstractNum w:abstractNumId="5">
    <w:nsid w:val="1EA85AF1"/>
    <w:multiLevelType w:val="multilevel"/>
    <w:tmpl w:val="4A0643A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EF00EAE"/>
    <w:multiLevelType w:val="hybridMultilevel"/>
    <w:tmpl w:val="90C08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2D2AB6"/>
    <w:multiLevelType w:val="multilevel"/>
    <w:tmpl w:val="8C0C5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A2469C"/>
    <w:multiLevelType w:val="hybridMultilevel"/>
    <w:tmpl w:val="304AFACC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>
    <w:nsid w:val="2BE231E1"/>
    <w:multiLevelType w:val="hybridMultilevel"/>
    <w:tmpl w:val="612AE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C33CFC"/>
    <w:multiLevelType w:val="hybridMultilevel"/>
    <w:tmpl w:val="5FDE659A"/>
    <w:lvl w:ilvl="0" w:tplc="206063B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CAF4651"/>
    <w:multiLevelType w:val="multilevel"/>
    <w:tmpl w:val="C06EB0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12">
    <w:nsid w:val="41800501"/>
    <w:multiLevelType w:val="hybridMultilevel"/>
    <w:tmpl w:val="60B42EAC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3">
    <w:nsid w:val="48BE60E5"/>
    <w:multiLevelType w:val="hybridMultilevel"/>
    <w:tmpl w:val="2BFA5E58"/>
    <w:lvl w:ilvl="0" w:tplc="6616EED6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4D6E41B2"/>
    <w:multiLevelType w:val="hybridMultilevel"/>
    <w:tmpl w:val="1F58C58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>
    <w:nsid w:val="57F22E17"/>
    <w:multiLevelType w:val="multilevel"/>
    <w:tmpl w:val="9BE6554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16">
    <w:nsid w:val="580C1B15"/>
    <w:multiLevelType w:val="hybridMultilevel"/>
    <w:tmpl w:val="644AEE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6B2B8E"/>
    <w:multiLevelType w:val="hybridMultilevel"/>
    <w:tmpl w:val="121E814C"/>
    <w:lvl w:ilvl="0" w:tplc="6F0A5E6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6B4E4CD6"/>
    <w:multiLevelType w:val="hybridMultilevel"/>
    <w:tmpl w:val="764E1E78"/>
    <w:lvl w:ilvl="0" w:tplc="5E6A67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170267"/>
    <w:multiLevelType w:val="hybridMultilevel"/>
    <w:tmpl w:val="AE8CA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21251B"/>
    <w:multiLevelType w:val="hybridMultilevel"/>
    <w:tmpl w:val="2B5CB3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931DF1"/>
    <w:multiLevelType w:val="hybridMultilevel"/>
    <w:tmpl w:val="CF28C102"/>
    <w:lvl w:ilvl="0" w:tplc="EC1EEE70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F6F46FD6">
      <w:numFmt w:val="none"/>
      <w:lvlText w:val=""/>
      <w:lvlJc w:val="left"/>
      <w:pPr>
        <w:tabs>
          <w:tab w:val="num" w:pos="360"/>
        </w:tabs>
      </w:pPr>
    </w:lvl>
    <w:lvl w:ilvl="2" w:tplc="F070C220">
      <w:numFmt w:val="none"/>
      <w:lvlText w:val=""/>
      <w:lvlJc w:val="left"/>
      <w:pPr>
        <w:tabs>
          <w:tab w:val="num" w:pos="360"/>
        </w:tabs>
      </w:pPr>
    </w:lvl>
    <w:lvl w:ilvl="3" w:tplc="DEF87636">
      <w:numFmt w:val="none"/>
      <w:lvlText w:val=""/>
      <w:lvlJc w:val="left"/>
      <w:pPr>
        <w:tabs>
          <w:tab w:val="num" w:pos="360"/>
        </w:tabs>
      </w:pPr>
    </w:lvl>
    <w:lvl w:ilvl="4" w:tplc="8D7C619C">
      <w:numFmt w:val="none"/>
      <w:lvlText w:val=""/>
      <w:lvlJc w:val="left"/>
      <w:pPr>
        <w:tabs>
          <w:tab w:val="num" w:pos="360"/>
        </w:tabs>
      </w:pPr>
    </w:lvl>
    <w:lvl w:ilvl="5" w:tplc="F2D6A19E">
      <w:numFmt w:val="none"/>
      <w:lvlText w:val=""/>
      <w:lvlJc w:val="left"/>
      <w:pPr>
        <w:tabs>
          <w:tab w:val="num" w:pos="360"/>
        </w:tabs>
      </w:pPr>
    </w:lvl>
    <w:lvl w:ilvl="6" w:tplc="C38A03BA">
      <w:numFmt w:val="none"/>
      <w:lvlText w:val=""/>
      <w:lvlJc w:val="left"/>
      <w:pPr>
        <w:tabs>
          <w:tab w:val="num" w:pos="360"/>
        </w:tabs>
      </w:pPr>
    </w:lvl>
    <w:lvl w:ilvl="7" w:tplc="2FB24EB2">
      <w:numFmt w:val="none"/>
      <w:lvlText w:val=""/>
      <w:lvlJc w:val="left"/>
      <w:pPr>
        <w:tabs>
          <w:tab w:val="num" w:pos="360"/>
        </w:tabs>
      </w:pPr>
    </w:lvl>
    <w:lvl w:ilvl="8" w:tplc="7DF81728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75BF670E"/>
    <w:multiLevelType w:val="hybridMultilevel"/>
    <w:tmpl w:val="9CF290FC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"/>
  </w:num>
  <w:num w:numId="3">
    <w:abstractNumId w:val="14"/>
  </w:num>
  <w:num w:numId="4">
    <w:abstractNumId w:val="10"/>
  </w:num>
  <w:num w:numId="5">
    <w:abstractNumId w:val="13"/>
  </w:num>
  <w:num w:numId="6">
    <w:abstractNumId w:val="16"/>
  </w:num>
  <w:num w:numId="7">
    <w:abstractNumId w:val="9"/>
  </w:num>
  <w:num w:numId="8">
    <w:abstractNumId w:val="17"/>
  </w:num>
  <w:num w:numId="9">
    <w:abstractNumId w:val="11"/>
  </w:num>
  <w:num w:numId="1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5"/>
  </w:num>
  <w:num w:numId="12">
    <w:abstractNumId w:val="1"/>
  </w:num>
  <w:num w:numId="13">
    <w:abstractNumId w:val="4"/>
  </w:num>
  <w:num w:numId="14">
    <w:abstractNumId w:val="15"/>
  </w:num>
  <w:num w:numId="15">
    <w:abstractNumId w:val="19"/>
  </w:num>
  <w:num w:numId="16">
    <w:abstractNumId w:val="2"/>
  </w:num>
  <w:num w:numId="17">
    <w:abstractNumId w:val="6"/>
  </w:num>
  <w:num w:numId="18">
    <w:abstractNumId w:val="0"/>
  </w:num>
  <w:num w:numId="19">
    <w:abstractNumId w:val="7"/>
  </w:num>
  <w:num w:numId="20">
    <w:abstractNumId w:val="18"/>
  </w:num>
  <w:num w:numId="21">
    <w:abstractNumId w:val="20"/>
  </w:num>
  <w:num w:numId="22">
    <w:abstractNumId w:val="8"/>
  </w:num>
  <w:num w:numId="23">
    <w:abstractNumId w:val="12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6F"/>
    <w:rsid w:val="00001498"/>
    <w:rsid w:val="00017942"/>
    <w:rsid w:val="000201CD"/>
    <w:rsid w:val="00020F40"/>
    <w:rsid w:val="0003082D"/>
    <w:rsid w:val="00030FE9"/>
    <w:rsid w:val="00032D21"/>
    <w:rsid w:val="00034D95"/>
    <w:rsid w:val="00035026"/>
    <w:rsid w:val="00036412"/>
    <w:rsid w:val="00040171"/>
    <w:rsid w:val="0004180A"/>
    <w:rsid w:val="00051041"/>
    <w:rsid w:val="000552BC"/>
    <w:rsid w:val="00061ADD"/>
    <w:rsid w:val="00062D76"/>
    <w:rsid w:val="00065C49"/>
    <w:rsid w:val="00066E14"/>
    <w:rsid w:val="00075EFA"/>
    <w:rsid w:val="0008105B"/>
    <w:rsid w:val="0009436F"/>
    <w:rsid w:val="00097384"/>
    <w:rsid w:val="000A7B99"/>
    <w:rsid w:val="000B1A70"/>
    <w:rsid w:val="000B25C5"/>
    <w:rsid w:val="000B7E73"/>
    <w:rsid w:val="000D1A0B"/>
    <w:rsid w:val="000D3164"/>
    <w:rsid w:val="000E3433"/>
    <w:rsid w:val="000E7C90"/>
    <w:rsid w:val="000F1512"/>
    <w:rsid w:val="000F221F"/>
    <w:rsid w:val="000F254C"/>
    <w:rsid w:val="000F3A58"/>
    <w:rsid w:val="000F4F39"/>
    <w:rsid w:val="000F745F"/>
    <w:rsid w:val="00100159"/>
    <w:rsid w:val="00100544"/>
    <w:rsid w:val="00101386"/>
    <w:rsid w:val="00112769"/>
    <w:rsid w:val="001129C8"/>
    <w:rsid w:val="0011363D"/>
    <w:rsid w:val="00114ECF"/>
    <w:rsid w:val="00120900"/>
    <w:rsid w:val="00123256"/>
    <w:rsid w:val="00132309"/>
    <w:rsid w:val="001400F4"/>
    <w:rsid w:val="00143C9E"/>
    <w:rsid w:val="00150E92"/>
    <w:rsid w:val="00151BCF"/>
    <w:rsid w:val="0015300D"/>
    <w:rsid w:val="001630E1"/>
    <w:rsid w:val="00172104"/>
    <w:rsid w:val="00173B01"/>
    <w:rsid w:val="00182E14"/>
    <w:rsid w:val="00183890"/>
    <w:rsid w:val="0018392C"/>
    <w:rsid w:val="001910BD"/>
    <w:rsid w:val="00191B91"/>
    <w:rsid w:val="00195ABE"/>
    <w:rsid w:val="001A01B4"/>
    <w:rsid w:val="001A161D"/>
    <w:rsid w:val="001A24AD"/>
    <w:rsid w:val="001A2596"/>
    <w:rsid w:val="001A2760"/>
    <w:rsid w:val="001B1B39"/>
    <w:rsid w:val="001B3D52"/>
    <w:rsid w:val="001C2607"/>
    <w:rsid w:val="001C3139"/>
    <w:rsid w:val="001C38F9"/>
    <w:rsid w:val="001C5E7C"/>
    <w:rsid w:val="001D1282"/>
    <w:rsid w:val="001E05C2"/>
    <w:rsid w:val="001E2135"/>
    <w:rsid w:val="001E2B36"/>
    <w:rsid w:val="001E42F3"/>
    <w:rsid w:val="001E5ADC"/>
    <w:rsid w:val="001E673A"/>
    <w:rsid w:val="001E7972"/>
    <w:rsid w:val="001F0206"/>
    <w:rsid w:val="001F4553"/>
    <w:rsid w:val="00206CDA"/>
    <w:rsid w:val="00213DCE"/>
    <w:rsid w:val="00213E7D"/>
    <w:rsid w:val="00221C77"/>
    <w:rsid w:val="00225DA5"/>
    <w:rsid w:val="00226A07"/>
    <w:rsid w:val="002300EA"/>
    <w:rsid w:val="0023471F"/>
    <w:rsid w:val="002406E5"/>
    <w:rsid w:val="002409FC"/>
    <w:rsid w:val="0024423F"/>
    <w:rsid w:val="002444EC"/>
    <w:rsid w:val="0024654D"/>
    <w:rsid w:val="00252CB8"/>
    <w:rsid w:val="0025787E"/>
    <w:rsid w:val="00261AD1"/>
    <w:rsid w:val="00261DA9"/>
    <w:rsid w:val="00262288"/>
    <w:rsid w:val="00271A82"/>
    <w:rsid w:val="00271E66"/>
    <w:rsid w:val="00275DCB"/>
    <w:rsid w:val="0027744A"/>
    <w:rsid w:val="00280271"/>
    <w:rsid w:val="0028072E"/>
    <w:rsid w:val="00284C7C"/>
    <w:rsid w:val="0028743B"/>
    <w:rsid w:val="00291C9F"/>
    <w:rsid w:val="00293307"/>
    <w:rsid w:val="002A2843"/>
    <w:rsid w:val="002A5541"/>
    <w:rsid w:val="002B1DC8"/>
    <w:rsid w:val="002B3791"/>
    <w:rsid w:val="002B53FF"/>
    <w:rsid w:val="002C21D7"/>
    <w:rsid w:val="002C5E5E"/>
    <w:rsid w:val="002D0977"/>
    <w:rsid w:val="002D28B4"/>
    <w:rsid w:val="002E0C69"/>
    <w:rsid w:val="002E4289"/>
    <w:rsid w:val="002E4829"/>
    <w:rsid w:val="002F337E"/>
    <w:rsid w:val="002F42C6"/>
    <w:rsid w:val="00314440"/>
    <w:rsid w:val="00321366"/>
    <w:rsid w:val="00322099"/>
    <w:rsid w:val="003251C6"/>
    <w:rsid w:val="00326A47"/>
    <w:rsid w:val="0032703B"/>
    <w:rsid w:val="00334A50"/>
    <w:rsid w:val="003405EA"/>
    <w:rsid w:val="00340D62"/>
    <w:rsid w:val="00346BE4"/>
    <w:rsid w:val="00350382"/>
    <w:rsid w:val="00356AC5"/>
    <w:rsid w:val="00362434"/>
    <w:rsid w:val="00373DCC"/>
    <w:rsid w:val="00377183"/>
    <w:rsid w:val="00383A21"/>
    <w:rsid w:val="0039055B"/>
    <w:rsid w:val="003940D5"/>
    <w:rsid w:val="003A4669"/>
    <w:rsid w:val="003A76F1"/>
    <w:rsid w:val="003B1DA6"/>
    <w:rsid w:val="003B221C"/>
    <w:rsid w:val="003C5451"/>
    <w:rsid w:val="003D154A"/>
    <w:rsid w:val="003D4A13"/>
    <w:rsid w:val="003D4F6E"/>
    <w:rsid w:val="003D7027"/>
    <w:rsid w:val="003F0D6E"/>
    <w:rsid w:val="003F1226"/>
    <w:rsid w:val="003F1A4E"/>
    <w:rsid w:val="003F30E5"/>
    <w:rsid w:val="00406758"/>
    <w:rsid w:val="00406C90"/>
    <w:rsid w:val="00411041"/>
    <w:rsid w:val="00411A1F"/>
    <w:rsid w:val="00413339"/>
    <w:rsid w:val="00430432"/>
    <w:rsid w:val="0043518A"/>
    <w:rsid w:val="00437DCB"/>
    <w:rsid w:val="00440A37"/>
    <w:rsid w:val="0044146F"/>
    <w:rsid w:val="00447B75"/>
    <w:rsid w:val="0045113D"/>
    <w:rsid w:val="00454A57"/>
    <w:rsid w:val="0045767C"/>
    <w:rsid w:val="004616ED"/>
    <w:rsid w:val="0046744A"/>
    <w:rsid w:val="004711F3"/>
    <w:rsid w:val="00471242"/>
    <w:rsid w:val="00471FBC"/>
    <w:rsid w:val="00474D22"/>
    <w:rsid w:val="0048163A"/>
    <w:rsid w:val="00483378"/>
    <w:rsid w:val="00491CA6"/>
    <w:rsid w:val="00495772"/>
    <w:rsid w:val="00496CA8"/>
    <w:rsid w:val="004A2143"/>
    <w:rsid w:val="004A278F"/>
    <w:rsid w:val="004A7D5C"/>
    <w:rsid w:val="004B1238"/>
    <w:rsid w:val="004B1CD0"/>
    <w:rsid w:val="004B24AF"/>
    <w:rsid w:val="004B3C2E"/>
    <w:rsid w:val="004B6722"/>
    <w:rsid w:val="004C30BC"/>
    <w:rsid w:val="004E0569"/>
    <w:rsid w:val="004F4042"/>
    <w:rsid w:val="0050741B"/>
    <w:rsid w:val="00507639"/>
    <w:rsid w:val="005079BB"/>
    <w:rsid w:val="00510F4B"/>
    <w:rsid w:val="0051192C"/>
    <w:rsid w:val="00512BDF"/>
    <w:rsid w:val="00517592"/>
    <w:rsid w:val="005205F7"/>
    <w:rsid w:val="0052551B"/>
    <w:rsid w:val="005274B0"/>
    <w:rsid w:val="00530450"/>
    <w:rsid w:val="005305DB"/>
    <w:rsid w:val="0053127C"/>
    <w:rsid w:val="0053173D"/>
    <w:rsid w:val="00531E2A"/>
    <w:rsid w:val="005346E1"/>
    <w:rsid w:val="0053705B"/>
    <w:rsid w:val="00540D2A"/>
    <w:rsid w:val="0054186A"/>
    <w:rsid w:val="0054667A"/>
    <w:rsid w:val="00555B1C"/>
    <w:rsid w:val="00556646"/>
    <w:rsid w:val="005677CC"/>
    <w:rsid w:val="00572D16"/>
    <w:rsid w:val="00573EB5"/>
    <w:rsid w:val="00584802"/>
    <w:rsid w:val="00587F5E"/>
    <w:rsid w:val="005A06D1"/>
    <w:rsid w:val="005A4DAE"/>
    <w:rsid w:val="005C1D5D"/>
    <w:rsid w:val="005C3476"/>
    <w:rsid w:val="005C5292"/>
    <w:rsid w:val="005C66AC"/>
    <w:rsid w:val="005D378D"/>
    <w:rsid w:val="005D5739"/>
    <w:rsid w:val="005E0313"/>
    <w:rsid w:val="005E05D2"/>
    <w:rsid w:val="005E2D43"/>
    <w:rsid w:val="005F2B06"/>
    <w:rsid w:val="005F492A"/>
    <w:rsid w:val="005F5CC9"/>
    <w:rsid w:val="005F75C6"/>
    <w:rsid w:val="00600565"/>
    <w:rsid w:val="00601A12"/>
    <w:rsid w:val="00612935"/>
    <w:rsid w:val="00615A85"/>
    <w:rsid w:val="0061667D"/>
    <w:rsid w:val="006202FD"/>
    <w:rsid w:val="00630348"/>
    <w:rsid w:val="0063096A"/>
    <w:rsid w:val="00632247"/>
    <w:rsid w:val="00633619"/>
    <w:rsid w:val="00642044"/>
    <w:rsid w:val="00647450"/>
    <w:rsid w:val="00651310"/>
    <w:rsid w:val="006518E5"/>
    <w:rsid w:val="00655D5C"/>
    <w:rsid w:val="00656799"/>
    <w:rsid w:val="006603F4"/>
    <w:rsid w:val="006656AA"/>
    <w:rsid w:val="00666CAF"/>
    <w:rsid w:val="006779C1"/>
    <w:rsid w:val="006801CD"/>
    <w:rsid w:val="00687899"/>
    <w:rsid w:val="00687F4E"/>
    <w:rsid w:val="006A09FF"/>
    <w:rsid w:val="006A2A95"/>
    <w:rsid w:val="006D2663"/>
    <w:rsid w:val="006F0FD3"/>
    <w:rsid w:val="006F1D28"/>
    <w:rsid w:val="006F7D72"/>
    <w:rsid w:val="007014FE"/>
    <w:rsid w:val="00703F12"/>
    <w:rsid w:val="007041D8"/>
    <w:rsid w:val="007070B5"/>
    <w:rsid w:val="00711B5F"/>
    <w:rsid w:val="00712AF2"/>
    <w:rsid w:val="007149A4"/>
    <w:rsid w:val="00715CBC"/>
    <w:rsid w:val="007173DB"/>
    <w:rsid w:val="0071772A"/>
    <w:rsid w:val="00720960"/>
    <w:rsid w:val="00723CEB"/>
    <w:rsid w:val="00727303"/>
    <w:rsid w:val="00727987"/>
    <w:rsid w:val="00733C16"/>
    <w:rsid w:val="007441B1"/>
    <w:rsid w:val="00744BA6"/>
    <w:rsid w:val="00744C31"/>
    <w:rsid w:val="007502B6"/>
    <w:rsid w:val="00754477"/>
    <w:rsid w:val="007636EF"/>
    <w:rsid w:val="007749D4"/>
    <w:rsid w:val="007773A4"/>
    <w:rsid w:val="00777D3E"/>
    <w:rsid w:val="00781650"/>
    <w:rsid w:val="00784BF6"/>
    <w:rsid w:val="007862ED"/>
    <w:rsid w:val="00786570"/>
    <w:rsid w:val="00786975"/>
    <w:rsid w:val="00792968"/>
    <w:rsid w:val="00796387"/>
    <w:rsid w:val="00796BF3"/>
    <w:rsid w:val="007A2D47"/>
    <w:rsid w:val="007B2906"/>
    <w:rsid w:val="007B2990"/>
    <w:rsid w:val="007B509A"/>
    <w:rsid w:val="007C3C9B"/>
    <w:rsid w:val="007C506F"/>
    <w:rsid w:val="007D134B"/>
    <w:rsid w:val="007E0EBE"/>
    <w:rsid w:val="007E355F"/>
    <w:rsid w:val="007E69D5"/>
    <w:rsid w:val="007E754C"/>
    <w:rsid w:val="007F1681"/>
    <w:rsid w:val="007F5E7F"/>
    <w:rsid w:val="007F7A70"/>
    <w:rsid w:val="0080098A"/>
    <w:rsid w:val="00806202"/>
    <w:rsid w:val="00812F79"/>
    <w:rsid w:val="00815EEE"/>
    <w:rsid w:val="00815EFD"/>
    <w:rsid w:val="0083057B"/>
    <w:rsid w:val="00832318"/>
    <w:rsid w:val="00833E7F"/>
    <w:rsid w:val="008360A4"/>
    <w:rsid w:val="00836807"/>
    <w:rsid w:val="00843CD7"/>
    <w:rsid w:val="00846C36"/>
    <w:rsid w:val="00861584"/>
    <w:rsid w:val="0087187B"/>
    <w:rsid w:val="0087419F"/>
    <w:rsid w:val="00876DC9"/>
    <w:rsid w:val="0088028C"/>
    <w:rsid w:val="00883B33"/>
    <w:rsid w:val="00884F34"/>
    <w:rsid w:val="00887417"/>
    <w:rsid w:val="00891702"/>
    <w:rsid w:val="00891B8D"/>
    <w:rsid w:val="008942EB"/>
    <w:rsid w:val="00895A6F"/>
    <w:rsid w:val="00896CC7"/>
    <w:rsid w:val="008A79EA"/>
    <w:rsid w:val="008B65AB"/>
    <w:rsid w:val="008B6EF6"/>
    <w:rsid w:val="008B7236"/>
    <w:rsid w:val="008C11AA"/>
    <w:rsid w:val="008C728B"/>
    <w:rsid w:val="008E2CCF"/>
    <w:rsid w:val="008F0F98"/>
    <w:rsid w:val="008F2AF8"/>
    <w:rsid w:val="008F7E2A"/>
    <w:rsid w:val="0090317B"/>
    <w:rsid w:val="00905953"/>
    <w:rsid w:val="00912402"/>
    <w:rsid w:val="00912B17"/>
    <w:rsid w:val="00913A2B"/>
    <w:rsid w:val="0091452C"/>
    <w:rsid w:val="00921F9B"/>
    <w:rsid w:val="00922272"/>
    <w:rsid w:val="00933AB7"/>
    <w:rsid w:val="009447F7"/>
    <w:rsid w:val="00945794"/>
    <w:rsid w:val="009479EF"/>
    <w:rsid w:val="00952EF7"/>
    <w:rsid w:val="00954D3B"/>
    <w:rsid w:val="00962160"/>
    <w:rsid w:val="00962472"/>
    <w:rsid w:val="00974157"/>
    <w:rsid w:val="00977F5C"/>
    <w:rsid w:val="00982788"/>
    <w:rsid w:val="00983EF1"/>
    <w:rsid w:val="00991D6E"/>
    <w:rsid w:val="009A681B"/>
    <w:rsid w:val="009A7721"/>
    <w:rsid w:val="009B5ECB"/>
    <w:rsid w:val="009C01E3"/>
    <w:rsid w:val="009C2E22"/>
    <w:rsid w:val="009C2F2B"/>
    <w:rsid w:val="009C5C5E"/>
    <w:rsid w:val="009D2570"/>
    <w:rsid w:val="009E0536"/>
    <w:rsid w:val="009E33E9"/>
    <w:rsid w:val="009E3B6A"/>
    <w:rsid w:val="009F5840"/>
    <w:rsid w:val="00A00A7E"/>
    <w:rsid w:val="00A03C08"/>
    <w:rsid w:val="00A070C0"/>
    <w:rsid w:val="00A0783C"/>
    <w:rsid w:val="00A16622"/>
    <w:rsid w:val="00A23FA0"/>
    <w:rsid w:val="00A33257"/>
    <w:rsid w:val="00A3710C"/>
    <w:rsid w:val="00A429BB"/>
    <w:rsid w:val="00A476AF"/>
    <w:rsid w:val="00A47FC3"/>
    <w:rsid w:val="00A5181E"/>
    <w:rsid w:val="00A51ABE"/>
    <w:rsid w:val="00A520AD"/>
    <w:rsid w:val="00A53427"/>
    <w:rsid w:val="00A676E0"/>
    <w:rsid w:val="00A67D0D"/>
    <w:rsid w:val="00A743CF"/>
    <w:rsid w:val="00A754F6"/>
    <w:rsid w:val="00A76318"/>
    <w:rsid w:val="00A83FEF"/>
    <w:rsid w:val="00A93BCF"/>
    <w:rsid w:val="00A96999"/>
    <w:rsid w:val="00A97BB5"/>
    <w:rsid w:val="00AA5C75"/>
    <w:rsid w:val="00AB35F0"/>
    <w:rsid w:val="00AB7989"/>
    <w:rsid w:val="00AC265D"/>
    <w:rsid w:val="00AC5B0C"/>
    <w:rsid w:val="00AD16D0"/>
    <w:rsid w:val="00AD78B5"/>
    <w:rsid w:val="00AF715A"/>
    <w:rsid w:val="00B04B3B"/>
    <w:rsid w:val="00B13739"/>
    <w:rsid w:val="00B1419E"/>
    <w:rsid w:val="00B15E2E"/>
    <w:rsid w:val="00B15F69"/>
    <w:rsid w:val="00B16313"/>
    <w:rsid w:val="00B21A64"/>
    <w:rsid w:val="00B2415B"/>
    <w:rsid w:val="00B300C5"/>
    <w:rsid w:val="00B30330"/>
    <w:rsid w:val="00B33FCB"/>
    <w:rsid w:val="00B40366"/>
    <w:rsid w:val="00B40984"/>
    <w:rsid w:val="00B43502"/>
    <w:rsid w:val="00B438BD"/>
    <w:rsid w:val="00B43C84"/>
    <w:rsid w:val="00B469B5"/>
    <w:rsid w:val="00B52D5B"/>
    <w:rsid w:val="00B53544"/>
    <w:rsid w:val="00B568E6"/>
    <w:rsid w:val="00B608D5"/>
    <w:rsid w:val="00B6273A"/>
    <w:rsid w:val="00B7075A"/>
    <w:rsid w:val="00B70D0D"/>
    <w:rsid w:val="00B71FC4"/>
    <w:rsid w:val="00B765B4"/>
    <w:rsid w:val="00B77E7D"/>
    <w:rsid w:val="00B95F01"/>
    <w:rsid w:val="00BA09D2"/>
    <w:rsid w:val="00BA556D"/>
    <w:rsid w:val="00BA5DED"/>
    <w:rsid w:val="00BB182F"/>
    <w:rsid w:val="00BB6850"/>
    <w:rsid w:val="00BB6B59"/>
    <w:rsid w:val="00BB7666"/>
    <w:rsid w:val="00BC014A"/>
    <w:rsid w:val="00BC24B1"/>
    <w:rsid w:val="00BC4164"/>
    <w:rsid w:val="00BC43D1"/>
    <w:rsid w:val="00BC4C8C"/>
    <w:rsid w:val="00BC64E4"/>
    <w:rsid w:val="00BC7FA1"/>
    <w:rsid w:val="00BD4187"/>
    <w:rsid w:val="00BD4510"/>
    <w:rsid w:val="00BD666F"/>
    <w:rsid w:val="00BE1011"/>
    <w:rsid w:val="00BE2DEF"/>
    <w:rsid w:val="00BE68B1"/>
    <w:rsid w:val="00BE7E4D"/>
    <w:rsid w:val="00BF5394"/>
    <w:rsid w:val="00C109C3"/>
    <w:rsid w:val="00C15539"/>
    <w:rsid w:val="00C2031C"/>
    <w:rsid w:val="00C24F1C"/>
    <w:rsid w:val="00C368C8"/>
    <w:rsid w:val="00C36F1E"/>
    <w:rsid w:val="00C37AB0"/>
    <w:rsid w:val="00C40FFA"/>
    <w:rsid w:val="00C45949"/>
    <w:rsid w:val="00C45FFC"/>
    <w:rsid w:val="00C47715"/>
    <w:rsid w:val="00C575DB"/>
    <w:rsid w:val="00C7567F"/>
    <w:rsid w:val="00C821FE"/>
    <w:rsid w:val="00C86055"/>
    <w:rsid w:val="00C960E7"/>
    <w:rsid w:val="00C96C9F"/>
    <w:rsid w:val="00C96E94"/>
    <w:rsid w:val="00CA1285"/>
    <w:rsid w:val="00CA4679"/>
    <w:rsid w:val="00CA646E"/>
    <w:rsid w:val="00CA648D"/>
    <w:rsid w:val="00CA72A1"/>
    <w:rsid w:val="00CB0E6C"/>
    <w:rsid w:val="00CB1170"/>
    <w:rsid w:val="00CB4120"/>
    <w:rsid w:val="00CB4379"/>
    <w:rsid w:val="00CB493E"/>
    <w:rsid w:val="00CB7527"/>
    <w:rsid w:val="00CC074C"/>
    <w:rsid w:val="00CC08A7"/>
    <w:rsid w:val="00CC2628"/>
    <w:rsid w:val="00CD212F"/>
    <w:rsid w:val="00CD35F3"/>
    <w:rsid w:val="00CE0430"/>
    <w:rsid w:val="00CE10FB"/>
    <w:rsid w:val="00CF7926"/>
    <w:rsid w:val="00D06226"/>
    <w:rsid w:val="00D06765"/>
    <w:rsid w:val="00D07FE6"/>
    <w:rsid w:val="00D14D14"/>
    <w:rsid w:val="00D1688D"/>
    <w:rsid w:val="00D2049C"/>
    <w:rsid w:val="00D27869"/>
    <w:rsid w:val="00D31A2B"/>
    <w:rsid w:val="00D330E4"/>
    <w:rsid w:val="00D34055"/>
    <w:rsid w:val="00D35496"/>
    <w:rsid w:val="00D36ED9"/>
    <w:rsid w:val="00D414BF"/>
    <w:rsid w:val="00D4212D"/>
    <w:rsid w:val="00D433F5"/>
    <w:rsid w:val="00D44654"/>
    <w:rsid w:val="00D5056B"/>
    <w:rsid w:val="00D51261"/>
    <w:rsid w:val="00D52BD1"/>
    <w:rsid w:val="00D565E2"/>
    <w:rsid w:val="00D80135"/>
    <w:rsid w:val="00D80848"/>
    <w:rsid w:val="00D82BC5"/>
    <w:rsid w:val="00D82DD7"/>
    <w:rsid w:val="00D839FA"/>
    <w:rsid w:val="00D9126A"/>
    <w:rsid w:val="00D96B67"/>
    <w:rsid w:val="00DA43D2"/>
    <w:rsid w:val="00DB162D"/>
    <w:rsid w:val="00DB688D"/>
    <w:rsid w:val="00DC284A"/>
    <w:rsid w:val="00DD1437"/>
    <w:rsid w:val="00DD2FEA"/>
    <w:rsid w:val="00DD377C"/>
    <w:rsid w:val="00DD4B18"/>
    <w:rsid w:val="00DE064E"/>
    <w:rsid w:val="00DE0AD7"/>
    <w:rsid w:val="00DE6A80"/>
    <w:rsid w:val="00DF05D0"/>
    <w:rsid w:val="00DF3C52"/>
    <w:rsid w:val="00E05904"/>
    <w:rsid w:val="00E069D4"/>
    <w:rsid w:val="00E20AEA"/>
    <w:rsid w:val="00E36EDE"/>
    <w:rsid w:val="00E37B1E"/>
    <w:rsid w:val="00E5437B"/>
    <w:rsid w:val="00E565A8"/>
    <w:rsid w:val="00E57032"/>
    <w:rsid w:val="00E672A4"/>
    <w:rsid w:val="00E72B43"/>
    <w:rsid w:val="00E77893"/>
    <w:rsid w:val="00E82535"/>
    <w:rsid w:val="00E85515"/>
    <w:rsid w:val="00E93E0B"/>
    <w:rsid w:val="00E9683F"/>
    <w:rsid w:val="00EA15A7"/>
    <w:rsid w:val="00EC13E8"/>
    <w:rsid w:val="00EC3B95"/>
    <w:rsid w:val="00EC6369"/>
    <w:rsid w:val="00ED73F8"/>
    <w:rsid w:val="00EE5757"/>
    <w:rsid w:val="00EF049E"/>
    <w:rsid w:val="00EF0D13"/>
    <w:rsid w:val="00EF49C0"/>
    <w:rsid w:val="00EF7926"/>
    <w:rsid w:val="00F020C2"/>
    <w:rsid w:val="00F024A4"/>
    <w:rsid w:val="00F07599"/>
    <w:rsid w:val="00F1162E"/>
    <w:rsid w:val="00F14BD3"/>
    <w:rsid w:val="00F23DD4"/>
    <w:rsid w:val="00F24197"/>
    <w:rsid w:val="00F2586C"/>
    <w:rsid w:val="00F25BC7"/>
    <w:rsid w:val="00F47F7F"/>
    <w:rsid w:val="00F537D9"/>
    <w:rsid w:val="00F54A7A"/>
    <w:rsid w:val="00F55E15"/>
    <w:rsid w:val="00F575AA"/>
    <w:rsid w:val="00F57DDA"/>
    <w:rsid w:val="00F61541"/>
    <w:rsid w:val="00F67A00"/>
    <w:rsid w:val="00F74598"/>
    <w:rsid w:val="00F82FC6"/>
    <w:rsid w:val="00F91ABB"/>
    <w:rsid w:val="00F965B9"/>
    <w:rsid w:val="00FA1FE1"/>
    <w:rsid w:val="00FA2DC7"/>
    <w:rsid w:val="00FA610C"/>
    <w:rsid w:val="00FB10BE"/>
    <w:rsid w:val="00FB53B5"/>
    <w:rsid w:val="00FB6837"/>
    <w:rsid w:val="00FB7C43"/>
    <w:rsid w:val="00FC2DE2"/>
    <w:rsid w:val="00FC4683"/>
    <w:rsid w:val="00FC5FFD"/>
    <w:rsid w:val="00FC604B"/>
    <w:rsid w:val="00FC668C"/>
    <w:rsid w:val="00FD004B"/>
    <w:rsid w:val="00FD28A6"/>
    <w:rsid w:val="00FD314F"/>
    <w:rsid w:val="00FD47C5"/>
    <w:rsid w:val="00FD6847"/>
    <w:rsid w:val="00FD7604"/>
    <w:rsid w:val="00FE052F"/>
    <w:rsid w:val="00FF398E"/>
    <w:rsid w:val="00FF3E96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B8A11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Title" w:qFormat="1"/>
    <w:lsdException w:name="Subtitle" w:qFormat="1"/>
    <w:lsdException w:name="Body Text 2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126A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43C9E"/>
    <w:pPr>
      <w:keepNext/>
      <w:jc w:val="center"/>
      <w:outlineLvl w:val="0"/>
    </w:pPr>
    <w:rPr>
      <w:rFonts w:eastAsia="Batang"/>
      <w:color w:val="0000FF"/>
      <w:sz w:val="32"/>
      <w:szCs w:val="20"/>
      <w:lang w:val="x-none" w:eastAsia="uk-UA"/>
    </w:rPr>
  </w:style>
  <w:style w:type="paragraph" w:styleId="2">
    <w:name w:val="heading 2"/>
    <w:basedOn w:val="a"/>
    <w:next w:val="a"/>
    <w:link w:val="20"/>
    <w:qFormat/>
    <w:rsid w:val="00143C9E"/>
    <w:pPr>
      <w:keepNext/>
      <w:jc w:val="center"/>
      <w:outlineLvl w:val="1"/>
    </w:pPr>
    <w:rPr>
      <w:rFonts w:eastAsia="Batang"/>
      <w:b/>
      <w:sz w:val="28"/>
      <w:szCs w:val="20"/>
      <w:lang w:val="x-none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3518A"/>
    <w:rPr>
      <w:rFonts w:eastAsia="Batang"/>
      <w:color w:val="0000FF"/>
      <w:sz w:val="32"/>
      <w:lang w:eastAsia="uk-UA"/>
    </w:rPr>
  </w:style>
  <w:style w:type="character" w:customStyle="1" w:styleId="20">
    <w:name w:val="Заголовок 2 Знак"/>
    <w:link w:val="2"/>
    <w:rsid w:val="0043518A"/>
    <w:rPr>
      <w:rFonts w:eastAsia="Batang"/>
      <w:b/>
      <w:sz w:val="28"/>
      <w:lang w:eastAsia="uk-UA"/>
    </w:rPr>
  </w:style>
  <w:style w:type="paragraph" w:styleId="a3">
    <w:name w:val="Balloon Text"/>
    <w:basedOn w:val="a"/>
    <w:link w:val="a4"/>
    <w:uiPriority w:val="99"/>
    <w:semiHidden/>
    <w:rsid w:val="00271A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65AB"/>
    <w:rPr>
      <w:rFonts w:ascii="Tahoma" w:hAnsi="Tahoma" w:cs="Tahoma"/>
      <w:sz w:val="16"/>
      <w:szCs w:val="16"/>
      <w:lang w:val="ru-RU" w:eastAsia="ru-RU"/>
    </w:rPr>
  </w:style>
  <w:style w:type="character" w:styleId="a5">
    <w:name w:val="Hyperlink"/>
    <w:uiPriority w:val="99"/>
    <w:rsid w:val="00CE10FB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C1553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43518A"/>
    <w:rPr>
      <w:sz w:val="24"/>
      <w:szCs w:val="24"/>
    </w:rPr>
  </w:style>
  <w:style w:type="paragraph" w:styleId="a8">
    <w:name w:val="footer"/>
    <w:basedOn w:val="a"/>
    <w:rsid w:val="00C15539"/>
    <w:pPr>
      <w:tabs>
        <w:tab w:val="center" w:pos="4677"/>
        <w:tab w:val="right" w:pos="9355"/>
      </w:tabs>
    </w:pPr>
  </w:style>
  <w:style w:type="paragraph" w:customStyle="1" w:styleId="a9">
    <w:name w:val="Знак Знак Знак Знак"/>
    <w:basedOn w:val="a"/>
    <w:rsid w:val="006801CD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F54A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54A7A"/>
    <w:rPr>
      <w:rFonts w:ascii="Courier New" w:hAnsi="Courier New" w:cs="Courier New"/>
    </w:rPr>
  </w:style>
  <w:style w:type="paragraph" w:styleId="aa">
    <w:name w:val="List Paragraph"/>
    <w:basedOn w:val="a"/>
    <w:uiPriority w:val="34"/>
    <w:qFormat/>
    <w:rsid w:val="00FB53B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b">
    <w:name w:val="page number"/>
    <w:basedOn w:val="a0"/>
    <w:rsid w:val="00843CD7"/>
  </w:style>
  <w:style w:type="paragraph" w:styleId="ac">
    <w:name w:val="caption"/>
    <w:basedOn w:val="a"/>
    <w:next w:val="a"/>
    <w:qFormat/>
    <w:rsid w:val="002B3791"/>
    <w:rPr>
      <w:rFonts w:eastAsia="Calibri"/>
      <w:szCs w:val="20"/>
    </w:rPr>
  </w:style>
  <w:style w:type="paragraph" w:styleId="21">
    <w:name w:val="Body Text 2"/>
    <w:basedOn w:val="a"/>
    <w:link w:val="22"/>
    <w:uiPriority w:val="99"/>
    <w:unhideWhenUsed/>
    <w:rsid w:val="00833E7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833E7F"/>
    <w:rPr>
      <w:sz w:val="24"/>
      <w:szCs w:val="24"/>
      <w:lang w:val="ru-RU" w:eastAsia="ru-RU"/>
    </w:rPr>
  </w:style>
  <w:style w:type="table" w:styleId="ad">
    <w:name w:val="Table Grid"/>
    <w:basedOn w:val="a1"/>
    <w:uiPriority w:val="39"/>
    <w:rsid w:val="00833E7F"/>
    <w:pPr>
      <w:jc w:val="center"/>
    </w:pPr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basedOn w:val="a0"/>
    <w:uiPriority w:val="20"/>
    <w:qFormat/>
    <w:rsid w:val="00974157"/>
    <w:rPr>
      <w:i/>
      <w:iCs/>
    </w:rPr>
  </w:style>
  <w:style w:type="paragraph" w:styleId="af">
    <w:name w:val="footnote text"/>
    <w:basedOn w:val="a"/>
    <w:link w:val="af0"/>
    <w:uiPriority w:val="99"/>
    <w:unhideWhenUsed/>
    <w:rsid w:val="008B65A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0">
    <w:name w:val="Текст сноски Знак"/>
    <w:basedOn w:val="a0"/>
    <w:link w:val="af"/>
    <w:uiPriority w:val="99"/>
    <w:rsid w:val="008B65AB"/>
    <w:rPr>
      <w:rFonts w:asciiTheme="minorHAnsi" w:eastAsiaTheme="minorHAnsi" w:hAnsiTheme="minorHAnsi" w:cstheme="minorBidi"/>
      <w:lang w:val="ru-RU" w:eastAsia="en-US"/>
    </w:rPr>
  </w:style>
  <w:style w:type="character" w:styleId="af1">
    <w:name w:val="footnote reference"/>
    <w:basedOn w:val="a0"/>
    <w:uiPriority w:val="99"/>
    <w:unhideWhenUsed/>
    <w:rsid w:val="008B65AB"/>
    <w:rPr>
      <w:vertAlign w:val="superscript"/>
    </w:rPr>
  </w:style>
  <w:style w:type="character" w:styleId="af2">
    <w:name w:val="FollowedHyperlink"/>
    <w:basedOn w:val="a0"/>
    <w:uiPriority w:val="99"/>
    <w:unhideWhenUsed/>
    <w:rsid w:val="00226A07"/>
    <w:rPr>
      <w:color w:val="800080"/>
      <w:u w:val="single"/>
    </w:rPr>
  </w:style>
  <w:style w:type="paragraph" w:customStyle="1" w:styleId="xl63">
    <w:name w:val="xl63"/>
    <w:basedOn w:val="a"/>
    <w:rsid w:val="00226A07"/>
    <w:pPr>
      <w:spacing w:before="100" w:beforeAutospacing="1" w:after="100" w:afterAutospacing="1"/>
    </w:pPr>
    <w:rPr>
      <w:sz w:val="28"/>
      <w:szCs w:val="28"/>
    </w:rPr>
  </w:style>
  <w:style w:type="paragraph" w:customStyle="1" w:styleId="xl64">
    <w:name w:val="xl64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66">
    <w:name w:val="xl66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67">
    <w:name w:val="xl67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68">
    <w:name w:val="xl68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69">
    <w:name w:val="xl69"/>
    <w:basedOn w:val="a"/>
    <w:rsid w:val="00226A07"/>
    <w:pPr>
      <w:spacing w:before="100" w:beforeAutospacing="1" w:after="100" w:afterAutospacing="1"/>
      <w:jc w:val="center"/>
      <w:textAlignment w:val="top"/>
    </w:pPr>
  </w:style>
  <w:style w:type="paragraph" w:customStyle="1" w:styleId="xl70">
    <w:name w:val="xl70"/>
    <w:basedOn w:val="a"/>
    <w:rsid w:val="00226A07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71">
    <w:name w:val="xl71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2">
    <w:name w:val="xl72"/>
    <w:basedOn w:val="a"/>
    <w:rsid w:val="00226A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  <w:color w:val="FF0000"/>
    </w:rPr>
  </w:style>
  <w:style w:type="paragraph" w:customStyle="1" w:styleId="xl73">
    <w:name w:val="xl73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  <w:color w:val="FF0000"/>
    </w:rPr>
  </w:style>
  <w:style w:type="paragraph" w:customStyle="1" w:styleId="xl74">
    <w:name w:val="xl74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226A07"/>
    <w:pPr>
      <w:shd w:val="clear" w:color="000000" w:fill="FDE9D9"/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"/>
    <w:rsid w:val="00226A07"/>
    <w:pPr>
      <w:shd w:val="clear" w:color="000000" w:fill="FFFFCC"/>
      <w:spacing w:before="100" w:beforeAutospacing="1" w:after="100" w:afterAutospacing="1"/>
    </w:pPr>
  </w:style>
  <w:style w:type="paragraph" w:customStyle="1" w:styleId="xl78">
    <w:name w:val="xl78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</w:pPr>
  </w:style>
  <w:style w:type="paragraph" w:customStyle="1" w:styleId="xl79">
    <w:name w:val="xl79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</w:style>
  <w:style w:type="paragraph" w:customStyle="1" w:styleId="xl81">
    <w:name w:val="xl81"/>
    <w:basedOn w:val="a"/>
    <w:rsid w:val="00226A07"/>
    <w:pPr>
      <w:shd w:val="clear" w:color="000000" w:fill="FDE9D9"/>
      <w:spacing w:before="100" w:beforeAutospacing="1" w:after="100" w:afterAutospacing="1"/>
      <w:jc w:val="center"/>
      <w:textAlignment w:val="top"/>
    </w:pPr>
  </w:style>
  <w:style w:type="paragraph" w:customStyle="1" w:styleId="xl82">
    <w:name w:val="xl82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</w:style>
  <w:style w:type="paragraph" w:customStyle="1" w:styleId="xl85">
    <w:name w:val="xl85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</w:style>
  <w:style w:type="paragraph" w:customStyle="1" w:styleId="xl86">
    <w:name w:val="xl86"/>
    <w:basedOn w:val="a"/>
    <w:rsid w:val="00226A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</w:style>
  <w:style w:type="paragraph" w:customStyle="1" w:styleId="xl87">
    <w:name w:val="xl87"/>
    <w:basedOn w:val="a"/>
    <w:rsid w:val="00226A0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8">
    <w:name w:val="xl88"/>
    <w:basedOn w:val="a"/>
    <w:rsid w:val="00226A0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9">
    <w:name w:val="xl89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0">
    <w:name w:val="xl90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1">
    <w:name w:val="xl91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2">
    <w:name w:val="xl92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top"/>
    </w:pPr>
  </w:style>
  <w:style w:type="paragraph" w:customStyle="1" w:styleId="xl93">
    <w:name w:val="xl93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</w:style>
  <w:style w:type="paragraph" w:customStyle="1" w:styleId="xl94">
    <w:name w:val="xl94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95">
    <w:name w:val="xl95"/>
    <w:basedOn w:val="a"/>
    <w:rsid w:val="00226A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6">
    <w:name w:val="xl96"/>
    <w:basedOn w:val="a"/>
    <w:rsid w:val="00226A07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7">
    <w:name w:val="xl97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226A07"/>
    <w:pPr>
      <w:pBdr>
        <w:left w:val="single" w:sz="4" w:space="0" w:color="auto"/>
        <w:bottom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9">
    <w:name w:val="xl99"/>
    <w:basedOn w:val="a"/>
    <w:rsid w:val="00226A07"/>
    <w:pPr>
      <w:pBdr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0">
    <w:name w:val="xl100"/>
    <w:basedOn w:val="a"/>
    <w:rsid w:val="00226A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1">
    <w:name w:val="xl101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2">
    <w:name w:val="xl102"/>
    <w:basedOn w:val="a"/>
    <w:rsid w:val="00226A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3">
    <w:name w:val="xl103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4">
    <w:name w:val="xl104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5">
    <w:name w:val="xl105"/>
    <w:basedOn w:val="a"/>
    <w:rsid w:val="00226A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6">
    <w:name w:val="xl106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7">
    <w:name w:val="xl107"/>
    <w:basedOn w:val="a"/>
    <w:rsid w:val="00226A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8">
    <w:name w:val="xl108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9">
    <w:name w:val="xl109"/>
    <w:basedOn w:val="a"/>
    <w:rsid w:val="00226A07"/>
    <w:pPr>
      <w:pBdr>
        <w:top w:val="single" w:sz="4" w:space="0" w:color="auto"/>
        <w:lef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0">
    <w:name w:val="xl110"/>
    <w:basedOn w:val="a"/>
    <w:rsid w:val="00226A07"/>
    <w:pPr>
      <w:pBdr>
        <w:top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1">
    <w:name w:val="xl111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12">
    <w:name w:val="xl112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4">
    <w:name w:val="xl114"/>
    <w:basedOn w:val="a"/>
    <w:rsid w:val="00226A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5">
    <w:name w:val="xl115"/>
    <w:basedOn w:val="a"/>
    <w:rsid w:val="00226A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6">
    <w:name w:val="xl116"/>
    <w:basedOn w:val="a"/>
    <w:rsid w:val="00226A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a"/>
    <w:rsid w:val="00226A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character" w:customStyle="1" w:styleId="x193iq5w">
    <w:name w:val="x193iq5w"/>
    <w:basedOn w:val="a0"/>
    <w:rsid w:val="0015300D"/>
  </w:style>
  <w:style w:type="character" w:styleId="af3">
    <w:name w:val="Strong"/>
    <w:basedOn w:val="a0"/>
    <w:uiPriority w:val="22"/>
    <w:qFormat/>
    <w:rsid w:val="0015300D"/>
    <w:rPr>
      <w:b/>
      <w:bCs/>
    </w:rPr>
  </w:style>
  <w:style w:type="paragraph" w:customStyle="1" w:styleId="xl118">
    <w:name w:val="xl118"/>
    <w:basedOn w:val="a"/>
    <w:rsid w:val="0091452C"/>
    <w:pPr>
      <w:pBdr>
        <w:top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9">
    <w:name w:val="xl119"/>
    <w:basedOn w:val="a"/>
    <w:rsid w:val="0091452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0">
    <w:name w:val="xl120"/>
    <w:basedOn w:val="a"/>
    <w:rsid w:val="00914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1">
    <w:name w:val="xl121"/>
    <w:basedOn w:val="a"/>
    <w:rsid w:val="009145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22">
    <w:name w:val="xl122"/>
    <w:basedOn w:val="a"/>
    <w:rsid w:val="009145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23">
    <w:name w:val="xl123"/>
    <w:basedOn w:val="a"/>
    <w:rsid w:val="0091452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24">
    <w:name w:val="xl124"/>
    <w:basedOn w:val="a"/>
    <w:rsid w:val="0091452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25">
    <w:name w:val="xl125"/>
    <w:basedOn w:val="a"/>
    <w:rsid w:val="00914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6">
    <w:name w:val="xl126"/>
    <w:basedOn w:val="a"/>
    <w:rsid w:val="00914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27">
    <w:name w:val="xl127"/>
    <w:basedOn w:val="a"/>
    <w:rsid w:val="00914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8">
    <w:name w:val="xl128"/>
    <w:basedOn w:val="a"/>
    <w:rsid w:val="00914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9">
    <w:name w:val="xl129"/>
    <w:basedOn w:val="a"/>
    <w:rsid w:val="00914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0">
    <w:name w:val="xl130"/>
    <w:basedOn w:val="a"/>
    <w:rsid w:val="0091452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31">
    <w:name w:val="xl131"/>
    <w:basedOn w:val="a"/>
    <w:rsid w:val="0091452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32">
    <w:name w:val="xl132"/>
    <w:basedOn w:val="a"/>
    <w:rsid w:val="0091452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33">
    <w:name w:val="xl133"/>
    <w:basedOn w:val="a"/>
    <w:rsid w:val="0091452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34">
    <w:name w:val="xl134"/>
    <w:basedOn w:val="a"/>
    <w:rsid w:val="0091452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5">
    <w:name w:val="xl135"/>
    <w:basedOn w:val="a"/>
    <w:rsid w:val="0091452C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6">
    <w:name w:val="xl136"/>
    <w:basedOn w:val="a"/>
    <w:rsid w:val="0091452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7">
    <w:name w:val="xl137"/>
    <w:basedOn w:val="a"/>
    <w:rsid w:val="0091452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8">
    <w:name w:val="xl138"/>
    <w:basedOn w:val="a"/>
    <w:rsid w:val="0091452C"/>
    <w:pPr>
      <w:pBdr>
        <w:top w:val="single" w:sz="4" w:space="0" w:color="auto"/>
        <w:bottom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9">
    <w:name w:val="xl139"/>
    <w:basedOn w:val="a"/>
    <w:rsid w:val="0091452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0">
    <w:name w:val="xl140"/>
    <w:basedOn w:val="a"/>
    <w:rsid w:val="00914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1">
    <w:name w:val="xl141"/>
    <w:basedOn w:val="a"/>
    <w:rsid w:val="00914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</w:pPr>
  </w:style>
  <w:style w:type="paragraph" w:customStyle="1" w:styleId="xl142">
    <w:name w:val="xl142"/>
    <w:basedOn w:val="a"/>
    <w:rsid w:val="0091452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3">
    <w:name w:val="xl143"/>
    <w:basedOn w:val="a"/>
    <w:rsid w:val="0091452C"/>
    <w:pPr>
      <w:pBdr>
        <w:top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4">
    <w:name w:val="xl144"/>
    <w:basedOn w:val="a"/>
    <w:rsid w:val="0091452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5">
    <w:name w:val="xl145"/>
    <w:basedOn w:val="a"/>
    <w:rsid w:val="0091452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D3F3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6">
    <w:name w:val="xl146"/>
    <w:basedOn w:val="a"/>
    <w:rsid w:val="0091452C"/>
    <w:pPr>
      <w:pBdr>
        <w:top w:val="single" w:sz="4" w:space="0" w:color="auto"/>
        <w:bottom w:val="single" w:sz="4" w:space="0" w:color="auto"/>
      </w:pBdr>
      <w:shd w:val="clear" w:color="000000" w:fill="FDD3F3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7">
    <w:name w:val="xl147"/>
    <w:basedOn w:val="a"/>
    <w:rsid w:val="0091452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D3F3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8">
    <w:name w:val="xl148"/>
    <w:basedOn w:val="a"/>
    <w:rsid w:val="00914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D3F3"/>
      <w:spacing w:before="100" w:beforeAutospacing="1" w:after="100" w:afterAutospacing="1"/>
      <w:jc w:val="center"/>
      <w:textAlignment w:val="top"/>
    </w:pPr>
  </w:style>
  <w:style w:type="paragraph" w:customStyle="1" w:styleId="xl149">
    <w:name w:val="xl149"/>
    <w:basedOn w:val="a"/>
    <w:rsid w:val="00914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D3F3"/>
      <w:spacing w:before="100" w:beforeAutospacing="1" w:after="100" w:afterAutospacing="1"/>
      <w:jc w:val="center"/>
      <w:textAlignment w:val="top"/>
    </w:pPr>
  </w:style>
  <w:style w:type="paragraph" w:customStyle="1" w:styleId="xl150">
    <w:name w:val="xl150"/>
    <w:basedOn w:val="a"/>
    <w:rsid w:val="0091452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51">
    <w:name w:val="xl151"/>
    <w:basedOn w:val="a"/>
    <w:rsid w:val="00914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D3F3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2">
    <w:name w:val="xl152"/>
    <w:basedOn w:val="a"/>
    <w:rsid w:val="00914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D3F3"/>
      <w:spacing w:before="100" w:beforeAutospacing="1" w:after="100" w:afterAutospacing="1"/>
      <w:jc w:val="center"/>
      <w:textAlignment w:val="top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Title" w:qFormat="1"/>
    <w:lsdException w:name="Subtitle" w:qFormat="1"/>
    <w:lsdException w:name="Body Text 2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126A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43C9E"/>
    <w:pPr>
      <w:keepNext/>
      <w:jc w:val="center"/>
      <w:outlineLvl w:val="0"/>
    </w:pPr>
    <w:rPr>
      <w:rFonts w:eastAsia="Batang"/>
      <w:color w:val="0000FF"/>
      <w:sz w:val="32"/>
      <w:szCs w:val="20"/>
      <w:lang w:val="x-none" w:eastAsia="uk-UA"/>
    </w:rPr>
  </w:style>
  <w:style w:type="paragraph" w:styleId="2">
    <w:name w:val="heading 2"/>
    <w:basedOn w:val="a"/>
    <w:next w:val="a"/>
    <w:link w:val="20"/>
    <w:qFormat/>
    <w:rsid w:val="00143C9E"/>
    <w:pPr>
      <w:keepNext/>
      <w:jc w:val="center"/>
      <w:outlineLvl w:val="1"/>
    </w:pPr>
    <w:rPr>
      <w:rFonts w:eastAsia="Batang"/>
      <w:b/>
      <w:sz w:val="28"/>
      <w:szCs w:val="20"/>
      <w:lang w:val="x-none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3518A"/>
    <w:rPr>
      <w:rFonts w:eastAsia="Batang"/>
      <w:color w:val="0000FF"/>
      <w:sz w:val="32"/>
      <w:lang w:eastAsia="uk-UA"/>
    </w:rPr>
  </w:style>
  <w:style w:type="character" w:customStyle="1" w:styleId="20">
    <w:name w:val="Заголовок 2 Знак"/>
    <w:link w:val="2"/>
    <w:rsid w:val="0043518A"/>
    <w:rPr>
      <w:rFonts w:eastAsia="Batang"/>
      <w:b/>
      <w:sz w:val="28"/>
      <w:lang w:eastAsia="uk-UA"/>
    </w:rPr>
  </w:style>
  <w:style w:type="paragraph" w:styleId="a3">
    <w:name w:val="Balloon Text"/>
    <w:basedOn w:val="a"/>
    <w:link w:val="a4"/>
    <w:uiPriority w:val="99"/>
    <w:semiHidden/>
    <w:rsid w:val="00271A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65AB"/>
    <w:rPr>
      <w:rFonts w:ascii="Tahoma" w:hAnsi="Tahoma" w:cs="Tahoma"/>
      <w:sz w:val="16"/>
      <w:szCs w:val="16"/>
      <w:lang w:val="ru-RU" w:eastAsia="ru-RU"/>
    </w:rPr>
  </w:style>
  <w:style w:type="character" w:styleId="a5">
    <w:name w:val="Hyperlink"/>
    <w:uiPriority w:val="99"/>
    <w:rsid w:val="00CE10FB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C1553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43518A"/>
    <w:rPr>
      <w:sz w:val="24"/>
      <w:szCs w:val="24"/>
    </w:rPr>
  </w:style>
  <w:style w:type="paragraph" w:styleId="a8">
    <w:name w:val="footer"/>
    <w:basedOn w:val="a"/>
    <w:rsid w:val="00C15539"/>
    <w:pPr>
      <w:tabs>
        <w:tab w:val="center" w:pos="4677"/>
        <w:tab w:val="right" w:pos="9355"/>
      </w:tabs>
    </w:pPr>
  </w:style>
  <w:style w:type="paragraph" w:customStyle="1" w:styleId="a9">
    <w:name w:val="Знак Знак Знак Знак"/>
    <w:basedOn w:val="a"/>
    <w:rsid w:val="006801CD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F54A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54A7A"/>
    <w:rPr>
      <w:rFonts w:ascii="Courier New" w:hAnsi="Courier New" w:cs="Courier New"/>
    </w:rPr>
  </w:style>
  <w:style w:type="paragraph" w:styleId="aa">
    <w:name w:val="List Paragraph"/>
    <w:basedOn w:val="a"/>
    <w:uiPriority w:val="34"/>
    <w:qFormat/>
    <w:rsid w:val="00FB53B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b">
    <w:name w:val="page number"/>
    <w:basedOn w:val="a0"/>
    <w:rsid w:val="00843CD7"/>
  </w:style>
  <w:style w:type="paragraph" w:styleId="ac">
    <w:name w:val="caption"/>
    <w:basedOn w:val="a"/>
    <w:next w:val="a"/>
    <w:qFormat/>
    <w:rsid w:val="002B3791"/>
    <w:rPr>
      <w:rFonts w:eastAsia="Calibri"/>
      <w:szCs w:val="20"/>
    </w:rPr>
  </w:style>
  <w:style w:type="paragraph" w:styleId="21">
    <w:name w:val="Body Text 2"/>
    <w:basedOn w:val="a"/>
    <w:link w:val="22"/>
    <w:uiPriority w:val="99"/>
    <w:unhideWhenUsed/>
    <w:rsid w:val="00833E7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833E7F"/>
    <w:rPr>
      <w:sz w:val="24"/>
      <w:szCs w:val="24"/>
      <w:lang w:val="ru-RU" w:eastAsia="ru-RU"/>
    </w:rPr>
  </w:style>
  <w:style w:type="table" w:styleId="ad">
    <w:name w:val="Table Grid"/>
    <w:basedOn w:val="a1"/>
    <w:uiPriority w:val="39"/>
    <w:rsid w:val="00833E7F"/>
    <w:pPr>
      <w:jc w:val="center"/>
    </w:pPr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basedOn w:val="a0"/>
    <w:uiPriority w:val="20"/>
    <w:qFormat/>
    <w:rsid w:val="00974157"/>
    <w:rPr>
      <w:i/>
      <w:iCs/>
    </w:rPr>
  </w:style>
  <w:style w:type="paragraph" w:styleId="af">
    <w:name w:val="footnote text"/>
    <w:basedOn w:val="a"/>
    <w:link w:val="af0"/>
    <w:uiPriority w:val="99"/>
    <w:unhideWhenUsed/>
    <w:rsid w:val="008B65A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0">
    <w:name w:val="Текст сноски Знак"/>
    <w:basedOn w:val="a0"/>
    <w:link w:val="af"/>
    <w:uiPriority w:val="99"/>
    <w:rsid w:val="008B65AB"/>
    <w:rPr>
      <w:rFonts w:asciiTheme="minorHAnsi" w:eastAsiaTheme="minorHAnsi" w:hAnsiTheme="minorHAnsi" w:cstheme="minorBidi"/>
      <w:lang w:val="ru-RU" w:eastAsia="en-US"/>
    </w:rPr>
  </w:style>
  <w:style w:type="character" w:styleId="af1">
    <w:name w:val="footnote reference"/>
    <w:basedOn w:val="a0"/>
    <w:uiPriority w:val="99"/>
    <w:unhideWhenUsed/>
    <w:rsid w:val="008B65AB"/>
    <w:rPr>
      <w:vertAlign w:val="superscript"/>
    </w:rPr>
  </w:style>
  <w:style w:type="character" w:styleId="af2">
    <w:name w:val="FollowedHyperlink"/>
    <w:basedOn w:val="a0"/>
    <w:uiPriority w:val="99"/>
    <w:unhideWhenUsed/>
    <w:rsid w:val="00226A07"/>
    <w:rPr>
      <w:color w:val="800080"/>
      <w:u w:val="single"/>
    </w:rPr>
  </w:style>
  <w:style w:type="paragraph" w:customStyle="1" w:styleId="xl63">
    <w:name w:val="xl63"/>
    <w:basedOn w:val="a"/>
    <w:rsid w:val="00226A07"/>
    <w:pPr>
      <w:spacing w:before="100" w:beforeAutospacing="1" w:after="100" w:afterAutospacing="1"/>
    </w:pPr>
    <w:rPr>
      <w:sz w:val="28"/>
      <w:szCs w:val="28"/>
    </w:rPr>
  </w:style>
  <w:style w:type="paragraph" w:customStyle="1" w:styleId="xl64">
    <w:name w:val="xl64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66">
    <w:name w:val="xl66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67">
    <w:name w:val="xl67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68">
    <w:name w:val="xl68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69">
    <w:name w:val="xl69"/>
    <w:basedOn w:val="a"/>
    <w:rsid w:val="00226A07"/>
    <w:pPr>
      <w:spacing w:before="100" w:beforeAutospacing="1" w:after="100" w:afterAutospacing="1"/>
      <w:jc w:val="center"/>
      <w:textAlignment w:val="top"/>
    </w:pPr>
  </w:style>
  <w:style w:type="paragraph" w:customStyle="1" w:styleId="xl70">
    <w:name w:val="xl70"/>
    <w:basedOn w:val="a"/>
    <w:rsid w:val="00226A07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71">
    <w:name w:val="xl71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2">
    <w:name w:val="xl72"/>
    <w:basedOn w:val="a"/>
    <w:rsid w:val="00226A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  <w:color w:val="FF0000"/>
    </w:rPr>
  </w:style>
  <w:style w:type="paragraph" w:customStyle="1" w:styleId="xl73">
    <w:name w:val="xl73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  <w:color w:val="FF0000"/>
    </w:rPr>
  </w:style>
  <w:style w:type="paragraph" w:customStyle="1" w:styleId="xl74">
    <w:name w:val="xl74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226A07"/>
    <w:pPr>
      <w:shd w:val="clear" w:color="000000" w:fill="FDE9D9"/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"/>
    <w:rsid w:val="00226A07"/>
    <w:pPr>
      <w:shd w:val="clear" w:color="000000" w:fill="FFFFCC"/>
      <w:spacing w:before="100" w:beforeAutospacing="1" w:after="100" w:afterAutospacing="1"/>
    </w:pPr>
  </w:style>
  <w:style w:type="paragraph" w:customStyle="1" w:styleId="xl78">
    <w:name w:val="xl78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</w:pPr>
  </w:style>
  <w:style w:type="paragraph" w:customStyle="1" w:styleId="xl79">
    <w:name w:val="xl79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</w:style>
  <w:style w:type="paragraph" w:customStyle="1" w:styleId="xl81">
    <w:name w:val="xl81"/>
    <w:basedOn w:val="a"/>
    <w:rsid w:val="00226A07"/>
    <w:pPr>
      <w:shd w:val="clear" w:color="000000" w:fill="FDE9D9"/>
      <w:spacing w:before="100" w:beforeAutospacing="1" w:after="100" w:afterAutospacing="1"/>
      <w:jc w:val="center"/>
      <w:textAlignment w:val="top"/>
    </w:pPr>
  </w:style>
  <w:style w:type="paragraph" w:customStyle="1" w:styleId="xl82">
    <w:name w:val="xl82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</w:style>
  <w:style w:type="paragraph" w:customStyle="1" w:styleId="xl85">
    <w:name w:val="xl85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</w:style>
  <w:style w:type="paragraph" w:customStyle="1" w:styleId="xl86">
    <w:name w:val="xl86"/>
    <w:basedOn w:val="a"/>
    <w:rsid w:val="00226A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</w:style>
  <w:style w:type="paragraph" w:customStyle="1" w:styleId="xl87">
    <w:name w:val="xl87"/>
    <w:basedOn w:val="a"/>
    <w:rsid w:val="00226A0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8">
    <w:name w:val="xl88"/>
    <w:basedOn w:val="a"/>
    <w:rsid w:val="00226A0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9">
    <w:name w:val="xl89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0">
    <w:name w:val="xl90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1">
    <w:name w:val="xl91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2">
    <w:name w:val="xl92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top"/>
    </w:pPr>
  </w:style>
  <w:style w:type="paragraph" w:customStyle="1" w:styleId="xl93">
    <w:name w:val="xl93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</w:style>
  <w:style w:type="paragraph" w:customStyle="1" w:styleId="xl94">
    <w:name w:val="xl94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95">
    <w:name w:val="xl95"/>
    <w:basedOn w:val="a"/>
    <w:rsid w:val="00226A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6">
    <w:name w:val="xl96"/>
    <w:basedOn w:val="a"/>
    <w:rsid w:val="00226A07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7">
    <w:name w:val="xl97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226A07"/>
    <w:pPr>
      <w:pBdr>
        <w:left w:val="single" w:sz="4" w:space="0" w:color="auto"/>
        <w:bottom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9">
    <w:name w:val="xl99"/>
    <w:basedOn w:val="a"/>
    <w:rsid w:val="00226A07"/>
    <w:pPr>
      <w:pBdr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0">
    <w:name w:val="xl100"/>
    <w:basedOn w:val="a"/>
    <w:rsid w:val="00226A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1">
    <w:name w:val="xl101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2">
    <w:name w:val="xl102"/>
    <w:basedOn w:val="a"/>
    <w:rsid w:val="00226A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3">
    <w:name w:val="xl103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4">
    <w:name w:val="xl104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5">
    <w:name w:val="xl105"/>
    <w:basedOn w:val="a"/>
    <w:rsid w:val="00226A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6">
    <w:name w:val="xl106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7">
    <w:name w:val="xl107"/>
    <w:basedOn w:val="a"/>
    <w:rsid w:val="00226A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8">
    <w:name w:val="xl108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9">
    <w:name w:val="xl109"/>
    <w:basedOn w:val="a"/>
    <w:rsid w:val="00226A07"/>
    <w:pPr>
      <w:pBdr>
        <w:top w:val="single" w:sz="4" w:space="0" w:color="auto"/>
        <w:lef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0">
    <w:name w:val="xl110"/>
    <w:basedOn w:val="a"/>
    <w:rsid w:val="00226A07"/>
    <w:pPr>
      <w:pBdr>
        <w:top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1">
    <w:name w:val="xl111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12">
    <w:name w:val="xl112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4">
    <w:name w:val="xl114"/>
    <w:basedOn w:val="a"/>
    <w:rsid w:val="00226A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5">
    <w:name w:val="xl115"/>
    <w:basedOn w:val="a"/>
    <w:rsid w:val="00226A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6">
    <w:name w:val="xl116"/>
    <w:basedOn w:val="a"/>
    <w:rsid w:val="00226A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a"/>
    <w:rsid w:val="00226A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character" w:customStyle="1" w:styleId="x193iq5w">
    <w:name w:val="x193iq5w"/>
    <w:basedOn w:val="a0"/>
    <w:rsid w:val="0015300D"/>
  </w:style>
  <w:style w:type="character" w:styleId="af3">
    <w:name w:val="Strong"/>
    <w:basedOn w:val="a0"/>
    <w:uiPriority w:val="22"/>
    <w:qFormat/>
    <w:rsid w:val="0015300D"/>
    <w:rPr>
      <w:b/>
      <w:bCs/>
    </w:rPr>
  </w:style>
  <w:style w:type="paragraph" w:customStyle="1" w:styleId="xl118">
    <w:name w:val="xl118"/>
    <w:basedOn w:val="a"/>
    <w:rsid w:val="0091452C"/>
    <w:pPr>
      <w:pBdr>
        <w:top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9">
    <w:name w:val="xl119"/>
    <w:basedOn w:val="a"/>
    <w:rsid w:val="0091452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0">
    <w:name w:val="xl120"/>
    <w:basedOn w:val="a"/>
    <w:rsid w:val="00914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1">
    <w:name w:val="xl121"/>
    <w:basedOn w:val="a"/>
    <w:rsid w:val="009145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22">
    <w:name w:val="xl122"/>
    <w:basedOn w:val="a"/>
    <w:rsid w:val="009145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23">
    <w:name w:val="xl123"/>
    <w:basedOn w:val="a"/>
    <w:rsid w:val="0091452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24">
    <w:name w:val="xl124"/>
    <w:basedOn w:val="a"/>
    <w:rsid w:val="0091452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25">
    <w:name w:val="xl125"/>
    <w:basedOn w:val="a"/>
    <w:rsid w:val="00914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6">
    <w:name w:val="xl126"/>
    <w:basedOn w:val="a"/>
    <w:rsid w:val="00914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27">
    <w:name w:val="xl127"/>
    <w:basedOn w:val="a"/>
    <w:rsid w:val="00914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8">
    <w:name w:val="xl128"/>
    <w:basedOn w:val="a"/>
    <w:rsid w:val="00914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9">
    <w:name w:val="xl129"/>
    <w:basedOn w:val="a"/>
    <w:rsid w:val="00914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0">
    <w:name w:val="xl130"/>
    <w:basedOn w:val="a"/>
    <w:rsid w:val="0091452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31">
    <w:name w:val="xl131"/>
    <w:basedOn w:val="a"/>
    <w:rsid w:val="0091452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32">
    <w:name w:val="xl132"/>
    <w:basedOn w:val="a"/>
    <w:rsid w:val="0091452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33">
    <w:name w:val="xl133"/>
    <w:basedOn w:val="a"/>
    <w:rsid w:val="0091452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34">
    <w:name w:val="xl134"/>
    <w:basedOn w:val="a"/>
    <w:rsid w:val="0091452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5">
    <w:name w:val="xl135"/>
    <w:basedOn w:val="a"/>
    <w:rsid w:val="0091452C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6">
    <w:name w:val="xl136"/>
    <w:basedOn w:val="a"/>
    <w:rsid w:val="0091452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7">
    <w:name w:val="xl137"/>
    <w:basedOn w:val="a"/>
    <w:rsid w:val="0091452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8">
    <w:name w:val="xl138"/>
    <w:basedOn w:val="a"/>
    <w:rsid w:val="0091452C"/>
    <w:pPr>
      <w:pBdr>
        <w:top w:val="single" w:sz="4" w:space="0" w:color="auto"/>
        <w:bottom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9">
    <w:name w:val="xl139"/>
    <w:basedOn w:val="a"/>
    <w:rsid w:val="0091452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0">
    <w:name w:val="xl140"/>
    <w:basedOn w:val="a"/>
    <w:rsid w:val="00914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1">
    <w:name w:val="xl141"/>
    <w:basedOn w:val="a"/>
    <w:rsid w:val="00914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</w:pPr>
  </w:style>
  <w:style w:type="paragraph" w:customStyle="1" w:styleId="xl142">
    <w:name w:val="xl142"/>
    <w:basedOn w:val="a"/>
    <w:rsid w:val="0091452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3">
    <w:name w:val="xl143"/>
    <w:basedOn w:val="a"/>
    <w:rsid w:val="0091452C"/>
    <w:pPr>
      <w:pBdr>
        <w:top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4">
    <w:name w:val="xl144"/>
    <w:basedOn w:val="a"/>
    <w:rsid w:val="0091452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5">
    <w:name w:val="xl145"/>
    <w:basedOn w:val="a"/>
    <w:rsid w:val="0091452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D3F3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6">
    <w:name w:val="xl146"/>
    <w:basedOn w:val="a"/>
    <w:rsid w:val="0091452C"/>
    <w:pPr>
      <w:pBdr>
        <w:top w:val="single" w:sz="4" w:space="0" w:color="auto"/>
        <w:bottom w:val="single" w:sz="4" w:space="0" w:color="auto"/>
      </w:pBdr>
      <w:shd w:val="clear" w:color="000000" w:fill="FDD3F3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7">
    <w:name w:val="xl147"/>
    <w:basedOn w:val="a"/>
    <w:rsid w:val="0091452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D3F3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8">
    <w:name w:val="xl148"/>
    <w:basedOn w:val="a"/>
    <w:rsid w:val="00914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D3F3"/>
      <w:spacing w:before="100" w:beforeAutospacing="1" w:after="100" w:afterAutospacing="1"/>
      <w:jc w:val="center"/>
      <w:textAlignment w:val="top"/>
    </w:pPr>
  </w:style>
  <w:style w:type="paragraph" w:customStyle="1" w:styleId="xl149">
    <w:name w:val="xl149"/>
    <w:basedOn w:val="a"/>
    <w:rsid w:val="00914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D3F3"/>
      <w:spacing w:before="100" w:beforeAutospacing="1" w:after="100" w:afterAutospacing="1"/>
      <w:jc w:val="center"/>
      <w:textAlignment w:val="top"/>
    </w:pPr>
  </w:style>
  <w:style w:type="paragraph" w:customStyle="1" w:styleId="xl150">
    <w:name w:val="xl150"/>
    <w:basedOn w:val="a"/>
    <w:rsid w:val="0091452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51">
    <w:name w:val="xl151"/>
    <w:basedOn w:val="a"/>
    <w:rsid w:val="00914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D3F3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2">
    <w:name w:val="xl152"/>
    <w:basedOn w:val="a"/>
    <w:rsid w:val="00914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D3F3"/>
      <w:spacing w:before="100" w:beforeAutospacing="1" w:after="100" w:afterAutospacing="1"/>
      <w:jc w:val="center"/>
      <w:textAlignment w:val="top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6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64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4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1643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122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14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452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794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49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16929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7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04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18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82728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06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8315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5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1188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27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2973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39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2810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40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43031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3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48742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56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650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elya\Downloads\&#1064;&#1040;&#1041;&#1051;&#1054;&#1053;%20-%20&#1053;&#1040;&#1050;&#1040;&#1047;%20&#1079;&#1072;%20&#1044;&#1057;&#1058;&#1059;%204163_2020%20.dotx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24977-A6F3-451A-A6E4-84F03303C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- НАКАЗ за ДСТУ 4163_2020 </Template>
  <TotalTime>0</TotalTime>
  <Pages>17</Pages>
  <Words>4691</Words>
  <Characters>26744</Characters>
  <Application>Microsoft Office Word</Application>
  <DocSecurity>0</DocSecurity>
  <Lines>222</Lines>
  <Paragraphs>62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SPecialiST RePack</Company>
  <LinksUpToDate>false</LinksUpToDate>
  <CharactersWithSpaces>31373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Rychko Nelya</dc:creator>
  <cp:lastModifiedBy>Moroz</cp:lastModifiedBy>
  <cp:revision>2</cp:revision>
  <cp:lastPrinted>2025-01-02T08:00:00Z</cp:lastPrinted>
  <dcterms:created xsi:type="dcterms:W3CDTF">2025-02-26T08:15:00Z</dcterms:created>
  <dcterms:modified xsi:type="dcterms:W3CDTF">2025-02-26T08:15:00Z</dcterms:modified>
</cp:coreProperties>
</file>