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388"/>
      </w:tblGrid>
      <w:tr w:rsidR="006F25E6" w14:paraId="1D44F87A" w14:textId="77777777" w:rsidTr="00164588">
        <w:tc>
          <w:tcPr>
            <w:tcW w:w="5524" w:type="dxa"/>
          </w:tcPr>
          <w:p w14:paraId="0F326ACB" w14:textId="77777777" w:rsidR="006F25E6" w:rsidRDefault="006F25E6" w:rsidP="006F25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</w:tcPr>
          <w:p w14:paraId="1C37A1C0" w14:textId="4CDC24D8" w:rsidR="006F25E6" w:rsidRDefault="00133CEB" w:rsidP="006F25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ЗАТВЕРДЖЕНО</w:t>
            </w:r>
          </w:p>
        </w:tc>
      </w:tr>
      <w:tr w:rsidR="00133CEB" w14:paraId="0C4A6AF7" w14:textId="77777777" w:rsidTr="00164588">
        <w:tc>
          <w:tcPr>
            <w:tcW w:w="5524" w:type="dxa"/>
          </w:tcPr>
          <w:p w14:paraId="527516E3" w14:textId="05B1FB69" w:rsidR="00133CEB" w:rsidRDefault="00133CEB" w:rsidP="006F25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388" w:type="dxa"/>
          </w:tcPr>
          <w:p w14:paraId="42D79382" w14:textId="77777777" w:rsidR="00133CEB" w:rsidRDefault="00133CEB" w:rsidP="00133CEB">
            <w:pPr>
              <w:ind w:right="-1"/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AA2C15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A2C15">
              <w:rPr>
                <w:sz w:val="28"/>
                <w:szCs w:val="28"/>
                <w:lang w:val="uk-UA"/>
              </w:rPr>
              <w:t xml:space="preserve">наказу </w:t>
            </w:r>
            <w:r>
              <w:rPr>
                <w:sz w:val="28"/>
                <w:szCs w:val="28"/>
                <w:lang w:val="uk-UA"/>
              </w:rPr>
              <w:t xml:space="preserve">комунального закладу позашкільної освіти </w:t>
            </w:r>
            <w:r w:rsidRPr="0051585F">
              <w:rPr>
                <w:color w:val="000000" w:themeColor="text1"/>
                <w:sz w:val="28"/>
                <w:szCs w:val="28"/>
                <w:lang w:val="uk-UA"/>
              </w:rPr>
              <w:t>“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A82A87">
              <w:rPr>
                <w:sz w:val="26"/>
                <w:szCs w:val="26"/>
                <w:lang w:val="uk-UA"/>
              </w:rPr>
              <w:t>”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Дніпропетровської обласної ради</w:t>
            </w:r>
            <w:r w:rsidRPr="00A82A87">
              <w:rPr>
                <w:sz w:val="26"/>
                <w:szCs w:val="26"/>
                <w:lang w:val="uk-UA"/>
              </w:rPr>
              <w:t>”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  <w:p w14:paraId="70FBF09B" w14:textId="1989734F" w:rsidR="00133CEB" w:rsidRDefault="00133CEB" w:rsidP="00133CEB">
            <w:pPr>
              <w:ind w:right="-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</w:t>
            </w:r>
            <w:r w:rsidRPr="00AA2C15">
              <w:rPr>
                <w:sz w:val="28"/>
                <w:szCs w:val="28"/>
                <w:lang w:val="uk-UA"/>
              </w:rPr>
              <w:t>д</w:t>
            </w:r>
            <w:r w:rsidRPr="00AA2C15">
              <w:rPr>
                <w:sz w:val="28"/>
                <w:szCs w:val="28"/>
                <w:u w:val="single"/>
                <w:lang w:val="uk-UA"/>
              </w:rPr>
              <w:t xml:space="preserve">  </w:t>
            </w:r>
            <w:r w:rsidR="00740A22">
              <w:rPr>
                <w:sz w:val="28"/>
                <w:szCs w:val="28"/>
                <w:u w:val="single"/>
                <w:lang w:val="uk-UA"/>
              </w:rPr>
              <w:t>22.03.2024</w:t>
            </w:r>
            <w:r w:rsidRPr="00AA2C15">
              <w:rPr>
                <w:sz w:val="28"/>
                <w:szCs w:val="28"/>
                <w:lang w:val="uk-UA"/>
              </w:rPr>
              <w:t xml:space="preserve"> №</w:t>
            </w:r>
            <w:r w:rsidR="008B5FA3">
              <w:rPr>
                <w:sz w:val="28"/>
                <w:szCs w:val="28"/>
                <w:lang w:val="uk-UA"/>
              </w:rPr>
              <w:t xml:space="preserve"> </w:t>
            </w:r>
            <w:r w:rsidR="008B5FA3" w:rsidRPr="008B5FA3">
              <w:rPr>
                <w:sz w:val="28"/>
                <w:szCs w:val="28"/>
                <w:u w:val="single"/>
                <w:lang w:val="uk-UA"/>
              </w:rPr>
              <w:t>19</w:t>
            </w:r>
          </w:p>
        </w:tc>
      </w:tr>
    </w:tbl>
    <w:p w14:paraId="2CD3B160" w14:textId="77777777" w:rsidR="00A97775" w:rsidRDefault="00A97775" w:rsidP="00133CEB">
      <w:pPr>
        <w:rPr>
          <w:lang w:val="uk-UA"/>
        </w:rPr>
      </w:pPr>
    </w:p>
    <w:p w14:paraId="6471CB87" w14:textId="77777777" w:rsidR="00740A22" w:rsidRDefault="00740A22" w:rsidP="00133CEB">
      <w:pPr>
        <w:rPr>
          <w:lang w:val="uk-UA"/>
        </w:rPr>
      </w:pPr>
    </w:p>
    <w:p w14:paraId="0E579BF9" w14:textId="77777777" w:rsidR="00A97775" w:rsidRDefault="00A97775" w:rsidP="00133CEB">
      <w:pPr>
        <w:rPr>
          <w:lang w:val="uk-UA"/>
        </w:rPr>
      </w:pPr>
    </w:p>
    <w:p w14:paraId="6C920F79" w14:textId="77777777" w:rsidR="001036AE" w:rsidRPr="00D332B1" w:rsidRDefault="001036AE" w:rsidP="001036AE">
      <w:pPr>
        <w:jc w:val="center"/>
        <w:rPr>
          <w:bCs/>
          <w:sz w:val="28"/>
          <w:szCs w:val="28"/>
          <w:lang w:val="uk-UA"/>
        </w:rPr>
      </w:pPr>
      <w:r w:rsidRPr="00D332B1">
        <w:rPr>
          <w:bCs/>
          <w:sz w:val="28"/>
          <w:szCs w:val="28"/>
          <w:lang w:val="uk-UA"/>
        </w:rPr>
        <w:t>СПИСОК</w:t>
      </w:r>
    </w:p>
    <w:p w14:paraId="5709A327" w14:textId="58EC58CC" w:rsidR="00F54FF4" w:rsidRDefault="00F54FF4" w:rsidP="001036AE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</w:t>
      </w:r>
      <w:r w:rsidR="001036AE">
        <w:rPr>
          <w:color w:val="000000" w:themeColor="text1"/>
          <w:sz w:val="28"/>
          <w:szCs w:val="28"/>
          <w:lang w:val="uk-UA"/>
        </w:rPr>
        <w:t>аукових керівників</w:t>
      </w:r>
      <w:r>
        <w:rPr>
          <w:color w:val="000000" w:themeColor="text1"/>
          <w:sz w:val="28"/>
          <w:szCs w:val="28"/>
          <w:lang w:val="uk-UA"/>
        </w:rPr>
        <w:t>,</w:t>
      </w:r>
      <w:r w:rsidR="001036AE">
        <w:rPr>
          <w:color w:val="000000" w:themeColor="text1"/>
          <w:sz w:val="28"/>
          <w:szCs w:val="28"/>
          <w:lang w:val="uk-UA"/>
        </w:rPr>
        <w:t xml:space="preserve"> </w:t>
      </w:r>
      <w:r w:rsidRPr="0090317B">
        <w:rPr>
          <w:bCs/>
          <w:color w:val="000000"/>
          <w:sz w:val="28"/>
          <w:szCs w:val="28"/>
          <w:lang w:val="uk-UA"/>
        </w:rPr>
        <w:t>які підготували</w:t>
      </w:r>
      <w:r w:rsidRPr="0090317B">
        <w:rPr>
          <w:sz w:val="28"/>
          <w:szCs w:val="28"/>
          <w:lang w:val="uk-UA"/>
        </w:rPr>
        <w:t xml:space="preserve"> переможців </w:t>
      </w:r>
    </w:p>
    <w:p w14:paraId="3A687C49" w14:textId="6448C710" w:rsidR="001036AE" w:rsidRDefault="001036AE" w:rsidP="001036AE">
      <w:pPr>
        <w:jc w:val="center"/>
        <w:rPr>
          <w:color w:val="000000" w:themeColor="text1"/>
          <w:lang w:val="uk-UA"/>
        </w:rPr>
      </w:pPr>
      <w:r w:rsidRPr="0051585F">
        <w:rPr>
          <w:color w:val="000000" w:themeColor="text1"/>
          <w:sz w:val="28"/>
          <w:szCs w:val="28"/>
          <w:lang w:val="uk-UA"/>
        </w:rPr>
        <w:t xml:space="preserve">обласного конкурсу </w:t>
      </w:r>
      <w:bookmarkStart w:id="0" w:name="_Hlk162519572"/>
      <w:r w:rsidRPr="0051585F">
        <w:rPr>
          <w:color w:val="000000" w:themeColor="text1"/>
          <w:sz w:val="28"/>
          <w:szCs w:val="28"/>
          <w:lang w:val="uk-UA"/>
        </w:rPr>
        <w:t>“</w:t>
      </w:r>
      <w:bookmarkEnd w:id="0"/>
      <w:r w:rsidRPr="0051585F">
        <w:rPr>
          <w:color w:val="000000" w:themeColor="text1"/>
          <w:sz w:val="28"/>
          <w:szCs w:val="28"/>
          <w:lang w:val="uk-UA"/>
        </w:rPr>
        <w:t>Мирний космос</w:t>
      </w:r>
      <w:r w:rsidRPr="0051585F">
        <w:rPr>
          <w:color w:val="000000" w:themeColor="text1"/>
          <w:lang w:val="uk-UA"/>
        </w:rPr>
        <w:t>”</w:t>
      </w:r>
      <w:r>
        <w:rPr>
          <w:color w:val="000000" w:themeColor="text1"/>
          <w:lang w:val="uk-UA"/>
        </w:rPr>
        <w:t xml:space="preserve"> </w:t>
      </w:r>
    </w:p>
    <w:p w14:paraId="47495FAE" w14:textId="77777777" w:rsidR="00AD6307" w:rsidRDefault="001036AE" w:rsidP="001036AE">
      <w:pPr>
        <w:jc w:val="center"/>
        <w:rPr>
          <w:sz w:val="26"/>
          <w:szCs w:val="26"/>
          <w:lang w:val="uk-UA"/>
        </w:rPr>
      </w:pPr>
      <w:r w:rsidRPr="00A82A87">
        <w:rPr>
          <w:sz w:val="26"/>
          <w:szCs w:val="26"/>
          <w:lang w:val="uk-UA"/>
        </w:rPr>
        <w:t xml:space="preserve">в рамках відбіркового туру Всеукраїнського колоквіуму школярів </w:t>
      </w:r>
    </w:p>
    <w:p w14:paraId="7AE04488" w14:textId="05E3DEFE" w:rsidR="00AD6307" w:rsidRPr="00133CEB" w:rsidRDefault="00AD6307" w:rsidP="00133CEB">
      <w:pPr>
        <w:jc w:val="center"/>
        <w:rPr>
          <w:color w:val="000000" w:themeColor="text1"/>
          <w:lang w:val="uk-UA"/>
        </w:rPr>
      </w:pPr>
      <w:r w:rsidRPr="00A82A87">
        <w:rPr>
          <w:sz w:val="26"/>
          <w:szCs w:val="26"/>
          <w:lang w:val="uk-UA"/>
        </w:rPr>
        <w:t>“Космос. Людина. Духовність.”</w:t>
      </w:r>
    </w:p>
    <w:p w14:paraId="2F78BB83" w14:textId="77777777" w:rsidR="00AD6307" w:rsidRDefault="00AD6307" w:rsidP="001036AE">
      <w:pPr>
        <w:jc w:val="center"/>
        <w:rPr>
          <w:sz w:val="26"/>
          <w:szCs w:val="26"/>
          <w:lang w:val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4"/>
        <w:gridCol w:w="2948"/>
        <w:gridCol w:w="6260"/>
      </w:tblGrid>
      <w:tr w:rsidR="00AD6307" w14:paraId="1F6FCD2A" w14:textId="77777777" w:rsidTr="00E8631B">
        <w:tc>
          <w:tcPr>
            <w:tcW w:w="704" w:type="dxa"/>
          </w:tcPr>
          <w:p w14:paraId="365D7916" w14:textId="77777777" w:rsidR="009B440F" w:rsidRPr="00AA2C15" w:rsidRDefault="009B440F" w:rsidP="009B440F">
            <w:pPr>
              <w:jc w:val="center"/>
              <w:rPr>
                <w:b/>
                <w:i/>
                <w:lang w:val="uk-UA"/>
              </w:rPr>
            </w:pPr>
            <w:r w:rsidRPr="00AA2C15">
              <w:rPr>
                <w:b/>
                <w:i/>
                <w:lang w:val="uk-UA"/>
              </w:rPr>
              <w:t>№ з/п</w:t>
            </w:r>
          </w:p>
          <w:p w14:paraId="4EB54AAE" w14:textId="77777777" w:rsidR="00AD6307" w:rsidRDefault="00AD6307" w:rsidP="001036A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7828CFDF" w14:textId="77777777" w:rsidR="003C05CC" w:rsidRPr="00AA2C15" w:rsidRDefault="003C05CC" w:rsidP="003C05CC">
            <w:pPr>
              <w:jc w:val="center"/>
              <w:rPr>
                <w:b/>
                <w:i/>
                <w:lang w:val="uk-UA"/>
              </w:rPr>
            </w:pPr>
            <w:r w:rsidRPr="00AA2C15">
              <w:rPr>
                <w:b/>
                <w:i/>
                <w:lang w:val="uk-UA"/>
              </w:rPr>
              <w:t>Прізвище, ім’я,</w:t>
            </w:r>
          </w:p>
          <w:p w14:paraId="1BFED738" w14:textId="50BBA81B" w:rsidR="00AD6307" w:rsidRDefault="003C05CC" w:rsidP="003C05CC">
            <w:pPr>
              <w:jc w:val="center"/>
              <w:rPr>
                <w:sz w:val="26"/>
                <w:szCs w:val="26"/>
                <w:lang w:val="uk-UA"/>
              </w:rPr>
            </w:pPr>
            <w:r w:rsidRPr="00AA2C15">
              <w:rPr>
                <w:b/>
                <w:i/>
                <w:lang w:val="uk-UA"/>
              </w:rPr>
              <w:t xml:space="preserve">по батькові </w:t>
            </w:r>
            <w:r>
              <w:rPr>
                <w:b/>
                <w:i/>
                <w:lang w:val="uk-UA"/>
              </w:rPr>
              <w:t>керівника</w:t>
            </w:r>
          </w:p>
        </w:tc>
        <w:tc>
          <w:tcPr>
            <w:tcW w:w="6260" w:type="dxa"/>
          </w:tcPr>
          <w:p w14:paraId="1A93494D" w14:textId="4E9A7C5B" w:rsidR="00AD6307" w:rsidRDefault="003C05CC" w:rsidP="003C05CC">
            <w:pPr>
              <w:jc w:val="center"/>
              <w:rPr>
                <w:sz w:val="26"/>
                <w:szCs w:val="26"/>
                <w:lang w:val="uk-UA"/>
              </w:rPr>
            </w:pPr>
            <w:r w:rsidRPr="00D505DF">
              <w:rPr>
                <w:b/>
                <w:i/>
                <w:color w:val="000000" w:themeColor="text1"/>
                <w:lang w:val="uk-UA"/>
              </w:rPr>
              <w:t>Заклад освіти</w:t>
            </w:r>
          </w:p>
        </w:tc>
      </w:tr>
      <w:tr w:rsidR="001956CA" w14:paraId="02723BB0" w14:textId="77777777" w:rsidTr="00E8631B">
        <w:tc>
          <w:tcPr>
            <w:tcW w:w="704" w:type="dxa"/>
          </w:tcPr>
          <w:p w14:paraId="5CE38B26" w14:textId="77777777" w:rsidR="001956CA" w:rsidRPr="009B440F" w:rsidRDefault="001956CA" w:rsidP="009B440F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3CA9B931" w14:textId="77777777" w:rsidR="00783138" w:rsidRPr="004D3871" w:rsidRDefault="00783138" w:rsidP="00783138">
            <w:pPr>
              <w:jc w:val="center"/>
              <w:rPr>
                <w:lang w:val="uk-UA"/>
              </w:rPr>
            </w:pPr>
            <w:r w:rsidRPr="004D3871">
              <w:rPr>
                <w:lang w:val="uk-UA"/>
              </w:rPr>
              <w:t xml:space="preserve">БОНДАРЧУК </w:t>
            </w:r>
          </w:p>
          <w:p w14:paraId="205E1F07" w14:textId="56326B0F" w:rsidR="001956CA" w:rsidRPr="00257474" w:rsidRDefault="00783138" w:rsidP="00783138">
            <w:pPr>
              <w:jc w:val="center"/>
              <w:rPr>
                <w:bCs/>
                <w:lang w:val="uk-UA"/>
              </w:rPr>
            </w:pPr>
            <w:r w:rsidRPr="004D3871">
              <w:rPr>
                <w:lang w:val="uk-UA"/>
              </w:rPr>
              <w:t>Тетяна Вікторівна</w:t>
            </w:r>
          </w:p>
        </w:tc>
        <w:tc>
          <w:tcPr>
            <w:tcW w:w="6260" w:type="dxa"/>
          </w:tcPr>
          <w:p w14:paraId="55D90A70" w14:textId="6EBE7550" w:rsidR="001956CA" w:rsidRDefault="00FC55CE" w:rsidP="00740A2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lang w:val="uk-UA"/>
              </w:rPr>
              <w:t>вчитель фіз</w:t>
            </w:r>
            <w:r w:rsidR="008B5FA3">
              <w:rPr>
                <w:color w:val="000000"/>
                <w:lang w:val="uk-UA"/>
              </w:rPr>
              <w:t>и</w:t>
            </w:r>
            <w:r>
              <w:rPr>
                <w:color w:val="000000"/>
                <w:lang w:val="uk-UA"/>
              </w:rPr>
              <w:t xml:space="preserve">ки </w:t>
            </w:r>
            <w:r w:rsidR="00783138">
              <w:rPr>
                <w:color w:val="000000"/>
              </w:rPr>
              <w:t>К</w:t>
            </w:r>
            <w:proofErr w:type="spellStart"/>
            <w:r w:rsidR="00783138">
              <w:rPr>
                <w:color w:val="000000"/>
                <w:lang w:val="uk-UA"/>
              </w:rPr>
              <w:t>риворізького</w:t>
            </w:r>
            <w:proofErr w:type="spellEnd"/>
            <w:r w:rsidR="00783138">
              <w:rPr>
                <w:color w:val="000000"/>
                <w:lang w:val="uk-UA"/>
              </w:rPr>
              <w:t xml:space="preserve"> </w:t>
            </w:r>
            <w:r w:rsidR="00783138">
              <w:rPr>
                <w:color w:val="000000"/>
              </w:rPr>
              <w:t>Ц</w:t>
            </w:r>
            <w:proofErr w:type="spellStart"/>
            <w:r w:rsidR="00783138">
              <w:rPr>
                <w:color w:val="000000"/>
                <w:lang w:val="uk-UA"/>
              </w:rPr>
              <w:t>ентрально</w:t>
            </w:r>
            <w:proofErr w:type="spellEnd"/>
            <w:r w:rsidR="00783138">
              <w:rPr>
                <w:color w:val="000000"/>
                <w:lang w:val="uk-UA"/>
              </w:rPr>
              <w:t>-Міського ліцею</w:t>
            </w:r>
            <w:r w:rsidR="00783138">
              <w:rPr>
                <w:color w:val="000000"/>
              </w:rPr>
              <w:t xml:space="preserve"> К</w:t>
            </w:r>
            <w:proofErr w:type="spellStart"/>
            <w:r w:rsidR="00783138">
              <w:rPr>
                <w:color w:val="000000"/>
                <w:lang w:val="uk-UA"/>
              </w:rPr>
              <w:t>риворізької</w:t>
            </w:r>
            <w:proofErr w:type="spellEnd"/>
            <w:r w:rsidR="00783138">
              <w:rPr>
                <w:color w:val="000000"/>
                <w:lang w:val="uk-UA"/>
              </w:rPr>
              <w:t xml:space="preserve"> міської ради</w:t>
            </w:r>
          </w:p>
        </w:tc>
      </w:tr>
      <w:tr w:rsidR="00AD6307" w:rsidRPr="00EA46D6" w14:paraId="4586A16D" w14:textId="77777777" w:rsidTr="00E8631B">
        <w:tc>
          <w:tcPr>
            <w:tcW w:w="704" w:type="dxa"/>
          </w:tcPr>
          <w:p w14:paraId="1F1E94F5" w14:textId="77777777" w:rsidR="00AD6307" w:rsidRPr="009B440F" w:rsidRDefault="00AD6307" w:rsidP="009B440F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42806BE7" w14:textId="77777777" w:rsidR="009B440F" w:rsidRPr="00257474" w:rsidRDefault="009B440F" w:rsidP="009B440F">
            <w:pPr>
              <w:jc w:val="center"/>
              <w:rPr>
                <w:bCs/>
                <w:lang w:val="uk-UA"/>
              </w:rPr>
            </w:pPr>
            <w:r w:rsidRPr="00257474">
              <w:rPr>
                <w:bCs/>
                <w:lang w:val="uk-UA"/>
              </w:rPr>
              <w:t>БОНДАРЕНКО</w:t>
            </w:r>
          </w:p>
          <w:p w14:paraId="53B84AEB" w14:textId="77777777" w:rsidR="009B440F" w:rsidRDefault="009B440F" w:rsidP="009B440F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257474">
              <w:rPr>
                <w:bCs/>
                <w:lang w:val="uk-UA"/>
              </w:rPr>
              <w:t>Сергій Григорович</w:t>
            </w:r>
            <w:r w:rsidRPr="00FD1091">
              <w:rPr>
                <w:lang w:val="uk-UA"/>
              </w:rPr>
              <w:t xml:space="preserve"> </w:t>
            </w:r>
          </w:p>
          <w:p w14:paraId="73454687" w14:textId="77777777" w:rsidR="00AD6307" w:rsidRDefault="00AD6307" w:rsidP="001036A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260" w:type="dxa"/>
          </w:tcPr>
          <w:p w14:paraId="43AFACD8" w14:textId="60409E1F" w:rsidR="00AD6307" w:rsidRDefault="00E8631B" w:rsidP="00740A2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9B440F" w:rsidRPr="00E8631B">
              <w:rPr>
                <w:sz w:val="24"/>
                <w:szCs w:val="24"/>
                <w:lang w:val="uk-UA"/>
              </w:rPr>
              <w:t>ерівник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9B440F">
              <w:rPr>
                <w:lang w:val="uk-UA"/>
              </w:rPr>
              <w:t>ракетно-модельного гуртка к</w:t>
            </w:r>
            <w:r w:rsidR="009B440F" w:rsidRPr="00154AD1">
              <w:rPr>
                <w:lang w:val="uk-UA"/>
              </w:rPr>
              <w:t>омунальн</w:t>
            </w:r>
            <w:r w:rsidR="009B440F">
              <w:rPr>
                <w:lang w:val="uk-UA"/>
              </w:rPr>
              <w:t>ого</w:t>
            </w:r>
            <w:r w:rsidR="009B440F" w:rsidRPr="00154AD1">
              <w:rPr>
                <w:lang w:val="uk-UA"/>
              </w:rPr>
              <w:t xml:space="preserve"> заклад</w:t>
            </w:r>
            <w:r w:rsidR="009B440F">
              <w:rPr>
                <w:lang w:val="uk-UA"/>
              </w:rPr>
              <w:t>у</w:t>
            </w:r>
            <w:r w:rsidR="009B440F" w:rsidRPr="00154AD1">
              <w:rPr>
                <w:lang w:val="uk-UA"/>
              </w:rPr>
              <w:t xml:space="preserve"> </w:t>
            </w:r>
            <w:r w:rsidR="009B440F">
              <w:rPr>
                <w:lang w:val="uk-UA"/>
              </w:rPr>
              <w:t xml:space="preserve">позашкільної </w:t>
            </w:r>
            <w:r w:rsidR="009B440F" w:rsidRPr="00154AD1">
              <w:rPr>
                <w:lang w:val="uk-UA"/>
              </w:rPr>
              <w:t>освіти</w:t>
            </w:r>
            <w:r w:rsidR="009B440F">
              <w:rPr>
                <w:lang w:val="uk-UA"/>
              </w:rPr>
              <w:t xml:space="preserve"> </w:t>
            </w:r>
            <w:r w:rsidR="009B440F" w:rsidRPr="00154AD1">
              <w:rPr>
                <w:lang w:val="uk-UA"/>
              </w:rPr>
              <w:t>“</w:t>
            </w:r>
            <w:r w:rsidR="009B440F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9B440F" w:rsidRPr="00154AD1">
              <w:rPr>
                <w:lang w:val="uk-UA"/>
              </w:rPr>
              <w:t>”</w:t>
            </w:r>
            <w:r w:rsidR="009B440F">
              <w:rPr>
                <w:lang w:val="uk-UA"/>
              </w:rPr>
              <w:t xml:space="preserve"> Дніпропетровської обласної ради</w:t>
            </w:r>
            <w:r w:rsidR="009B440F" w:rsidRPr="00154AD1">
              <w:rPr>
                <w:lang w:val="uk-UA"/>
              </w:rPr>
              <w:t>”</w:t>
            </w:r>
          </w:p>
        </w:tc>
      </w:tr>
      <w:tr w:rsidR="00FC55CE" w14:paraId="20A78410" w14:textId="77777777" w:rsidTr="00E8631B">
        <w:tc>
          <w:tcPr>
            <w:tcW w:w="704" w:type="dxa"/>
          </w:tcPr>
          <w:p w14:paraId="43CCF660" w14:textId="77777777" w:rsidR="00FC55CE" w:rsidRPr="009B440F" w:rsidRDefault="00FC55CE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009B48C6" w14:textId="77777777" w:rsidR="00FC55CE" w:rsidRDefault="00FC55CE" w:rsidP="00FC55CE">
            <w:pPr>
              <w:spacing w:line="216" w:lineRule="auto"/>
              <w:contextualSpacing/>
              <w:jc w:val="center"/>
              <w:rPr>
                <w:lang w:val="uk-UA"/>
              </w:rPr>
            </w:pPr>
            <w:r w:rsidRPr="007E65B3">
              <w:t xml:space="preserve">ВОЛЬВАЧ </w:t>
            </w:r>
          </w:p>
          <w:p w14:paraId="2914A7A5" w14:textId="60438F7F" w:rsidR="00FC55CE" w:rsidRDefault="00FC55CE" w:rsidP="00FC55CE">
            <w:pPr>
              <w:jc w:val="center"/>
              <w:rPr>
                <w:lang w:val="uk-UA"/>
              </w:rPr>
            </w:pPr>
            <w:r w:rsidRPr="007E65B3">
              <w:t xml:space="preserve">Ярослав </w:t>
            </w:r>
            <w:r w:rsidRPr="00744A01">
              <w:rPr>
                <w:lang w:val="uk-UA"/>
              </w:rPr>
              <w:t>Сергійович</w:t>
            </w:r>
          </w:p>
        </w:tc>
        <w:tc>
          <w:tcPr>
            <w:tcW w:w="6260" w:type="dxa"/>
          </w:tcPr>
          <w:p w14:paraId="187020D0" w14:textId="5E7A6B4E" w:rsidR="00FC55CE" w:rsidRDefault="00FC55CE" w:rsidP="00740A22">
            <w:pPr>
              <w:jc w:val="center"/>
              <w:rPr>
                <w:color w:val="000000"/>
                <w:shd w:val="clear" w:color="auto" w:fill="FFFFFF" w:themeFill="background1"/>
                <w:lang w:val="uk-UA"/>
              </w:rPr>
            </w:pPr>
            <w:r>
              <w:rPr>
                <w:color w:val="000000"/>
                <w:shd w:val="clear" w:color="auto" w:fill="FFFFFF" w:themeFill="background1"/>
                <w:lang w:val="uk-UA"/>
              </w:rPr>
              <w:t xml:space="preserve">вчитель фізики та інформатики </w:t>
            </w:r>
            <w:r>
              <w:rPr>
                <w:color w:val="000000"/>
                <w:shd w:val="clear" w:color="auto" w:fill="FFFFFF"/>
                <w:lang w:val="uk-UA"/>
              </w:rPr>
              <w:t>ф</w:t>
            </w:r>
            <w:r w:rsidRPr="004E2AA0">
              <w:rPr>
                <w:color w:val="000000"/>
                <w:shd w:val="clear" w:color="auto" w:fill="FFFFFF"/>
                <w:lang w:val="uk-UA"/>
              </w:rPr>
              <w:t>ілі</w:t>
            </w:r>
            <w:r>
              <w:rPr>
                <w:color w:val="000000"/>
                <w:shd w:val="clear" w:color="auto" w:fill="FFFFFF"/>
                <w:lang w:val="uk-UA"/>
              </w:rPr>
              <w:t>ї</w:t>
            </w:r>
            <w:r w:rsidRPr="004E2AA0">
              <w:rPr>
                <w:color w:val="000000"/>
                <w:shd w:val="clear" w:color="auto" w:fill="FFFFFF"/>
                <w:lang w:val="uk-UA"/>
              </w:rPr>
              <w:t xml:space="preserve"> Пирятинського ліцею Пирятинської міської ради Полтавської області</w:t>
            </w:r>
          </w:p>
        </w:tc>
      </w:tr>
      <w:tr w:rsidR="00FC55CE" w:rsidRPr="00EA46D6" w14:paraId="28E54B35" w14:textId="77777777" w:rsidTr="00E8631B">
        <w:tc>
          <w:tcPr>
            <w:tcW w:w="704" w:type="dxa"/>
          </w:tcPr>
          <w:p w14:paraId="58EBACF6" w14:textId="77777777" w:rsidR="00FC55CE" w:rsidRPr="009B440F" w:rsidRDefault="00FC55CE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3FF4C90E" w14:textId="77777777" w:rsidR="00FC55CE" w:rsidRDefault="00FC55CE" w:rsidP="00FC55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ГОРОДЕЦЬКА </w:t>
            </w:r>
          </w:p>
          <w:p w14:paraId="64573574" w14:textId="2CD1E3FF" w:rsidR="00FC55CE" w:rsidRDefault="00FC55CE" w:rsidP="00FC55C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lang w:val="uk-UA"/>
              </w:rPr>
              <w:t>Марина Володимирівна</w:t>
            </w:r>
          </w:p>
        </w:tc>
        <w:tc>
          <w:tcPr>
            <w:tcW w:w="6260" w:type="dxa"/>
          </w:tcPr>
          <w:p w14:paraId="00AA860D" w14:textId="6CA5ED8A" w:rsidR="00FC55CE" w:rsidRDefault="00FC55CE" w:rsidP="00740A2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hd w:val="clear" w:color="auto" w:fill="FFFFFF" w:themeFill="background1"/>
                <w:lang w:val="uk-UA"/>
              </w:rPr>
              <w:t xml:space="preserve">вчитель біології </w:t>
            </w:r>
            <w:r w:rsidRPr="00154AD1">
              <w:rPr>
                <w:color w:val="000000"/>
                <w:shd w:val="clear" w:color="auto" w:fill="FFFFFF" w:themeFill="background1"/>
                <w:lang w:val="uk-UA"/>
              </w:rPr>
              <w:t>комунального закладу</w:t>
            </w:r>
            <w:r w:rsidRPr="003E51E9">
              <w:rPr>
                <w:color w:val="000000"/>
                <w:lang w:val="uk-UA"/>
              </w:rPr>
              <w:t xml:space="preserve"> </w:t>
            </w:r>
            <w:r w:rsidRPr="00154AD1">
              <w:rPr>
                <w:lang w:val="uk-UA"/>
              </w:rPr>
              <w:t>“</w:t>
            </w:r>
            <w:r w:rsidRPr="00657F7E">
              <w:rPr>
                <w:color w:val="000000"/>
                <w:lang w:val="uk-UA"/>
              </w:rPr>
              <w:t>Науковий ліцей імені Анатолія Лигуна</w:t>
            </w:r>
            <w:r w:rsidRPr="00154AD1">
              <w:rPr>
                <w:lang w:val="uk-UA"/>
              </w:rPr>
              <w:t>”</w:t>
            </w:r>
            <w:r w:rsidRPr="00657F7E">
              <w:rPr>
                <w:color w:val="000000"/>
                <w:lang w:val="uk-UA"/>
              </w:rPr>
              <w:t xml:space="preserve"> </w:t>
            </w:r>
            <w:r w:rsidRPr="00657F7E">
              <w:rPr>
                <w:lang w:val="uk-UA"/>
              </w:rPr>
              <w:t>Кам’янської міської ради</w:t>
            </w:r>
          </w:p>
        </w:tc>
      </w:tr>
      <w:tr w:rsidR="00FC55CE" w14:paraId="4B3B6E1D" w14:textId="77777777" w:rsidTr="00E8631B">
        <w:tc>
          <w:tcPr>
            <w:tcW w:w="704" w:type="dxa"/>
          </w:tcPr>
          <w:p w14:paraId="78C1DDD3" w14:textId="77777777" w:rsidR="00FC55CE" w:rsidRPr="009B440F" w:rsidRDefault="00FC55CE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07C0D935" w14:textId="77777777" w:rsidR="00FC55CE" w:rsidRPr="004D3871" w:rsidRDefault="00FC55CE" w:rsidP="00FC55CE">
            <w:pPr>
              <w:jc w:val="center"/>
              <w:rPr>
                <w:lang w:val="uk-UA"/>
              </w:rPr>
            </w:pPr>
            <w:r w:rsidRPr="004D3871">
              <w:rPr>
                <w:lang w:val="uk-UA"/>
              </w:rPr>
              <w:t xml:space="preserve">ДОРОГАНЬ </w:t>
            </w:r>
          </w:p>
          <w:p w14:paraId="4067EC47" w14:textId="0C59899E" w:rsidR="00FC55CE" w:rsidRDefault="00FC55CE" w:rsidP="00FC55CE">
            <w:pPr>
              <w:jc w:val="center"/>
              <w:rPr>
                <w:lang w:val="uk-UA"/>
              </w:rPr>
            </w:pPr>
            <w:r w:rsidRPr="004D3871">
              <w:rPr>
                <w:lang w:val="uk-UA"/>
              </w:rPr>
              <w:t>Андрій Андрійович</w:t>
            </w:r>
          </w:p>
        </w:tc>
        <w:tc>
          <w:tcPr>
            <w:tcW w:w="6260" w:type="dxa"/>
          </w:tcPr>
          <w:p w14:paraId="6DE026BF" w14:textId="19736701" w:rsidR="00FC55CE" w:rsidRDefault="00C445BA" w:rsidP="00740A22">
            <w:pPr>
              <w:tabs>
                <w:tab w:val="left" w:pos="720"/>
              </w:tabs>
              <w:jc w:val="center"/>
              <w:rPr>
                <w:color w:val="000000"/>
                <w:shd w:val="clear" w:color="auto" w:fill="FFFFFF" w:themeFill="background1"/>
                <w:lang w:val="uk-UA"/>
              </w:rPr>
            </w:pPr>
            <w:r>
              <w:rPr>
                <w:lang w:val="uk-UA"/>
              </w:rPr>
              <w:t>керівник</w:t>
            </w:r>
            <w:r w:rsidRPr="00397543">
              <w:rPr>
                <w:color w:val="000000"/>
                <w:lang w:val="uk-UA"/>
              </w:rPr>
              <w:t xml:space="preserve"> </w:t>
            </w:r>
            <w:r w:rsidR="00E8631B" w:rsidRPr="00397543">
              <w:rPr>
                <w:color w:val="000000"/>
                <w:lang w:val="uk-UA"/>
              </w:rPr>
              <w:t xml:space="preserve">гуртка </w:t>
            </w:r>
            <w:r w:rsidR="00E8631B" w:rsidRPr="00154AD1">
              <w:rPr>
                <w:lang w:val="uk-UA"/>
              </w:rPr>
              <w:t>“</w:t>
            </w:r>
            <w:r w:rsidR="00E8631B" w:rsidRPr="00397543">
              <w:rPr>
                <w:lang w:val="uk-UA"/>
              </w:rPr>
              <w:t>Космічне макетування та моделювання</w:t>
            </w:r>
            <w:r w:rsidR="00E8631B" w:rsidRPr="00154AD1">
              <w:rPr>
                <w:lang w:val="uk-UA"/>
              </w:rPr>
              <w:t>”</w:t>
            </w:r>
            <w:r w:rsidR="00E8631B" w:rsidRPr="00397543">
              <w:rPr>
                <w:color w:val="000000"/>
                <w:lang w:val="uk-UA"/>
              </w:rPr>
              <w:t xml:space="preserve"> </w:t>
            </w:r>
            <w:r w:rsidR="00E8631B">
              <w:rPr>
                <w:color w:val="000000"/>
                <w:lang w:val="uk-UA"/>
              </w:rPr>
              <w:t>ко</w:t>
            </w:r>
            <w:r w:rsidR="00E8631B" w:rsidRPr="00397543">
              <w:rPr>
                <w:lang w:val="uk-UA"/>
              </w:rPr>
              <w:t>мунальн</w:t>
            </w:r>
            <w:r w:rsidR="00E8631B">
              <w:rPr>
                <w:lang w:val="uk-UA"/>
              </w:rPr>
              <w:t>ого</w:t>
            </w:r>
            <w:r w:rsidR="00E8631B" w:rsidRPr="00397543">
              <w:rPr>
                <w:lang w:val="uk-UA"/>
              </w:rPr>
              <w:t xml:space="preserve"> позашкільн</w:t>
            </w:r>
            <w:r w:rsidR="00E8631B">
              <w:rPr>
                <w:lang w:val="uk-UA"/>
              </w:rPr>
              <w:t>ого</w:t>
            </w:r>
            <w:r w:rsidR="00E8631B" w:rsidRPr="00397543">
              <w:rPr>
                <w:lang w:val="uk-UA"/>
              </w:rPr>
              <w:t xml:space="preserve"> навчальн</w:t>
            </w:r>
            <w:r w:rsidR="00E8631B">
              <w:rPr>
                <w:lang w:val="uk-UA"/>
              </w:rPr>
              <w:t>ого</w:t>
            </w:r>
            <w:r w:rsidR="00E8631B" w:rsidRPr="00397543">
              <w:rPr>
                <w:lang w:val="uk-UA"/>
              </w:rPr>
              <w:t xml:space="preserve"> заклад</w:t>
            </w:r>
            <w:r w:rsidR="00E8631B">
              <w:rPr>
                <w:lang w:val="uk-UA"/>
              </w:rPr>
              <w:t>у</w:t>
            </w:r>
            <w:r w:rsidR="00E8631B" w:rsidRPr="00397543">
              <w:rPr>
                <w:lang w:val="uk-UA"/>
              </w:rPr>
              <w:t xml:space="preserve"> </w:t>
            </w:r>
            <w:r w:rsidR="00E8631B" w:rsidRPr="00154AD1">
              <w:rPr>
                <w:lang w:val="uk-UA"/>
              </w:rPr>
              <w:t>“</w:t>
            </w:r>
            <w:r w:rsidR="00E8631B" w:rsidRPr="00397543">
              <w:rPr>
                <w:lang w:val="uk-UA"/>
              </w:rPr>
              <w:t>Станція юних техніків Покровського району</w:t>
            </w:r>
            <w:r w:rsidR="00E8631B" w:rsidRPr="00154AD1">
              <w:rPr>
                <w:lang w:val="uk-UA"/>
              </w:rPr>
              <w:t>”</w:t>
            </w:r>
            <w:r w:rsidR="00E8631B" w:rsidRPr="00397543">
              <w:rPr>
                <w:lang w:val="uk-UA"/>
              </w:rPr>
              <w:t xml:space="preserve"> Криворізької міської рад</w:t>
            </w:r>
            <w:r w:rsidR="00E8631B">
              <w:rPr>
                <w:lang w:val="uk-UA"/>
              </w:rPr>
              <w:t>и</w:t>
            </w:r>
          </w:p>
        </w:tc>
      </w:tr>
      <w:tr w:rsidR="00FC55CE" w14:paraId="657B34EE" w14:textId="77777777" w:rsidTr="00E8631B">
        <w:tc>
          <w:tcPr>
            <w:tcW w:w="704" w:type="dxa"/>
          </w:tcPr>
          <w:p w14:paraId="11CEB31B" w14:textId="77777777" w:rsidR="00FC55CE" w:rsidRPr="009B440F" w:rsidRDefault="00FC55CE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42AA74E3" w14:textId="77777777" w:rsidR="00FC55CE" w:rsidRPr="00C54C53" w:rsidRDefault="00FC55CE" w:rsidP="00FC55CE">
            <w:pPr>
              <w:jc w:val="center"/>
              <w:rPr>
                <w:color w:val="000000" w:themeColor="text1"/>
                <w:lang w:val="uk-UA"/>
              </w:rPr>
            </w:pPr>
            <w:r w:rsidRPr="00C54C53">
              <w:rPr>
                <w:color w:val="000000" w:themeColor="text1"/>
                <w:lang w:val="uk-UA"/>
              </w:rPr>
              <w:t>ЗІНОВА</w:t>
            </w:r>
          </w:p>
          <w:p w14:paraId="41B9D2CC" w14:textId="20530DEC" w:rsidR="00FC55CE" w:rsidRPr="00C54C53" w:rsidRDefault="00FC55CE" w:rsidP="00FC55CE">
            <w:pPr>
              <w:jc w:val="center"/>
              <w:rPr>
                <w:lang w:val="uk-UA"/>
              </w:rPr>
            </w:pPr>
            <w:r w:rsidRPr="00C54C53">
              <w:rPr>
                <w:color w:val="000000" w:themeColor="text1"/>
                <w:lang w:val="uk-UA"/>
              </w:rPr>
              <w:t>Наталія Володимирівна</w:t>
            </w:r>
          </w:p>
        </w:tc>
        <w:tc>
          <w:tcPr>
            <w:tcW w:w="6260" w:type="dxa"/>
          </w:tcPr>
          <w:p w14:paraId="1C3A7701" w14:textId="7B4358C4" w:rsidR="00FC55CE" w:rsidRDefault="00FC55CE" w:rsidP="00740A2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вчитель фізіки та астрономії </w:t>
            </w:r>
            <w:r w:rsidRPr="00154AD1">
              <w:rPr>
                <w:color w:val="000000"/>
                <w:lang w:val="uk-UA"/>
              </w:rPr>
              <w:t>Дніпровської гімназії № 74</w:t>
            </w:r>
          </w:p>
          <w:p w14:paraId="10D8BA99" w14:textId="09F4295F" w:rsidR="00FC55CE" w:rsidRDefault="00FC55CE" w:rsidP="00740A22">
            <w:pPr>
              <w:tabs>
                <w:tab w:val="left" w:pos="488"/>
              </w:tabs>
              <w:jc w:val="center"/>
              <w:rPr>
                <w:lang w:val="uk-UA"/>
              </w:rPr>
            </w:pPr>
            <w:r w:rsidRPr="00154AD1">
              <w:rPr>
                <w:color w:val="000000"/>
                <w:shd w:val="clear" w:color="auto" w:fill="FFFFFF" w:themeFill="background1"/>
                <w:lang w:val="uk-UA"/>
              </w:rPr>
              <w:t>Дніпровської міської ради</w:t>
            </w:r>
          </w:p>
        </w:tc>
      </w:tr>
      <w:tr w:rsidR="00854E62" w14:paraId="672C4275" w14:textId="77777777" w:rsidTr="00E8631B">
        <w:tc>
          <w:tcPr>
            <w:tcW w:w="704" w:type="dxa"/>
          </w:tcPr>
          <w:p w14:paraId="75A903F3" w14:textId="77777777" w:rsidR="00854E62" w:rsidRPr="009B440F" w:rsidRDefault="00854E62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536EA79D" w14:textId="77777777" w:rsidR="005056EA" w:rsidRDefault="005056EA" w:rsidP="00C445BA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854E62">
              <w:rPr>
                <w:color w:val="000000"/>
                <w:sz w:val="24"/>
                <w:szCs w:val="24"/>
                <w:shd w:val="clear" w:color="auto" w:fill="FFFFFF"/>
              </w:rPr>
              <w:t xml:space="preserve">КОЗЛОВА </w:t>
            </w:r>
          </w:p>
          <w:p w14:paraId="700988F8" w14:textId="57C59EEC" w:rsidR="00854E62" w:rsidRPr="00854E62" w:rsidRDefault="00854E62" w:rsidP="00C445BA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54E62">
              <w:rPr>
                <w:color w:val="000000"/>
                <w:sz w:val="24"/>
                <w:szCs w:val="24"/>
                <w:shd w:val="clear" w:color="auto" w:fill="FFFFFF"/>
              </w:rPr>
              <w:t>Тетяна</w:t>
            </w:r>
            <w:proofErr w:type="spellEnd"/>
            <w:r w:rsidRPr="00854E6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4E62">
              <w:rPr>
                <w:color w:val="000000"/>
                <w:sz w:val="24"/>
                <w:szCs w:val="24"/>
                <w:shd w:val="clear" w:color="auto" w:fill="FFFFFF"/>
              </w:rPr>
              <w:t>іванівна</w:t>
            </w:r>
            <w:proofErr w:type="spellEnd"/>
          </w:p>
        </w:tc>
        <w:tc>
          <w:tcPr>
            <w:tcW w:w="6260" w:type="dxa"/>
          </w:tcPr>
          <w:p w14:paraId="38D89080" w14:textId="347DF0B9" w:rsidR="00854E62" w:rsidRDefault="005056EA" w:rsidP="00740A22">
            <w:pPr>
              <w:jc w:val="center"/>
              <w:rPr>
                <w:lang w:val="uk-UA"/>
              </w:rPr>
            </w:pPr>
            <w:r>
              <w:rPr>
                <w:color w:val="000000"/>
                <w:shd w:val="clear" w:color="auto" w:fill="FFFFFF" w:themeFill="background1"/>
                <w:lang w:val="uk-UA"/>
              </w:rPr>
              <w:t>вчитель фізики</w:t>
            </w:r>
            <w:r w:rsidR="007341B9">
              <w:rPr>
                <w:color w:val="000000"/>
                <w:shd w:val="clear" w:color="auto" w:fill="FFFFFF" w:themeFill="background1"/>
                <w:lang w:val="uk-UA"/>
              </w:rPr>
              <w:t xml:space="preserve"> Дніпровського наукового ліцею інформаційних технологій </w:t>
            </w:r>
            <w:r w:rsidR="007341B9" w:rsidRPr="00154AD1">
              <w:rPr>
                <w:color w:val="000000"/>
                <w:shd w:val="clear" w:color="auto" w:fill="FFFFFF" w:themeFill="background1"/>
                <w:lang w:val="uk-UA"/>
              </w:rPr>
              <w:t>Дніпровської міської ради</w:t>
            </w:r>
          </w:p>
        </w:tc>
      </w:tr>
      <w:tr w:rsidR="00C445BA" w14:paraId="61DA6B2B" w14:textId="77777777" w:rsidTr="00E8631B">
        <w:tc>
          <w:tcPr>
            <w:tcW w:w="704" w:type="dxa"/>
          </w:tcPr>
          <w:p w14:paraId="24BEB4AC" w14:textId="77777777" w:rsidR="00C445BA" w:rsidRPr="009B440F" w:rsidRDefault="00C445BA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47BB30EA" w14:textId="77777777" w:rsidR="00C445BA" w:rsidRPr="004D3871" w:rsidRDefault="00C445BA" w:rsidP="00C445BA">
            <w:pPr>
              <w:jc w:val="center"/>
              <w:rPr>
                <w:lang w:val="uk-UA"/>
              </w:rPr>
            </w:pPr>
            <w:r w:rsidRPr="004D3871">
              <w:rPr>
                <w:lang w:val="uk-UA"/>
              </w:rPr>
              <w:t xml:space="preserve">КРИВОНОС </w:t>
            </w:r>
          </w:p>
          <w:p w14:paraId="4325E8D3" w14:textId="73505094" w:rsidR="00C445BA" w:rsidRPr="00C54C53" w:rsidRDefault="00C445BA" w:rsidP="00C445BA">
            <w:pPr>
              <w:jc w:val="center"/>
              <w:rPr>
                <w:color w:val="000000" w:themeColor="text1"/>
                <w:lang w:val="uk-UA"/>
              </w:rPr>
            </w:pPr>
            <w:r w:rsidRPr="004D3871">
              <w:rPr>
                <w:lang w:val="uk-UA"/>
              </w:rPr>
              <w:t>Микола Павлович</w:t>
            </w:r>
          </w:p>
        </w:tc>
        <w:tc>
          <w:tcPr>
            <w:tcW w:w="6260" w:type="dxa"/>
          </w:tcPr>
          <w:p w14:paraId="2061C54A" w14:textId="2BA328DB" w:rsidR="00C445BA" w:rsidRDefault="00FE55A7" w:rsidP="00740A22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керівник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="00C445BA">
              <w:rPr>
                <w:color w:val="000000"/>
                <w:lang w:val="uk-UA"/>
              </w:rPr>
              <w:t>ракетомодельного</w:t>
            </w:r>
            <w:proofErr w:type="spellEnd"/>
            <w:r w:rsidR="00C445BA">
              <w:rPr>
                <w:color w:val="000000"/>
                <w:lang w:val="uk-UA"/>
              </w:rPr>
              <w:t xml:space="preserve"> </w:t>
            </w:r>
            <w:r w:rsidR="00C445BA" w:rsidRPr="00397543">
              <w:rPr>
                <w:color w:val="000000"/>
                <w:lang w:val="uk-UA"/>
              </w:rPr>
              <w:t xml:space="preserve">гуртка </w:t>
            </w:r>
            <w:r w:rsidR="00C445BA">
              <w:rPr>
                <w:color w:val="000000"/>
                <w:lang w:val="uk-UA"/>
              </w:rPr>
              <w:t xml:space="preserve">  Центру позашкільної роботи </w:t>
            </w:r>
            <w:r w:rsidR="00C445BA">
              <w:rPr>
                <w:lang w:val="uk-UA"/>
              </w:rPr>
              <w:t>міста Новомосковська</w:t>
            </w:r>
          </w:p>
        </w:tc>
      </w:tr>
      <w:tr w:rsidR="00995310" w14:paraId="1F214B58" w14:textId="77777777" w:rsidTr="00E8631B">
        <w:tc>
          <w:tcPr>
            <w:tcW w:w="704" w:type="dxa"/>
          </w:tcPr>
          <w:p w14:paraId="4438B2FC" w14:textId="77777777" w:rsidR="00995310" w:rsidRPr="009B440F" w:rsidRDefault="00995310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5B543D6B" w14:textId="77777777" w:rsidR="00995310" w:rsidRPr="0074663E" w:rsidRDefault="00995310" w:rsidP="00995310">
            <w:pPr>
              <w:jc w:val="center"/>
              <w:rPr>
                <w:lang w:val="uk-UA"/>
              </w:rPr>
            </w:pPr>
            <w:r w:rsidRPr="0074663E">
              <w:rPr>
                <w:lang w:val="uk-UA"/>
              </w:rPr>
              <w:t xml:space="preserve">КОЗИН </w:t>
            </w:r>
          </w:p>
          <w:p w14:paraId="4E374F1A" w14:textId="49C51287" w:rsidR="00995310" w:rsidRPr="004D3871" w:rsidRDefault="00995310" w:rsidP="00995310">
            <w:pPr>
              <w:jc w:val="center"/>
              <w:rPr>
                <w:lang w:val="uk-UA"/>
              </w:rPr>
            </w:pPr>
            <w:r w:rsidRPr="0074663E">
              <w:rPr>
                <w:lang w:val="uk-UA"/>
              </w:rPr>
              <w:t>Софія Богданівна</w:t>
            </w:r>
          </w:p>
        </w:tc>
        <w:tc>
          <w:tcPr>
            <w:tcW w:w="6260" w:type="dxa"/>
          </w:tcPr>
          <w:p w14:paraId="3AE28551" w14:textId="4C28063E" w:rsidR="00995310" w:rsidRDefault="00995310" w:rsidP="00740A22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вчитель фіз</w:t>
            </w:r>
            <w:r w:rsidR="00FB3890">
              <w:rPr>
                <w:color w:val="000000"/>
                <w:lang w:val="uk-UA"/>
              </w:rPr>
              <w:t>и</w:t>
            </w:r>
            <w:r>
              <w:rPr>
                <w:color w:val="000000"/>
                <w:lang w:val="uk-UA"/>
              </w:rPr>
              <w:t xml:space="preserve">ки та астрономії </w:t>
            </w:r>
            <w:proofErr w:type="spellStart"/>
            <w:r w:rsidRPr="00FE0F2B">
              <w:rPr>
                <w:color w:val="000000"/>
                <w:lang w:val="uk-UA"/>
              </w:rPr>
              <w:t>Лобойківського</w:t>
            </w:r>
            <w:proofErr w:type="spellEnd"/>
            <w:r w:rsidRPr="00FE0F2B">
              <w:rPr>
                <w:color w:val="000000"/>
                <w:lang w:val="uk-UA"/>
              </w:rPr>
              <w:t xml:space="preserve"> ліцею Петриківської селищної ради</w:t>
            </w:r>
          </w:p>
        </w:tc>
      </w:tr>
      <w:tr w:rsidR="00FC55CE" w14:paraId="34266B14" w14:textId="77777777" w:rsidTr="00E8631B">
        <w:tc>
          <w:tcPr>
            <w:tcW w:w="704" w:type="dxa"/>
          </w:tcPr>
          <w:p w14:paraId="7F8309B7" w14:textId="77777777" w:rsidR="00FC55CE" w:rsidRPr="009B440F" w:rsidRDefault="00FC55CE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27F8CD43" w14:textId="77777777" w:rsidR="00FC55CE" w:rsidRPr="00C54C53" w:rsidRDefault="00FC55CE" w:rsidP="00FC55CE">
            <w:pPr>
              <w:jc w:val="center"/>
              <w:rPr>
                <w:lang w:val="uk-UA"/>
              </w:rPr>
            </w:pPr>
            <w:r w:rsidRPr="00C54C53">
              <w:rPr>
                <w:lang w:val="uk-UA"/>
              </w:rPr>
              <w:t xml:space="preserve">МІРОШНИК </w:t>
            </w:r>
          </w:p>
          <w:p w14:paraId="6118B889" w14:textId="0EE74967" w:rsidR="00FC55CE" w:rsidRDefault="00FC55CE" w:rsidP="00FC55CE">
            <w:pPr>
              <w:jc w:val="center"/>
              <w:rPr>
                <w:sz w:val="26"/>
                <w:szCs w:val="26"/>
                <w:lang w:val="uk-UA"/>
              </w:rPr>
            </w:pPr>
            <w:r w:rsidRPr="00C54C53">
              <w:rPr>
                <w:lang w:val="uk-UA"/>
              </w:rPr>
              <w:t>Наталія Петрівна</w:t>
            </w:r>
          </w:p>
        </w:tc>
        <w:tc>
          <w:tcPr>
            <w:tcW w:w="6260" w:type="dxa"/>
          </w:tcPr>
          <w:p w14:paraId="0C6C5C87" w14:textId="61B15B60" w:rsidR="00FC55CE" w:rsidRDefault="00FC55CE" w:rsidP="00740A22">
            <w:pPr>
              <w:tabs>
                <w:tab w:val="left" w:pos="488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lang w:val="uk-UA"/>
              </w:rPr>
              <w:t xml:space="preserve">керівник </w:t>
            </w:r>
            <w:r w:rsidRPr="008D2E91">
              <w:rPr>
                <w:lang w:val="uk-UA"/>
              </w:rPr>
              <w:t>гуртка “</w:t>
            </w:r>
            <w:r w:rsidRPr="008D2E91">
              <w:t>Фізико-математична лабораторія</w:t>
            </w:r>
            <w:r w:rsidRPr="008D2E91">
              <w:rPr>
                <w:lang w:val="uk-UA"/>
              </w:rPr>
              <w:t>”</w:t>
            </w:r>
            <w:r w:rsidRPr="00C54C53">
              <w:rPr>
                <w:lang w:val="uk-UA"/>
              </w:rPr>
              <w:t xml:space="preserve"> </w:t>
            </w:r>
            <w:r>
              <w:rPr>
                <w:lang w:val="uk-UA"/>
              </w:rPr>
              <w:t>к</w:t>
            </w:r>
            <w:r w:rsidRPr="00C54C53">
              <w:rPr>
                <w:lang w:val="uk-UA"/>
              </w:rPr>
              <w:t>омунальн</w:t>
            </w:r>
            <w:r>
              <w:rPr>
                <w:lang w:val="uk-UA"/>
              </w:rPr>
              <w:t>ого</w:t>
            </w:r>
            <w:r w:rsidRPr="00C54C53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C54C53">
              <w:rPr>
                <w:lang w:val="uk-UA"/>
              </w:rPr>
              <w:t xml:space="preserve"> “Будинок творчості дітей та юнацтва” </w:t>
            </w:r>
            <w:proofErr w:type="spellStart"/>
            <w:r w:rsidRPr="00C54C53">
              <w:rPr>
                <w:lang w:val="uk-UA"/>
              </w:rPr>
              <w:t>Кам’янської</w:t>
            </w:r>
            <w:proofErr w:type="spellEnd"/>
            <w:r w:rsidRPr="00C54C53">
              <w:rPr>
                <w:lang w:val="uk-UA"/>
              </w:rPr>
              <w:t xml:space="preserve"> міської ради</w:t>
            </w:r>
          </w:p>
        </w:tc>
      </w:tr>
      <w:tr w:rsidR="00FC55CE" w14:paraId="6609A4E7" w14:textId="77777777" w:rsidTr="00E8631B">
        <w:tc>
          <w:tcPr>
            <w:tcW w:w="704" w:type="dxa"/>
          </w:tcPr>
          <w:p w14:paraId="40E6B568" w14:textId="77777777" w:rsidR="00FC55CE" w:rsidRPr="009B440F" w:rsidRDefault="00FC55CE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1F1E8C71" w14:textId="77777777" w:rsidR="00FC55CE" w:rsidRPr="00C54C53" w:rsidRDefault="00FC55CE" w:rsidP="00FC55CE">
            <w:pPr>
              <w:spacing w:line="216" w:lineRule="auto"/>
              <w:jc w:val="center"/>
              <w:rPr>
                <w:bCs/>
                <w:lang w:val="uk-UA"/>
              </w:rPr>
            </w:pPr>
            <w:r w:rsidRPr="00C54C53">
              <w:rPr>
                <w:bCs/>
                <w:lang w:val="uk-UA"/>
              </w:rPr>
              <w:t>МІЗІЧЕНКО</w:t>
            </w:r>
          </w:p>
          <w:p w14:paraId="6DCA3A22" w14:textId="71FE9467" w:rsidR="00FC55CE" w:rsidRDefault="00FC55CE" w:rsidP="00FC55CE">
            <w:pPr>
              <w:jc w:val="center"/>
              <w:rPr>
                <w:sz w:val="26"/>
                <w:szCs w:val="26"/>
                <w:lang w:val="uk-UA"/>
              </w:rPr>
            </w:pPr>
            <w:r w:rsidRPr="00C54C53">
              <w:rPr>
                <w:bCs/>
                <w:lang w:val="uk-UA"/>
              </w:rPr>
              <w:t>Тетяна Михайлівна</w:t>
            </w:r>
          </w:p>
        </w:tc>
        <w:tc>
          <w:tcPr>
            <w:tcW w:w="6260" w:type="dxa"/>
          </w:tcPr>
          <w:p w14:paraId="02252503" w14:textId="47040011" w:rsidR="00FC55CE" w:rsidRDefault="00FC55CE" w:rsidP="00740A2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hd w:val="clear" w:color="auto" w:fill="FFFFFF" w:themeFill="background1"/>
                <w:lang w:val="uk-UA"/>
              </w:rPr>
              <w:t xml:space="preserve">керівник </w:t>
            </w:r>
            <w:r w:rsidRPr="00154AD1">
              <w:rPr>
                <w:color w:val="000000"/>
                <w:shd w:val="clear" w:color="auto" w:fill="FFFFFF" w:themeFill="background1"/>
                <w:lang w:val="uk-UA"/>
              </w:rPr>
              <w:t xml:space="preserve">гуртка  </w:t>
            </w:r>
            <w:r w:rsidRPr="00154AD1">
              <w:rPr>
                <w:lang w:val="uk-UA"/>
              </w:rPr>
              <w:t>“</w:t>
            </w:r>
            <w:r>
              <w:rPr>
                <w:lang w:val="uk-UA"/>
              </w:rPr>
              <w:t>Цікава а</w:t>
            </w:r>
            <w:r w:rsidRPr="00154AD1">
              <w:rPr>
                <w:lang w:val="uk-UA"/>
              </w:rPr>
              <w:t>строномія”</w:t>
            </w:r>
            <w:r w:rsidRPr="00154AD1">
              <w:rPr>
                <w:color w:val="000000"/>
                <w:shd w:val="clear" w:color="auto" w:fill="FFFFFF" w:themeFill="background1"/>
                <w:lang w:val="uk-UA"/>
              </w:rPr>
              <w:t xml:space="preserve"> комунального позашкільного навчального закладу</w:t>
            </w:r>
            <w:r>
              <w:rPr>
                <w:color w:val="000000"/>
                <w:shd w:val="clear" w:color="auto" w:fill="FFFFFF" w:themeFill="background1"/>
                <w:lang w:val="uk-UA"/>
              </w:rPr>
              <w:t xml:space="preserve"> </w:t>
            </w:r>
            <w:r w:rsidRPr="00154AD1">
              <w:rPr>
                <w:lang w:val="uk-UA"/>
              </w:rPr>
              <w:t>“</w:t>
            </w:r>
            <w:r>
              <w:rPr>
                <w:lang w:val="uk-UA"/>
              </w:rPr>
              <w:t xml:space="preserve">Центр розвитку дітей та молоді </w:t>
            </w:r>
            <w:r w:rsidRPr="00154AD1">
              <w:rPr>
                <w:lang w:val="uk-UA"/>
              </w:rPr>
              <w:t>“</w:t>
            </w:r>
            <w:r>
              <w:rPr>
                <w:lang w:val="uk-UA"/>
              </w:rPr>
              <w:t>СтартУм</w:t>
            </w:r>
            <w:r w:rsidRPr="00154AD1">
              <w:rPr>
                <w:lang w:val="uk-UA"/>
              </w:rPr>
              <w:t>”</w:t>
            </w:r>
            <w:r w:rsidRPr="00154AD1">
              <w:rPr>
                <w:color w:val="000000"/>
                <w:shd w:val="clear" w:color="auto" w:fill="FFFFFF" w:themeFill="background1"/>
                <w:lang w:val="uk-UA"/>
              </w:rPr>
              <w:t xml:space="preserve"> Дніпровської міської ра</w:t>
            </w:r>
            <w:r>
              <w:rPr>
                <w:color w:val="000000"/>
                <w:shd w:val="clear" w:color="auto" w:fill="FFFFFF" w:themeFill="background1"/>
                <w:lang w:val="uk-UA"/>
              </w:rPr>
              <w:t>ди</w:t>
            </w:r>
          </w:p>
        </w:tc>
      </w:tr>
      <w:tr w:rsidR="00CB5383" w:rsidRPr="00EA46D6" w14:paraId="538171F9" w14:textId="77777777" w:rsidTr="00E8631B">
        <w:tc>
          <w:tcPr>
            <w:tcW w:w="704" w:type="dxa"/>
          </w:tcPr>
          <w:p w14:paraId="58A2BCB0" w14:textId="77777777" w:rsidR="00CB5383" w:rsidRPr="009B440F" w:rsidRDefault="00CB5383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0F899A48" w14:textId="77777777" w:rsidR="00CB5383" w:rsidRPr="00257A7F" w:rsidRDefault="00CB5383" w:rsidP="00CB5383">
            <w:pPr>
              <w:spacing w:line="216" w:lineRule="auto"/>
              <w:contextualSpacing/>
              <w:jc w:val="center"/>
              <w:rPr>
                <w:bCs/>
                <w:lang w:val="uk-UA"/>
              </w:rPr>
            </w:pPr>
            <w:r w:rsidRPr="00257A7F">
              <w:rPr>
                <w:bCs/>
                <w:lang w:val="uk-UA"/>
              </w:rPr>
              <w:t>НІКІФОРОВА</w:t>
            </w:r>
          </w:p>
          <w:p w14:paraId="762DA206" w14:textId="2CF07AA6" w:rsidR="00CB5383" w:rsidRPr="00C54C53" w:rsidRDefault="00CB5383" w:rsidP="00CB5383">
            <w:pPr>
              <w:spacing w:line="216" w:lineRule="auto"/>
              <w:jc w:val="center"/>
              <w:rPr>
                <w:bCs/>
                <w:lang w:val="uk-UA"/>
              </w:rPr>
            </w:pPr>
            <w:r w:rsidRPr="00257A7F">
              <w:rPr>
                <w:bCs/>
                <w:lang w:val="uk-UA"/>
              </w:rPr>
              <w:t>Тетяна Іванівна</w:t>
            </w:r>
          </w:p>
        </w:tc>
        <w:tc>
          <w:tcPr>
            <w:tcW w:w="6260" w:type="dxa"/>
          </w:tcPr>
          <w:p w14:paraId="4FADA435" w14:textId="6C0B5B99" w:rsidR="00CB5383" w:rsidRDefault="004C56F8" w:rsidP="00740A22">
            <w:pPr>
              <w:jc w:val="center"/>
              <w:rPr>
                <w:color w:val="000000"/>
                <w:shd w:val="clear" w:color="auto" w:fill="FFFFFF" w:themeFill="background1"/>
                <w:lang w:val="uk-UA"/>
              </w:rPr>
            </w:pPr>
            <w:r>
              <w:rPr>
                <w:lang w:val="uk-UA"/>
              </w:rPr>
              <w:t>керівник</w:t>
            </w:r>
            <w:r w:rsidRPr="007860D7">
              <w:rPr>
                <w:shd w:val="clear" w:color="auto" w:fill="FFFFFF" w:themeFill="background1"/>
                <w:lang w:val="uk-UA"/>
              </w:rPr>
              <w:t xml:space="preserve"> гуртка  </w:t>
            </w:r>
            <w:r w:rsidRPr="007860D7">
              <w:rPr>
                <w:lang w:val="uk-UA"/>
              </w:rPr>
              <w:t>“Астрофізика”</w:t>
            </w:r>
            <w:r w:rsidRPr="007860D7">
              <w:rPr>
                <w:shd w:val="clear" w:color="auto" w:fill="FFFFFF" w:themeFill="background1"/>
                <w:lang w:val="uk-UA"/>
              </w:rPr>
              <w:t xml:space="preserve">  комунального закладу позашкільної освіти </w:t>
            </w:r>
            <w:r w:rsidRPr="007860D7">
              <w:rPr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5056EA" w:rsidRPr="00EA46D6" w14:paraId="3DBFEBD3" w14:textId="77777777" w:rsidTr="00E8631B">
        <w:tc>
          <w:tcPr>
            <w:tcW w:w="704" w:type="dxa"/>
          </w:tcPr>
          <w:p w14:paraId="7357FB28" w14:textId="77777777" w:rsidR="005056EA" w:rsidRPr="009B440F" w:rsidRDefault="005056EA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06C6CD01" w14:textId="77777777" w:rsidR="005056EA" w:rsidRPr="00C54C53" w:rsidRDefault="005056EA" w:rsidP="005056EA">
            <w:pPr>
              <w:jc w:val="center"/>
              <w:rPr>
                <w:color w:val="000000" w:themeColor="text1"/>
                <w:lang w:val="uk-UA"/>
              </w:rPr>
            </w:pPr>
            <w:r w:rsidRPr="00C54C53">
              <w:rPr>
                <w:color w:val="000000" w:themeColor="text1"/>
                <w:lang w:val="uk-UA"/>
              </w:rPr>
              <w:t xml:space="preserve">ПОРТНОВА </w:t>
            </w:r>
          </w:p>
          <w:p w14:paraId="114B2EC9" w14:textId="7A5A5C7E" w:rsidR="005056EA" w:rsidRPr="004D3871" w:rsidRDefault="005056EA" w:rsidP="00DC7FF7">
            <w:pPr>
              <w:jc w:val="center"/>
              <w:rPr>
                <w:lang w:val="uk-UA"/>
              </w:rPr>
            </w:pPr>
            <w:r w:rsidRPr="00C54C53">
              <w:rPr>
                <w:color w:val="000000" w:themeColor="text1"/>
                <w:lang w:val="uk-UA"/>
              </w:rPr>
              <w:t>Марина Леонідівна</w:t>
            </w:r>
            <w:r w:rsidR="00DC7FF7" w:rsidRPr="00124D3F">
              <w:rPr>
                <w:lang w:val="uk-UA"/>
              </w:rPr>
              <w:t xml:space="preserve"> </w:t>
            </w:r>
          </w:p>
        </w:tc>
        <w:tc>
          <w:tcPr>
            <w:tcW w:w="6260" w:type="dxa"/>
          </w:tcPr>
          <w:p w14:paraId="1DD47DE2" w14:textId="75EED7B3" w:rsidR="00DC7FF7" w:rsidRDefault="00DC7FF7" w:rsidP="00DC7FF7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вчитель фізики</w:t>
            </w:r>
            <w:r w:rsidRPr="00124D3F">
              <w:rPr>
                <w:lang w:val="uk-UA"/>
              </w:rPr>
              <w:t xml:space="preserve"> Дніпровської гімназії № </w:t>
            </w:r>
            <w:r>
              <w:rPr>
                <w:lang w:val="uk-UA"/>
              </w:rPr>
              <w:t>43</w:t>
            </w:r>
            <w:r w:rsidRPr="00124D3F">
              <w:rPr>
                <w:lang w:val="uk-UA"/>
              </w:rPr>
              <w:t xml:space="preserve">  </w:t>
            </w:r>
          </w:p>
          <w:p w14:paraId="0C4E953D" w14:textId="7BEE097C" w:rsidR="005056EA" w:rsidRDefault="00DC7FF7" w:rsidP="00DC7FF7">
            <w:pPr>
              <w:jc w:val="center"/>
              <w:rPr>
                <w:color w:val="000000"/>
                <w:lang w:val="uk-UA"/>
              </w:rPr>
            </w:pPr>
            <w:r w:rsidRPr="00124D3F">
              <w:rPr>
                <w:shd w:val="clear" w:color="auto" w:fill="FFFFFF" w:themeFill="background1"/>
                <w:lang w:val="uk-UA"/>
              </w:rPr>
              <w:t>Дніпровської міської ради</w:t>
            </w:r>
          </w:p>
        </w:tc>
      </w:tr>
      <w:tr w:rsidR="00EA46D6" w:rsidRPr="00EA46D6" w14:paraId="32EB94D0" w14:textId="77777777" w:rsidTr="00E8631B">
        <w:tc>
          <w:tcPr>
            <w:tcW w:w="704" w:type="dxa"/>
          </w:tcPr>
          <w:p w14:paraId="2D80BF79" w14:textId="77777777" w:rsidR="00EA46D6" w:rsidRPr="009B440F" w:rsidRDefault="00EA46D6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12B8C821" w14:textId="77777777" w:rsidR="00EA46D6" w:rsidRDefault="00EA46D6" w:rsidP="00EA46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РИЖКО </w:t>
            </w:r>
          </w:p>
          <w:p w14:paraId="3F3E422C" w14:textId="7DD413A3" w:rsidR="00EA46D6" w:rsidRPr="00EA46D6" w:rsidRDefault="00EA46D6" w:rsidP="00EA46D6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Ольга Петрівна</w:t>
            </w:r>
          </w:p>
        </w:tc>
        <w:tc>
          <w:tcPr>
            <w:tcW w:w="6260" w:type="dxa"/>
          </w:tcPr>
          <w:p w14:paraId="527D7B2F" w14:textId="6F6C8ACA" w:rsidR="00EA46D6" w:rsidRPr="00FE647A" w:rsidRDefault="00FB3890" w:rsidP="00DC7FF7">
            <w:pPr>
              <w:jc w:val="center"/>
              <w:rPr>
                <w:color w:val="000000"/>
                <w:lang w:val="uk-UA"/>
              </w:rPr>
            </w:pPr>
            <w:r w:rsidRPr="00FE647A">
              <w:rPr>
                <w:color w:val="000000"/>
                <w:lang w:val="uk-UA"/>
              </w:rPr>
              <w:t>вчитель фіз</w:t>
            </w:r>
            <w:r w:rsidRPr="00FE647A">
              <w:rPr>
                <w:color w:val="000000"/>
                <w:lang w:val="uk-UA"/>
              </w:rPr>
              <w:t>и</w:t>
            </w:r>
            <w:r w:rsidRPr="00FE647A">
              <w:rPr>
                <w:color w:val="000000"/>
                <w:lang w:val="uk-UA"/>
              </w:rPr>
              <w:t>ки та астрономії</w:t>
            </w:r>
            <w:r w:rsidR="00FE647A" w:rsidRPr="00FE647A">
              <w:rPr>
                <w:rFonts w:ascii="Arial" w:hAnsi="Arial" w:cs="Arial"/>
                <w:lang w:val="uk-UA"/>
              </w:rPr>
              <w:t xml:space="preserve"> </w:t>
            </w:r>
            <w:r w:rsidR="00FE647A" w:rsidRPr="00FE647A">
              <w:rPr>
                <w:lang w:val="uk-UA"/>
              </w:rPr>
              <w:t>к</w:t>
            </w:r>
            <w:r w:rsidR="00FE647A" w:rsidRPr="00FE647A">
              <w:rPr>
                <w:lang w:val="uk-UA"/>
              </w:rPr>
              <w:t>омунальн</w:t>
            </w:r>
            <w:r w:rsidR="00FE647A" w:rsidRPr="00FE647A">
              <w:rPr>
                <w:lang w:val="uk-UA"/>
              </w:rPr>
              <w:t>ого</w:t>
            </w:r>
            <w:r w:rsidR="00FE647A" w:rsidRPr="00FE647A">
              <w:rPr>
                <w:lang w:val="uk-UA"/>
              </w:rPr>
              <w:t xml:space="preserve"> заклад</w:t>
            </w:r>
            <w:r w:rsidR="00FE647A" w:rsidRPr="00FE647A">
              <w:rPr>
                <w:lang w:val="uk-UA"/>
              </w:rPr>
              <w:t>у</w:t>
            </w:r>
            <w:r w:rsidR="00FE647A" w:rsidRPr="00FE647A">
              <w:rPr>
                <w:lang w:val="uk-UA"/>
              </w:rPr>
              <w:t xml:space="preserve"> “Науковий ліцей імені Анатолія </w:t>
            </w:r>
            <w:proofErr w:type="spellStart"/>
            <w:r w:rsidR="00FE647A" w:rsidRPr="00FE647A">
              <w:rPr>
                <w:lang w:val="uk-UA"/>
              </w:rPr>
              <w:t>Лигуна</w:t>
            </w:r>
            <w:proofErr w:type="spellEnd"/>
            <w:r w:rsidR="00FE647A" w:rsidRPr="00FE647A">
              <w:rPr>
                <w:lang w:val="uk-UA"/>
              </w:rPr>
              <w:t xml:space="preserve">” </w:t>
            </w:r>
            <w:proofErr w:type="spellStart"/>
            <w:r w:rsidR="00FE647A" w:rsidRPr="00FE647A">
              <w:rPr>
                <w:lang w:val="uk-UA"/>
              </w:rPr>
              <w:t>Кам’янської</w:t>
            </w:r>
            <w:proofErr w:type="spellEnd"/>
            <w:r w:rsidR="00FE647A" w:rsidRPr="00FE647A">
              <w:rPr>
                <w:lang w:val="uk-UA"/>
              </w:rPr>
              <w:t xml:space="preserve"> міської ради</w:t>
            </w:r>
          </w:p>
        </w:tc>
      </w:tr>
      <w:tr w:rsidR="00FC55CE" w14:paraId="770B1F30" w14:textId="77777777" w:rsidTr="00E8631B">
        <w:tc>
          <w:tcPr>
            <w:tcW w:w="704" w:type="dxa"/>
          </w:tcPr>
          <w:p w14:paraId="1B081055" w14:textId="77777777" w:rsidR="00FC55CE" w:rsidRPr="009B440F" w:rsidRDefault="00FC55CE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7F7D4748" w14:textId="77777777" w:rsidR="00FE55A7" w:rsidRPr="004D3871" w:rsidRDefault="00FE55A7" w:rsidP="00FE55A7">
            <w:pPr>
              <w:jc w:val="center"/>
              <w:rPr>
                <w:lang w:val="uk-UA"/>
              </w:rPr>
            </w:pPr>
            <w:r w:rsidRPr="004D3871">
              <w:rPr>
                <w:lang w:val="uk-UA"/>
              </w:rPr>
              <w:t xml:space="preserve">СЕРГЕЄВА </w:t>
            </w:r>
          </w:p>
          <w:p w14:paraId="1F675244" w14:textId="04248314" w:rsidR="00FC55CE" w:rsidRDefault="00FE55A7" w:rsidP="00FE55A7">
            <w:pPr>
              <w:jc w:val="center"/>
              <w:rPr>
                <w:sz w:val="26"/>
                <w:szCs w:val="26"/>
                <w:lang w:val="uk-UA"/>
              </w:rPr>
            </w:pPr>
            <w:r w:rsidRPr="004D3871">
              <w:rPr>
                <w:lang w:val="uk-UA"/>
              </w:rPr>
              <w:t>Олена Сергіївна</w:t>
            </w:r>
          </w:p>
        </w:tc>
        <w:tc>
          <w:tcPr>
            <w:tcW w:w="6260" w:type="dxa"/>
          </w:tcPr>
          <w:p w14:paraId="10E3BE8C" w14:textId="729D78F0" w:rsidR="00CB5383" w:rsidRDefault="00FE55A7" w:rsidP="00FC55C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вчитель фіз</w:t>
            </w:r>
            <w:r w:rsidR="00D30CA1">
              <w:rPr>
                <w:color w:val="000000"/>
                <w:lang w:val="uk-UA"/>
              </w:rPr>
              <w:t>и</w:t>
            </w:r>
            <w:r>
              <w:rPr>
                <w:color w:val="000000"/>
                <w:lang w:val="uk-UA"/>
              </w:rPr>
              <w:t>ки та астрономії</w:t>
            </w:r>
            <w:r w:rsidR="00CB5383">
              <w:rPr>
                <w:color w:val="000000"/>
                <w:lang w:val="uk-UA"/>
              </w:rPr>
              <w:t xml:space="preserve"> ко</w:t>
            </w:r>
            <w:r w:rsidR="00CB5383" w:rsidRPr="00397543">
              <w:rPr>
                <w:lang w:val="uk-UA"/>
              </w:rPr>
              <w:t>мунальн</w:t>
            </w:r>
            <w:r w:rsidR="00CB5383">
              <w:rPr>
                <w:lang w:val="uk-UA"/>
              </w:rPr>
              <w:t>ого</w:t>
            </w:r>
            <w:r w:rsidR="00CB5383">
              <w:rPr>
                <w:color w:val="000000"/>
              </w:rPr>
              <w:t xml:space="preserve"> </w:t>
            </w:r>
            <w:r w:rsidR="00CB5383" w:rsidRPr="00397543">
              <w:rPr>
                <w:lang w:val="uk-UA"/>
              </w:rPr>
              <w:t>заклад</w:t>
            </w:r>
            <w:r w:rsidR="00CB5383">
              <w:rPr>
                <w:lang w:val="uk-UA"/>
              </w:rPr>
              <w:t>у</w:t>
            </w:r>
            <w:r w:rsidR="00CB5383">
              <w:rPr>
                <w:color w:val="000000"/>
              </w:rPr>
              <w:t xml:space="preserve"> </w:t>
            </w:r>
            <w:r w:rsidR="00CB5383" w:rsidRPr="00154AD1">
              <w:rPr>
                <w:lang w:val="uk-UA"/>
              </w:rPr>
              <w:t>“</w:t>
            </w:r>
            <w:proofErr w:type="spellStart"/>
            <w:r w:rsidR="00CB5383">
              <w:rPr>
                <w:color w:val="000000"/>
              </w:rPr>
              <w:t>Ліцей</w:t>
            </w:r>
            <w:proofErr w:type="spellEnd"/>
            <w:r w:rsidR="00CB5383">
              <w:rPr>
                <w:color w:val="000000"/>
              </w:rPr>
              <w:t xml:space="preserve"> </w:t>
            </w:r>
          </w:p>
          <w:p w14:paraId="59CBB5D2" w14:textId="60289B89" w:rsidR="00FC55CE" w:rsidRDefault="00CB5383" w:rsidP="00FC55C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color w:val="000000"/>
              </w:rPr>
              <w:t>№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29</w:t>
            </w:r>
            <w:r w:rsidRPr="00154AD1">
              <w:rPr>
                <w:lang w:val="uk-UA"/>
              </w:rPr>
              <w:t xml:space="preserve">” </w:t>
            </w:r>
            <w:proofErr w:type="spellStart"/>
            <w:r w:rsidRPr="00154AD1">
              <w:rPr>
                <w:lang w:val="uk-UA"/>
              </w:rPr>
              <w:t>Кам’янської</w:t>
            </w:r>
            <w:proofErr w:type="spellEnd"/>
            <w:r w:rsidRPr="00154AD1">
              <w:rPr>
                <w:lang w:val="uk-UA"/>
              </w:rPr>
              <w:t xml:space="preserve"> міської ради</w:t>
            </w:r>
          </w:p>
        </w:tc>
      </w:tr>
      <w:tr w:rsidR="00FC55CE" w14:paraId="6B1F1B66" w14:textId="77777777" w:rsidTr="00E8631B">
        <w:tc>
          <w:tcPr>
            <w:tcW w:w="704" w:type="dxa"/>
          </w:tcPr>
          <w:p w14:paraId="00B875D8" w14:textId="77777777" w:rsidR="00FC55CE" w:rsidRPr="009B440F" w:rsidRDefault="00FC55CE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372FD4AF" w14:textId="77777777" w:rsidR="00FC55CE" w:rsidRPr="00C54C53" w:rsidRDefault="00FC55CE" w:rsidP="00FC55CE">
            <w:pPr>
              <w:jc w:val="center"/>
              <w:rPr>
                <w:lang w:val="uk-UA"/>
              </w:rPr>
            </w:pPr>
            <w:r w:rsidRPr="00C54C53">
              <w:rPr>
                <w:lang w:val="uk-UA"/>
              </w:rPr>
              <w:t>ШИБКА</w:t>
            </w:r>
          </w:p>
          <w:p w14:paraId="3F8D8742" w14:textId="40FF10AC" w:rsidR="00FC55CE" w:rsidRDefault="00FC55CE" w:rsidP="00FC55CE">
            <w:pPr>
              <w:jc w:val="center"/>
              <w:rPr>
                <w:sz w:val="26"/>
                <w:szCs w:val="26"/>
                <w:lang w:val="uk-UA"/>
              </w:rPr>
            </w:pPr>
            <w:r w:rsidRPr="00C54C53">
              <w:rPr>
                <w:lang w:val="uk-UA"/>
              </w:rPr>
              <w:t>Ольга Сергіївна</w:t>
            </w:r>
          </w:p>
        </w:tc>
        <w:tc>
          <w:tcPr>
            <w:tcW w:w="6260" w:type="dxa"/>
          </w:tcPr>
          <w:p w14:paraId="338AB3C3" w14:textId="4934FF2E" w:rsidR="00FC55CE" w:rsidRDefault="00FC55CE" w:rsidP="00FC55C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hd w:val="clear" w:color="auto" w:fill="FFFFFF" w:themeFill="background1"/>
                <w:lang w:val="uk-UA"/>
              </w:rPr>
              <w:t xml:space="preserve">керівник </w:t>
            </w:r>
            <w:r w:rsidRPr="00154AD1">
              <w:rPr>
                <w:color w:val="000000"/>
                <w:shd w:val="clear" w:color="auto" w:fill="FFFFFF" w:themeFill="background1"/>
                <w:lang w:val="uk-UA"/>
              </w:rPr>
              <w:t xml:space="preserve">гуртка  </w:t>
            </w:r>
            <w:r w:rsidRPr="00154AD1">
              <w:rPr>
                <w:lang w:val="uk-UA"/>
              </w:rPr>
              <w:t>“Астрономія та ІТ”</w:t>
            </w:r>
            <w:r w:rsidRPr="00154AD1">
              <w:rPr>
                <w:color w:val="000000"/>
                <w:shd w:val="clear" w:color="auto" w:fill="FFFFFF" w:themeFill="background1"/>
                <w:lang w:val="uk-UA"/>
              </w:rPr>
              <w:t xml:space="preserve"> комунального позашкільного навчального закладу</w:t>
            </w:r>
            <w:r>
              <w:rPr>
                <w:color w:val="000000"/>
                <w:shd w:val="clear" w:color="auto" w:fill="FFFFFF" w:themeFill="background1"/>
                <w:lang w:val="uk-UA"/>
              </w:rPr>
              <w:t xml:space="preserve"> </w:t>
            </w:r>
            <w:r w:rsidRPr="00154AD1">
              <w:rPr>
                <w:lang w:val="uk-UA"/>
              </w:rPr>
              <w:t>“</w:t>
            </w:r>
            <w:r>
              <w:rPr>
                <w:lang w:val="uk-UA"/>
              </w:rPr>
              <w:t xml:space="preserve">Центр розвитку дітей та молоді </w:t>
            </w:r>
            <w:r w:rsidRPr="00154AD1">
              <w:rPr>
                <w:lang w:val="uk-UA"/>
              </w:rPr>
              <w:t>“</w:t>
            </w:r>
            <w:r>
              <w:rPr>
                <w:lang w:val="uk-UA"/>
              </w:rPr>
              <w:t>СтартУм</w:t>
            </w:r>
            <w:r w:rsidRPr="00154AD1">
              <w:rPr>
                <w:lang w:val="uk-UA"/>
              </w:rPr>
              <w:t>”</w:t>
            </w:r>
            <w:r w:rsidRPr="00154AD1">
              <w:rPr>
                <w:color w:val="000000"/>
                <w:shd w:val="clear" w:color="auto" w:fill="FFFFFF" w:themeFill="background1"/>
                <w:lang w:val="uk-UA"/>
              </w:rPr>
              <w:t xml:space="preserve"> Дніпровської міської ра</w:t>
            </w:r>
            <w:r>
              <w:rPr>
                <w:color w:val="000000"/>
                <w:shd w:val="clear" w:color="auto" w:fill="FFFFFF" w:themeFill="background1"/>
                <w:lang w:val="uk-UA"/>
              </w:rPr>
              <w:t>ди</w:t>
            </w:r>
          </w:p>
        </w:tc>
      </w:tr>
      <w:tr w:rsidR="004C56F8" w:rsidRPr="00EA46D6" w14:paraId="56D2FC15" w14:textId="77777777" w:rsidTr="00E8631B">
        <w:tc>
          <w:tcPr>
            <w:tcW w:w="704" w:type="dxa"/>
          </w:tcPr>
          <w:p w14:paraId="6581BD9A" w14:textId="77777777" w:rsidR="004C56F8" w:rsidRPr="009B440F" w:rsidRDefault="004C56F8" w:rsidP="00FC55CE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</w:tcPr>
          <w:p w14:paraId="7399D6F8" w14:textId="77777777" w:rsidR="004C56F8" w:rsidRPr="0074663E" w:rsidRDefault="004C56F8" w:rsidP="004C56F8">
            <w:pPr>
              <w:jc w:val="center"/>
              <w:rPr>
                <w:lang w:val="uk-UA"/>
              </w:rPr>
            </w:pPr>
            <w:r w:rsidRPr="0074663E">
              <w:rPr>
                <w:lang w:val="uk-UA"/>
              </w:rPr>
              <w:t xml:space="preserve">ШИЛІНА </w:t>
            </w:r>
          </w:p>
          <w:p w14:paraId="3D539942" w14:textId="6FD8DD5B" w:rsidR="004C56F8" w:rsidRPr="00C54C53" w:rsidRDefault="004C56F8" w:rsidP="004C56F8">
            <w:pPr>
              <w:jc w:val="center"/>
              <w:rPr>
                <w:lang w:val="uk-UA"/>
              </w:rPr>
            </w:pPr>
            <w:r w:rsidRPr="0074663E">
              <w:rPr>
                <w:lang w:val="uk-UA"/>
              </w:rPr>
              <w:t>Галина Анатоліїна</w:t>
            </w:r>
          </w:p>
        </w:tc>
        <w:tc>
          <w:tcPr>
            <w:tcW w:w="6260" w:type="dxa"/>
          </w:tcPr>
          <w:p w14:paraId="4B2B4A6C" w14:textId="41F3F240" w:rsidR="004C56F8" w:rsidRDefault="00D30CA1" w:rsidP="00FC55CE">
            <w:pPr>
              <w:jc w:val="center"/>
              <w:rPr>
                <w:color w:val="000000"/>
                <w:shd w:val="clear" w:color="auto" w:fill="FFFFFF" w:themeFill="background1"/>
                <w:lang w:val="uk-UA"/>
              </w:rPr>
            </w:pPr>
            <w:r>
              <w:rPr>
                <w:color w:val="000000"/>
                <w:lang w:val="uk-UA"/>
              </w:rPr>
              <w:t xml:space="preserve">вчитель фізики </w:t>
            </w:r>
            <w:proofErr w:type="spellStart"/>
            <w:r>
              <w:rPr>
                <w:color w:val="000000"/>
                <w:lang w:val="uk-UA"/>
              </w:rPr>
              <w:t>Новопільського</w:t>
            </w:r>
            <w:proofErr w:type="spellEnd"/>
            <w:r w:rsidR="000F60FE" w:rsidRPr="00FE0F2B">
              <w:rPr>
                <w:color w:val="000000"/>
                <w:lang w:val="uk-UA"/>
              </w:rPr>
              <w:t xml:space="preserve"> ліцею </w:t>
            </w:r>
            <w:proofErr w:type="spellStart"/>
            <w:r>
              <w:rPr>
                <w:color w:val="000000"/>
                <w:lang w:val="uk-UA"/>
              </w:rPr>
              <w:t>Новопільської</w:t>
            </w:r>
            <w:proofErr w:type="spellEnd"/>
            <w:r w:rsidR="000F60FE" w:rsidRPr="00FE0F2B">
              <w:rPr>
                <w:color w:val="000000"/>
                <w:lang w:val="uk-UA"/>
              </w:rPr>
              <w:t xml:space="preserve"> с</w:t>
            </w:r>
            <w:r>
              <w:rPr>
                <w:color w:val="000000"/>
                <w:lang w:val="uk-UA"/>
              </w:rPr>
              <w:t>ільської</w:t>
            </w:r>
            <w:r w:rsidR="000F60FE" w:rsidRPr="00FE0F2B">
              <w:rPr>
                <w:color w:val="000000"/>
                <w:lang w:val="uk-UA"/>
              </w:rPr>
              <w:t xml:space="preserve"> ради</w:t>
            </w:r>
          </w:p>
        </w:tc>
      </w:tr>
    </w:tbl>
    <w:p w14:paraId="01442720" w14:textId="77777777" w:rsidR="00A97775" w:rsidRDefault="00A97775" w:rsidP="001036AE">
      <w:pPr>
        <w:jc w:val="center"/>
        <w:rPr>
          <w:lang w:val="uk-UA"/>
        </w:rPr>
      </w:pPr>
    </w:p>
    <w:p w14:paraId="71401CDE" w14:textId="77777777" w:rsidR="00A97775" w:rsidRDefault="00A97775" w:rsidP="00ED501B">
      <w:pPr>
        <w:jc w:val="right"/>
        <w:rPr>
          <w:lang w:val="uk-UA"/>
        </w:rPr>
      </w:pPr>
    </w:p>
    <w:p w14:paraId="79A80469" w14:textId="77777777" w:rsidR="00A97775" w:rsidRDefault="00A97775" w:rsidP="00A97775">
      <w:pPr>
        <w:jc w:val="center"/>
        <w:rPr>
          <w:lang w:val="uk-UA"/>
        </w:rPr>
      </w:pPr>
    </w:p>
    <w:p w14:paraId="7E5F6A79" w14:textId="77777777" w:rsidR="005044FD" w:rsidRPr="005044FD" w:rsidRDefault="005044FD" w:rsidP="005044FD">
      <w:pPr>
        <w:rPr>
          <w:lang w:val="uk-UA"/>
        </w:rPr>
      </w:pPr>
    </w:p>
    <w:p w14:paraId="517B6E98" w14:textId="77777777" w:rsidR="005044FD" w:rsidRPr="005044FD" w:rsidRDefault="005044FD" w:rsidP="005044FD">
      <w:pPr>
        <w:rPr>
          <w:lang w:val="uk-UA"/>
        </w:rPr>
      </w:pPr>
    </w:p>
    <w:p w14:paraId="6D36C9EC" w14:textId="77777777" w:rsidR="005044FD" w:rsidRDefault="005044FD" w:rsidP="005044FD">
      <w:pPr>
        <w:rPr>
          <w:lang w:val="uk-UA"/>
        </w:rPr>
      </w:pPr>
    </w:p>
    <w:p w14:paraId="4E283A7D" w14:textId="49B4DFDB" w:rsidR="005044FD" w:rsidRPr="005044FD" w:rsidRDefault="005044FD" w:rsidP="005044FD">
      <w:pPr>
        <w:ind w:firstLine="720"/>
        <w:rPr>
          <w:lang w:val="uk-UA"/>
        </w:rPr>
      </w:pPr>
      <w:r>
        <w:rPr>
          <w:lang w:val="uk-UA"/>
        </w:rPr>
        <w:t>Методист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Неля РИЧКО</w:t>
      </w:r>
    </w:p>
    <w:sectPr w:rsidR="005044FD" w:rsidRPr="005044FD" w:rsidSect="0077568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C0FDC"/>
    <w:multiLevelType w:val="hybridMultilevel"/>
    <w:tmpl w:val="3B929ABA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89482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4570"/>
    <w:rsid w:val="000009A0"/>
    <w:rsid w:val="00020A4F"/>
    <w:rsid w:val="00027CD8"/>
    <w:rsid w:val="000375F3"/>
    <w:rsid w:val="000D4570"/>
    <w:rsid w:val="000F60FE"/>
    <w:rsid w:val="001036AE"/>
    <w:rsid w:val="00133CEB"/>
    <w:rsid w:val="00164588"/>
    <w:rsid w:val="001956CA"/>
    <w:rsid w:val="00293E60"/>
    <w:rsid w:val="00351F7D"/>
    <w:rsid w:val="003521BB"/>
    <w:rsid w:val="0037731D"/>
    <w:rsid w:val="003A66D1"/>
    <w:rsid w:val="003C05CC"/>
    <w:rsid w:val="003E51E9"/>
    <w:rsid w:val="004C56F8"/>
    <w:rsid w:val="005044FD"/>
    <w:rsid w:val="005056EA"/>
    <w:rsid w:val="00526CBE"/>
    <w:rsid w:val="006F25E6"/>
    <w:rsid w:val="006F39CB"/>
    <w:rsid w:val="00705969"/>
    <w:rsid w:val="007341B9"/>
    <w:rsid w:val="00740A22"/>
    <w:rsid w:val="007463E6"/>
    <w:rsid w:val="00775686"/>
    <w:rsid w:val="00783138"/>
    <w:rsid w:val="007B4649"/>
    <w:rsid w:val="008542D6"/>
    <w:rsid w:val="00854E62"/>
    <w:rsid w:val="00877337"/>
    <w:rsid w:val="008B5FA3"/>
    <w:rsid w:val="009053A8"/>
    <w:rsid w:val="00995310"/>
    <w:rsid w:val="009B440F"/>
    <w:rsid w:val="009B49DF"/>
    <w:rsid w:val="00A16043"/>
    <w:rsid w:val="00A43BFA"/>
    <w:rsid w:val="00A97775"/>
    <w:rsid w:val="00AD6307"/>
    <w:rsid w:val="00B0644F"/>
    <w:rsid w:val="00B7089C"/>
    <w:rsid w:val="00C34AA1"/>
    <w:rsid w:val="00C445BA"/>
    <w:rsid w:val="00CB5383"/>
    <w:rsid w:val="00D30CA1"/>
    <w:rsid w:val="00D7390B"/>
    <w:rsid w:val="00DC7FF7"/>
    <w:rsid w:val="00E8631B"/>
    <w:rsid w:val="00EA46D6"/>
    <w:rsid w:val="00EB398E"/>
    <w:rsid w:val="00ED501B"/>
    <w:rsid w:val="00F15727"/>
    <w:rsid w:val="00F54FF4"/>
    <w:rsid w:val="00FB3890"/>
    <w:rsid w:val="00FC55CE"/>
    <w:rsid w:val="00FE55A7"/>
    <w:rsid w:val="00FE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0FFBF"/>
  <w15:docId w15:val="{D3D89347-F7C8-4955-A6AA-52813B44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9A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D45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5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45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45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45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45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45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45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45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5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D45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D45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D457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457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457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D457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D457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D457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D45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D45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45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D45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D45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D457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D457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D457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D45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D457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D4570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AD6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4</cp:revision>
  <dcterms:created xsi:type="dcterms:W3CDTF">2024-03-28T09:56:00Z</dcterms:created>
  <dcterms:modified xsi:type="dcterms:W3CDTF">2024-04-01T10:12:00Z</dcterms:modified>
</cp:coreProperties>
</file>